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FD050" w14:textId="157C98D4" w:rsidR="00661045" w:rsidRPr="003E2008" w:rsidRDefault="00FC05CE" w:rsidP="00713EE2">
      <w:pPr>
        <w:pStyle w:val="Articletitle"/>
      </w:pPr>
      <w:r w:rsidRPr="003E2008">
        <w:t xml:space="preserve">Development of ‘Gastrostomy tube – Is it for me?’, a web-based patient decision aid for people living with motor neurone disease considering having a gastrostomy tube </w:t>
      </w:r>
      <w:r w:rsidR="00C137DD">
        <w:t>placed</w:t>
      </w:r>
    </w:p>
    <w:p w14:paraId="6F15DB94" w14:textId="192CBCDD" w:rsidR="00DB71A0" w:rsidRPr="00DB71A0" w:rsidRDefault="00DB71A0" w:rsidP="00DB71A0">
      <w:pPr>
        <w:pStyle w:val="Authornames"/>
      </w:pPr>
      <w:r w:rsidRPr="00DB71A0">
        <w:t xml:space="preserve">S. </w:t>
      </w:r>
      <w:proofErr w:type="spellStart"/>
      <w:r w:rsidRPr="00DB71A0">
        <w:t>Wheelwright</w:t>
      </w:r>
      <w:r w:rsidRPr="00DB71A0">
        <w:rPr>
          <w:vertAlign w:val="superscript"/>
        </w:rPr>
        <w:t>a</w:t>
      </w:r>
      <w:proofErr w:type="spellEnd"/>
      <w:r w:rsidRPr="00DB71A0">
        <w:t xml:space="preserve">*, R. </w:t>
      </w:r>
      <w:proofErr w:type="spellStart"/>
      <w:r w:rsidRPr="00DB71A0">
        <w:t>Maunsell</w:t>
      </w:r>
      <w:r w:rsidRPr="00DB71A0">
        <w:rPr>
          <w:vertAlign w:val="superscript"/>
        </w:rPr>
        <w:t>b</w:t>
      </w:r>
      <w:proofErr w:type="spellEnd"/>
      <w:r w:rsidRPr="00DB71A0">
        <w:t xml:space="preserve">, S. </w:t>
      </w:r>
      <w:proofErr w:type="spellStart"/>
      <w:r w:rsidRPr="00DB71A0">
        <w:t>Taylor</w:t>
      </w:r>
      <w:r w:rsidRPr="00DB71A0">
        <w:rPr>
          <w:vertAlign w:val="superscript"/>
        </w:rPr>
        <w:t>b</w:t>
      </w:r>
      <w:proofErr w:type="spellEnd"/>
      <w:r w:rsidRPr="00DB71A0">
        <w:t xml:space="preserve">, N. </w:t>
      </w:r>
      <w:proofErr w:type="spellStart"/>
      <w:r w:rsidRPr="00DB71A0">
        <w:t>Drinkwater</w:t>
      </w:r>
      <w:r w:rsidRPr="00DB71A0">
        <w:rPr>
          <w:vertAlign w:val="superscript"/>
        </w:rPr>
        <w:t>c</w:t>
      </w:r>
      <w:proofErr w:type="spellEnd"/>
      <w:r w:rsidRPr="00DB71A0">
        <w:t xml:space="preserve">, C. </w:t>
      </w:r>
      <w:proofErr w:type="spellStart"/>
      <w:r w:rsidRPr="00DB71A0">
        <w:t>Erridge</w:t>
      </w:r>
      <w:r w:rsidRPr="00DB71A0">
        <w:rPr>
          <w:vertAlign w:val="superscript"/>
        </w:rPr>
        <w:t>d</w:t>
      </w:r>
      <w:proofErr w:type="spellEnd"/>
      <w:r w:rsidRPr="00DB71A0">
        <w:t xml:space="preserve">, C. </w:t>
      </w:r>
      <w:proofErr w:type="spellStart"/>
      <w:r w:rsidRPr="00DB71A0">
        <w:t>Foster</w:t>
      </w:r>
      <w:r w:rsidRPr="00DB71A0">
        <w:rPr>
          <w:vertAlign w:val="superscript"/>
        </w:rPr>
        <w:t>b</w:t>
      </w:r>
      <w:proofErr w:type="spellEnd"/>
      <w:r w:rsidRPr="00DB71A0">
        <w:t xml:space="preserve">, M. </w:t>
      </w:r>
      <w:proofErr w:type="spellStart"/>
      <w:r w:rsidRPr="00DB71A0">
        <w:t>Hardcastle</w:t>
      </w:r>
      <w:r w:rsidRPr="00DB71A0">
        <w:rPr>
          <w:vertAlign w:val="superscript"/>
        </w:rPr>
        <w:t>e</w:t>
      </w:r>
      <w:proofErr w:type="spellEnd"/>
      <w:r w:rsidRPr="00DB71A0">
        <w:t xml:space="preserve">, A. </w:t>
      </w:r>
      <w:proofErr w:type="spellStart"/>
      <w:r w:rsidRPr="00DB71A0">
        <w:t>Hogden</w:t>
      </w:r>
      <w:r w:rsidRPr="00DB71A0">
        <w:rPr>
          <w:vertAlign w:val="superscript"/>
        </w:rPr>
        <w:t>f</w:t>
      </w:r>
      <w:proofErr w:type="spellEnd"/>
      <w:r w:rsidRPr="00DB71A0">
        <w:t xml:space="preserve">, I. </w:t>
      </w:r>
      <w:proofErr w:type="spellStart"/>
      <w:r w:rsidRPr="00DB71A0">
        <w:t>Lawson</w:t>
      </w:r>
      <w:r w:rsidRPr="00DB71A0">
        <w:rPr>
          <w:vertAlign w:val="superscript"/>
        </w:rPr>
        <w:t>b</w:t>
      </w:r>
      <w:proofErr w:type="spellEnd"/>
      <w:r w:rsidRPr="00DB71A0">
        <w:t xml:space="preserve">, D. </w:t>
      </w:r>
      <w:proofErr w:type="spellStart"/>
      <w:r w:rsidRPr="00DB71A0">
        <w:t>Lisiecka</w:t>
      </w:r>
      <w:r w:rsidRPr="00DB71A0">
        <w:rPr>
          <w:vertAlign w:val="superscript"/>
        </w:rPr>
        <w:t>g</w:t>
      </w:r>
      <w:proofErr w:type="spellEnd"/>
      <w:r w:rsidRPr="00DB71A0">
        <w:t xml:space="preserve">, C. </w:t>
      </w:r>
      <w:proofErr w:type="spellStart"/>
      <w:r w:rsidRPr="00DB71A0">
        <w:t>McDermott</w:t>
      </w:r>
      <w:r w:rsidRPr="00DB71A0">
        <w:rPr>
          <w:vertAlign w:val="superscript"/>
        </w:rPr>
        <w:t>h</w:t>
      </w:r>
      <w:proofErr w:type="spellEnd"/>
      <w:r w:rsidRPr="00DB71A0">
        <w:t>, K.</w:t>
      </w:r>
      <w:r w:rsidR="00BB4930">
        <w:t>E.</w:t>
      </w:r>
      <w:r w:rsidRPr="00DB71A0">
        <w:t xml:space="preserve"> </w:t>
      </w:r>
      <w:proofErr w:type="spellStart"/>
      <w:r w:rsidRPr="00DB71A0">
        <w:t>Morrison</w:t>
      </w:r>
      <w:r w:rsidRPr="00DB71A0">
        <w:rPr>
          <w:vertAlign w:val="superscript"/>
        </w:rPr>
        <w:t>i</w:t>
      </w:r>
      <w:proofErr w:type="spellEnd"/>
      <w:r w:rsidRPr="00DB71A0">
        <w:t xml:space="preserve">, C. </w:t>
      </w:r>
      <w:proofErr w:type="spellStart"/>
      <w:r w:rsidRPr="00DB71A0">
        <w:t>Muir</w:t>
      </w:r>
      <w:r w:rsidRPr="00DB71A0">
        <w:rPr>
          <w:vertAlign w:val="superscript"/>
        </w:rPr>
        <w:t>b</w:t>
      </w:r>
      <w:proofErr w:type="spellEnd"/>
      <w:r w:rsidRPr="00DB71A0">
        <w:t xml:space="preserve">, A. </w:t>
      </w:r>
      <w:proofErr w:type="spellStart"/>
      <w:r w:rsidRPr="00DB71A0">
        <w:t>Recio-Saucedo</w:t>
      </w:r>
      <w:r w:rsidRPr="00DB71A0">
        <w:rPr>
          <w:vertAlign w:val="superscript"/>
        </w:rPr>
        <w:t>b</w:t>
      </w:r>
      <w:proofErr w:type="spellEnd"/>
      <w:r w:rsidRPr="00DB71A0">
        <w:t>,</w:t>
      </w:r>
      <w:r w:rsidR="00876131">
        <w:t xml:space="preserve"> and</w:t>
      </w:r>
      <w:r w:rsidRPr="00DB71A0">
        <w:t xml:space="preserve"> S. </w:t>
      </w:r>
      <w:proofErr w:type="spellStart"/>
      <w:r w:rsidRPr="00DB71A0">
        <w:t>White</w:t>
      </w:r>
      <w:r w:rsidRPr="00DB71A0">
        <w:rPr>
          <w:vertAlign w:val="superscript"/>
        </w:rPr>
        <w:t>h</w:t>
      </w:r>
      <w:proofErr w:type="spellEnd"/>
      <w:r w:rsidRPr="00DB71A0">
        <w:t xml:space="preserve"> </w:t>
      </w:r>
    </w:p>
    <w:p w14:paraId="78CE1DCC" w14:textId="5208B105" w:rsidR="009D5B05" w:rsidRDefault="00DB71A0" w:rsidP="00DB71A0">
      <w:pPr>
        <w:pStyle w:val="Authornames"/>
        <w:rPr>
          <w:i/>
          <w:iCs/>
          <w:sz w:val="24"/>
        </w:rPr>
      </w:pPr>
      <w:r w:rsidRPr="00DB71A0">
        <w:rPr>
          <w:i/>
          <w:sz w:val="24"/>
          <w:vertAlign w:val="superscript"/>
        </w:rPr>
        <w:t>a</w:t>
      </w:r>
      <w:r w:rsidRPr="00DB71A0">
        <w:rPr>
          <w:sz w:val="24"/>
        </w:rPr>
        <w:t xml:space="preserve"> </w:t>
      </w:r>
      <w:r w:rsidRPr="00876131">
        <w:rPr>
          <w:i/>
          <w:iCs/>
          <w:sz w:val="24"/>
        </w:rPr>
        <w:t>SHORE-C, U</w:t>
      </w:r>
      <w:r w:rsidRPr="00DB71A0">
        <w:rPr>
          <w:i/>
          <w:iCs/>
          <w:sz w:val="24"/>
        </w:rPr>
        <w:t>niversity of Sussex,</w:t>
      </w:r>
      <w:r w:rsidRPr="00876131">
        <w:rPr>
          <w:i/>
          <w:iCs/>
          <w:sz w:val="24"/>
        </w:rPr>
        <w:t xml:space="preserve"> Brighton, UK,</w:t>
      </w:r>
      <w:r w:rsidRPr="00DB71A0">
        <w:rPr>
          <w:i/>
          <w:iCs/>
          <w:sz w:val="24"/>
        </w:rPr>
        <w:t xml:space="preserve"> </w:t>
      </w:r>
      <w:proofErr w:type="spellStart"/>
      <w:r w:rsidRPr="00876131">
        <w:rPr>
          <w:i/>
          <w:iCs/>
          <w:sz w:val="24"/>
          <w:vertAlign w:val="superscript"/>
        </w:rPr>
        <w:t>b</w:t>
      </w:r>
      <w:r w:rsidR="00C422F6" w:rsidRPr="00120A0C">
        <w:rPr>
          <w:i/>
          <w:iCs/>
          <w:sz w:val="24"/>
        </w:rPr>
        <w:t>Centre</w:t>
      </w:r>
      <w:proofErr w:type="spellEnd"/>
      <w:r w:rsidR="00C422F6" w:rsidRPr="00120A0C">
        <w:rPr>
          <w:i/>
          <w:iCs/>
          <w:sz w:val="24"/>
        </w:rPr>
        <w:t xml:space="preserve"> for Psychosocial Research in Cancer: </w:t>
      </w:r>
      <w:proofErr w:type="spellStart"/>
      <w:r w:rsidR="00C422F6" w:rsidRPr="00120A0C">
        <w:rPr>
          <w:i/>
          <w:iCs/>
          <w:sz w:val="24"/>
        </w:rPr>
        <w:t>CentRIC</w:t>
      </w:r>
      <w:proofErr w:type="spellEnd"/>
      <w:r w:rsidR="00C422F6" w:rsidRPr="00120A0C">
        <w:rPr>
          <w:i/>
          <w:iCs/>
          <w:sz w:val="24"/>
        </w:rPr>
        <w:t xml:space="preserve">, </w:t>
      </w:r>
      <w:r w:rsidRPr="00DB71A0">
        <w:rPr>
          <w:i/>
          <w:iCs/>
          <w:sz w:val="24"/>
        </w:rPr>
        <w:t>University of Southampton,</w:t>
      </w:r>
      <w:r w:rsidR="00876131">
        <w:rPr>
          <w:i/>
          <w:iCs/>
          <w:sz w:val="24"/>
        </w:rPr>
        <w:t xml:space="preserve"> Southampton, UK, </w:t>
      </w:r>
      <w:proofErr w:type="spellStart"/>
      <w:r w:rsidRPr="00876131">
        <w:rPr>
          <w:i/>
          <w:iCs/>
          <w:sz w:val="24"/>
          <w:vertAlign w:val="superscript"/>
        </w:rPr>
        <w:t>c</w:t>
      </w:r>
      <w:r w:rsidRPr="00DB71A0">
        <w:rPr>
          <w:i/>
          <w:iCs/>
          <w:sz w:val="24"/>
        </w:rPr>
        <w:t>Motor</w:t>
      </w:r>
      <w:proofErr w:type="spellEnd"/>
      <w:r w:rsidRPr="00DB71A0">
        <w:rPr>
          <w:i/>
          <w:iCs/>
          <w:sz w:val="24"/>
        </w:rPr>
        <w:t xml:space="preserve"> Neurone Disease Association,</w:t>
      </w:r>
      <w:r w:rsidR="00876131">
        <w:rPr>
          <w:i/>
          <w:iCs/>
          <w:sz w:val="24"/>
        </w:rPr>
        <w:t xml:space="preserve"> UK,</w:t>
      </w:r>
      <w:r w:rsidRPr="00DB71A0">
        <w:rPr>
          <w:i/>
          <w:iCs/>
          <w:sz w:val="24"/>
        </w:rPr>
        <w:t xml:space="preserve"> </w:t>
      </w:r>
      <w:proofErr w:type="spellStart"/>
      <w:r w:rsidRPr="00876131">
        <w:rPr>
          <w:i/>
          <w:iCs/>
          <w:sz w:val="24"/>
          <w:vertAlign w:val="superscript"/>
        </w:rPr>
        <w:t>d</w:t>
      </w:r>
      <w:r w:rsidRPr="00DB71A0">
        <w:rPr>
          <w:i/>
          <w:iCs/>
          <w:sz w:val="24"/>
        </w:rPr>
        <w:t>University</w:t>
      </w:r>
      <w:proofErr w:type="spellEnd"/>
      <w:r w:rsidRPr="00DB71A0">
        <w:rPr>
          <w:i/>
          <w:iCs/>
          <w:sz w:val="24"/>
        </w:rPr>
        <w:t xml:space="preserve"> Hospital Southampton NHS Foundation Trust,</w:t>
      </w:r>
      <w:r w:rsidR="00876131">
        <w:rPr>
          <w:i/>
          <w:iCs/>
          <w:sz w:val="24"/>
        </w:rPr>
        <w:t xml:space="preserve"> UK,</w:t>
      </w:r>
      <w:r w:rsidRPr="00DB71A0">
        <w:rPr>
          <w:i/>
          <w:iCs/>
          <w:sz w:val="24"/>
        </w:rPr>
        <w:t xml:space="preserve"> </w:t>
      </w:r>
      <w:proofErr w:type="spellStart"/>
      <w:r w:rsidRPr="00876131">
        <w:rPr>
          <w:i/>
          <w:iCs/>
          <w:sz w:val="24"/>
          <w:vertAlign w:val="superscript"/>
        </w:rPr>
        <w:t>e</w:t>
      </w:r>
      <w:r w:rsidRPr="00DB71A0">
        <w:rPr>
          <w:i/>
          <w:iCs/>
          <w:sz w:val="24"/>
        </w:rPr>
        <w:t>Rowans</w:t>
      </w:r>
      <w:proofErr w:type="spellEnd"/>
      <w:r w:rsidRPr="00DB71A0">
        <w:rPr>
          <w:i/>
          <w:iCs/>
          <w:sz w:val="24"/>
        </w:rPr>
        <w:t xml:space="preserve"> Hospice, </w:t>
      </w:r>
      <w:r w:rsidR="00425317" w:rsidRPr="00876131">
        <w:rPr>
          <w:i/>
          <w:iCs/>
          <w:sz w:val="24"/>
          <w:vertAlign w:val="superscript"/>
        </w:rPr>
        <w:t>f</w:t>
      </w:r>
      <w:r w:rsidR="00425317">
        <w:rPr>
          <w:i/>
          <w:iCs/>
          <w:sz w:val="24"/>
        </w:rPr>
        <w:t xml:space="preserve"> School of Population Health, University of New South Wales, Sydney, Australia</w:t>
      </w:r>
      <w:r w:rsidRPr="00DB71A0">
        <w:rPr>
          <w:i/>
          <w:iCs/>
          <w:sz w:val="24"/>
        </w:rPr>
        <w:t>,</w:t>
      </w:r>
      <w:r w:rsidR="00876131">
        <w:rPr>
          <w:i/>
          <w:iCs/>
          <w:sz w:val="24"/>
        </w:rPr>
        <w:t xml:space="preserve"> </w:t>
      </w:r>
      <w:proofErr w:type="spellStart"/>
      <w:r w:rsidRPr="00876131">
        <w:rPr>
          <w:i/>
          <w:iCs/>
          <w:sz w:val="24"/>
          <w:vertAlign w:val="superscript"/>
        </w:rPr>
        <w:t>g</w:t>
      </w:r>
      <w:r w:rsidR="009428A8">
        <w:rPr>
          <w:i/>
          <w:iCs/>
          <w:sz w:val="24"/>
        </w:rPr>
        <w:t>Munster</w:t>
      </w:r>
      <w:proofErr w:type="spellEnd"/>
      <w:r w:rsidR="009428A8">
        <w:rPr>
          <w:i/>
          <w:iCs/>
          <w:sz w:val="24"/>
        </w:rPr>
        <w:t xml:space="preserve"> Technological University – Kerry Campus</w:t>
      </w:r>
      <w:r w:rsidRPr="00DB71A0">
        <w:rPr>
          <w:i/>
          <w:iCs/>
          <w:sz w:val="24"/>
        </w:rPr>
        <w:t>,</w:t>
      </w:r>
      <w:r w:rsidR="00AA7153">
        <w:rPr>
          <w:i/>
          <w:iCs/>
          <w:sz w:val="24"/>
        </w:rPr>
        <w:t xml:space="preserve"> Republic of Ireland, </w:t>
      </w:r>
      <w:r w:rsidRPr="00DB71A0">
        <w:rPr>
          <w:i/>
          <w:iCs/>
          <w:sz w:val="24"/>
        </w:rPr>
        <w:t xml:space="preserve"> </w:t>
      </w:r>
      <w:proofErr w:type="spellStart"/>
      <w:r w:rsidRPr="00876131">
        <w:rPr>
          <w:i/>
          <w:iCs/>
          <w:sz w:val="24"/>
          <w:vertAlign w:val="superscript"/>
        </w:rPr>
        <w:t>h</w:t>
      </w:r>
      <w:r w:rsidRPr="00DB71A0">
        <w:rPr>
          <w:i/>
          <w:iCs/>
          <w:sz w:val="24"/>
        </w:rPr>
        <w:t>University</w:t>
      </w:r>
      <w:proofErr w:type="spellEnd"/>
      <w:r w:rsidRPr="00DB71A0">
        <w:rPr>
          <w:i/>
          <w:iCs/>
          <w:sz w:val="24"/>
        </w:rPr>
        <w:t xml:space="preserve"> of Sheffield, </w:t>
      </w:r>
      <w:proofErr w:type="spellStart"/>
      <w:r w:rsidRPr="00876131">
        <w:rPr>
          <w:i/>
          <w:iCs/>
          <w:sz w:val="24"/>
          <w:vertAlign w:val="superscript"/>
        </w:rPr>
        <w:t>i</w:t>
      </w:r>
      <w:r w:rsidR="00C27BE0" w:rsidRPr="00C27BE0">
        <w:rPr>
          <w:i/>
          <w:iCs/>
          <w:sz w:val="24"/>
        </w:rPr>
        <w:t>School</w:t>
      </w:r>
      <w:proofErr w:type="spellEnd"/>
      <w:r w:rsidR="00C27BE0" w:rsidRPr="00C27BE0">
        <w:rPr>
          <w:i/>
          <w:iCs/>
          <w:sz w:val="24"/>
        </w:rPr>
        <w:t xml:space="preserve"> of Medicine, Dentistry and Biomedical Sciences, Queen’s University Belfast, U.K.</w:t>
      </w:r>
    </w:p>
    <w:p w14:paraId="2602F405" w14:textId="1C745C51" w:rsidR="0042608A" w:rsidRPr="0042608A" w:rsidRDefault="0042608A" w:rsidP="00AA0059">
      <w:pPr>
        <w:pStyle w:val="Correspondencedetails"/>
        <w:rPr>
          <w:b/>
          <w:bCs/>
        </w:rPr>
      </w:pPr>
      <w:r w:rsidRPr="0042608A">
        <w:rPr>
          <w:b/>
          <w:bCs/>
        </w:rPr>
        <w:t>Correspondence details:</w:t>
      </w:r>
    </w:p>
    <w:p w14:paraId="00DF8C37" w14:textId="215279A1" w:rsidR="0042608A" w:rsidRPr="0042608A" w:rsidRDefault="0042608A" w:rsidP="0042608A">
      <w:pPr>
        <w:shd w:val="clear" w:color="auto" w:fill="FFFFFF"/>
        <w:spacing w:line="360" w:lineRule="auto"/>
        <w:textAlignment w:val="baseline"/>
        <w:rPr>
          <w:sz w:val="21"/>
          <w:szCs w:val="21"/>
          <w:bdr w:val="none" w:sz="0" w:space="0" w:color="auto" w:frame="1"/>
        </w:rPr>
      </w:pPr>
      <w:r w:rsidRPr="0042608A">
        <w:rPr>
          <w:sz w:val="21"/>
          <w:szCs w:val="21"/>
          <w:bdr w:val="none" w:sz="0" w:space="0" w:color="auto" w:frame="1"/>
        </w:rPr>
        <w:t>Dr Sall</w:t>
      </w:r>
      <w:r w:rsidR="00645EE1">
        <w:rPr>
          <w:sz w:val="21"/>
          <w:szCs w:val="21"/>
          <w:bdr w:val="none" w:sz="0" w:space="0" w:color="auto" w:frame="1"/>
        </w:rPr>
        <w:t>y</w:t>
      </w:r>
      <w:r w:rsidRPr="0042608A">
        <w:rPr>
          <w:sz w:val="21"/>
          <w:szCs w:val="21"/>
          <w:bdr w:val="none" w:sz="0" w:space="0" w:color="auto" w:frame="1"/>
        </w:rPr>
        <w:t xml:space="preserve"> Wheelwright </w:t>
      </w:r>
    </w:p>
    <w:p w14:paraId="718518FD" w14:textId="77777777" w:rsidR="00CA18AD" w:rsidRPr="00CA18AD" w:rsidRDefault="0042608A" w:rsidP="00CA18AD">
      <w:pPr>
        <w:shd w:val="clear" w:color="auto" w:fill="FFFFFF"/>
        <w:spacing w:line="360" w:lineRule="auto"/>
        <w:textAlignment w:val="baseline"/>
        <w:rPr>
          <w:sz w:val="21"/>
          <w:szCs w:val="21"/>
          <w:bdr w:val="none" w:sz="0" w:space="0" w:color="auto" w:frame="1"/>
        </w:rPr>
      </w:pPr>
      <w:r w:rsidRPr="0042608A">
        <w:rPr>
          <w:sz w:val="21"/>
          <w:szCs w:val="21"/>
          <w:bdr w:val="none" w:sz="0" w:space="0" w:color="auto" w:frame="1"/>
        </w:rPr>
        <w:t>Sussex Health Outcomes Research &amp; Education in Cancer (SHORE-C)</w:t>
      </w:r>
      <w:r w:rsidRPr="0042608A">
        <w:rPr>
          <w:sz w:val="21"/>
          <w:szCs w:val="21"/>
          <w:bdr w:val="none" w:sz="0" w:space="0" w:color="auto" w:frame="1"/>
        </w:rPr>
        <w:br/>
      </w:r>
      <w:r w:rsidR="00CA18AD" w:rsidRPr="00CA18AD">
        <w:rPr>
          <w:sz w:val="21"/>
          <w:szCs w:val="21"/>
          <w:bdr w:val="none" w:sz="0" w:space="0" w:color="auto" w:frame="1"/>
        </w:rPr>
        <w:t>Brighton &amp; Sussex Medical School</w:t>
      </w:r>
    </w:p>
    <w:p w14:paraId="1A1CA689" w14:textId="77777777" w:rsidR="00CA18AD" w:rsidRPr="00CA18AD" w:rsidRDefault="00CA18AD" w:rsidP="00CA18AD">
      <w:pPr>
        <w:shd w:val="clear" w:color="auto" w:fill="FFFFFF"/>
        <w:spacing w:line="360" w:lineRule="auto"/>
        <w:textAlignment w:val="baseline"/>
        <w:rPr>
          <w:sz w:val="21"/>
          <w:szCs w:val="21"/>
          <w:bdr w:val="none" w:sz="0" w:space="0" w:color="auto" w:frame="1"/>
        </w:rPr>
      </w:pPr>
      <w:r w:rsidRPr="00CA18AD">
        <w:rPr>
          <w:sz w:val="21"/>
          <w:szCs w:val="21"/>
          <w:bdr w:val="none" w:sz="0" w:space="0" w:color="auto" w:frame="1"/>
        </w:rPr>
        <w:t>Science Park Road</w:t>
      </w:r>
    </w:p>
    <w:p w14:paraId="582D9CBA" w14:textId="77777777" w:rsidR="00CA18AD" w:rsidRPr="00CA18AD" w:rsidRDefault="00CA18AD" w:rsidP="00CA18AD">
      <w:pPr>
        <w:shd w:val="clear" w:color="auto" w:fill="FFFFFF"/>
        <w:spacing w:line="360" w:lineRule="auto"/>
        <w:textAlignment w:val="baseline"/>
        <w:rPr>
          <w:sz w:val="21"/>
          <w:szCs w:val="21"/>
          <w:bdr w:val="none" w:sz="0" w:space="0" w:color="auto" w:frame="1"/>
        </w:rPr>
      </w:pPr>
      <w:r w:rsidRPr="00CA18AD">
        <w:rPr>
          <w:sz w:val="21"/>
          <w:szCs w:val="21"/>
          <w:bdr w:val="none" w:sz="0" w:space="0" w:color="auto" w:frame="1"/>
        </w:rPr>
        <w:t>University of Sussex</w:t>
      </w:r>
    </w:p>
    <w:p w14:paraId="68E265EF" w14:textId="77777777" w:rsidR="00CA18AD" w:rsidRPr="00CA18AD" w:rsidRDefault="00CA18AD" w:rsidP="00CA18AD">
      <w:pPr>
        <w:shd w:val="clear" w:color="auto" w:fill="FFFFFF"/>
        <w:spacing w:line="360" w:lineRule="auto"/>
        <w:textAlignment w:val="baseline"/>
        <w:rPr>
          <w:sz w:val="21"/>
          <w:szCs w:val="21"/>
          <w:bdr w:val="none" w:sz="0" w:space="0" w:color="auto" w:frame="1"/>
        </w:rPr>
      </w:pPr>
      <w:r w:rsidRPr="00CA18AD">
        <w:rPr>
          <w:sz w:val="21"/>
          <w:szCs w:val="21"/>
          <w:bdr w:val="none" w:sz="0" w:space="0" w:color="auto" w:frame="1"/>
        </w:rPr>
        <w:t>Falmer</w:t>
      </w:r>
    </w:p>
    <w:p w14:paraId="122729BA" w14:textId="506D5DE9" w:rsidR="0042608A" w:rsidRPr="0042608A" w:rsidRDefault="00CA18AD" w:rsidP="00CA18AD">
      <w:pPr>
        <w:shd w:val="clear" w:color="auto" w:fill="FFFFFF"/>
        <w:spacing w:line="360" w:lineRule="auto"/>
        <w:textAlignment w:val="baseline"/>
        <w:rPr>
          <w:sz w:val="21"/>
          <w:szCs w:val="21"/>
          <w:bdr w:val="none" w:sz="0" w:space="0" w:color="auto" w:frame="1"/>
        </w:rPr>
      </w:pPr>
      <w:r w:rsidRPr="00CA18AD">
        <w:rPr>
          <w:sz w:val="21"/>
          <w:szCs w:val="21"/>
          <w:bdr w:val="none" w:sz="0" w:space="0" w:color="auto" w:frame="1"/>
        </w:rPr>
        <w:t>Brighton BN1 9RR</w:t>
      </w:r>
    </w:p>
    <w:p w14:paraId="7A1C32C3" w14:textId="77777777" w:rsidR="00844A56" w:rsidRDefault="0042608A" w:rsidP="00844A56">
      <w:pPr>
        <w:pStyle w:val="Authornames"/>
        <w:rPr>
          <w:sz w:val="24"/>
        </w:rPr>
      </w:pPr>
      <w:r w:rsidRPr="0042608A">
        <w:rPr>
          <w:sz w:val="21"/>
          <w:szCs w:val="21"/>
          <w:bdr w:val="none" w:sz="0" w:space="0" w:color="auto" w:frame="1"/>
        </w:rPr>
        <w:t xml:space="preserve">E: </w:t>
      </w:r>
      <w:hyperlink r:id="rId11" w:history="1">
        <w:r w:rsidRPr="0042608A">
          <w:rPr>
            <w:rStyle w:val="Hyperlink"/>
            <w:color w:val="0070C0"/>
            <w:sz w:val="21"/>
            <w:szCs w:val="21"/>
            <w:bdr w:val="none" w:sz="0" w:space="0" w:color="auto" w:frame="1"/>
          </w:rPr>
          <w:t>S.Wheelwright@sussex.ac.uk</w:t>
        </w:r>
      </w:hyperlink>
      <w:r w:rsidRPr="0042608A">
        <w:rPr>
          <w:sz w:val="21"/>
          <w:szCs w:val="21"/>
          <w:bdr w:val="none" w:sz="0" w:space="0" w:color="auto" w:frame="1"/>
        </w:rPr>
        <w:br/>
        <w:t>T: +44(0)1273 873024</w:t>
      </w:r>
      <w:r w:rsidRPr="0042608A">
        <w:rPr>
          <w:sz w:val="21"/>
          <w:szCs w:val="21"/>
          <w:bdr w:val="none" w:sz="0" w:space="0" w:color="auto" w:frame="1"/>
        </w:rPr>
        <w:br/>
      </w:r>
    </w:p>
    <w:p w14:paraId="5C9ECB3D" w14:textId="65DEE8C2" w:rsidR="00844A56" w:rsidRPr="00844A56" w:rsidRDefault="00844A56" w:rsidP="00844A56">
      <w:pPr>
        <w:pStyle w:val="Authornames"/>
        <w:spacing w:before="0" w:line="480" w:lineRule="auto"/>
        <w:rPr>
          <w:sz w:val="21"/>
          <w:szCs w:val="21"/>
        </w:rPr>
      </w:pPr>
      <w:r w:rsidRPr="00844A56">
        <w:rPr>
          <w:sz w:val="21"/>
          <w:szCs w:val="21"/>
        </w:rPr>
        <w:t xml:space="preserve">R. Maunsell - </w:t>
      </w:r>
      <w:hyperlink r:id="rId12" w:history="1">
        <w:r w:rsidRPr="00844A56">
          <w:rPr>
            <w:rStyle w:val="Hyperlink"/>
            <w:sz w:val="21"/>
            <w:szCs w:val="21"/>
          </w:rPr>
          <w:t>rosemaunsell90@gmail.com</w:t>
        </w:r>
      </w:hyperlink>
    </w:p>
    <w:p w14:paraId="52E7C551" w14:textId="6C059D8A" w:rsidR="00844A56" w:rsidRPr="00844A56" w:rsidRDefault="00844A56" w:rsidP="00844A56">
      <w:pPr>
        <w:pStyle w:val="Authornames"/>
        <w:spacing w:before="0" w:line="480" w:lineRule="auto"/>
        <w:rPr>
          <w:sz w:val="21"/>
          <w:szCs w:val="21"/>
        </w:rPr>
      </w:pPr>
      <w:r w:rsidRPr="00844A56">
        <w:rPr>
          <w:sz w:val="21"/>
          <w:szCs w:val="21"/>
        </w:rPr>
        <w:t xml:space="preserve">S. Taylor - </w:t>
      </w:r>
      <w:hyperlink r:id="rId13" w:history="1">
        <w:r w:rsidRPr="00844A56">
          <w:rPr>
            <w:rStyle w:val="Hyperlink"/>
            <w:color w:val="0000FF"/>
            <w:sz w:val="21"/>
            <w:szCs w:val="21"/>
          </w:rPr>
          <w:t>S.E.Taylor@soton.ac.uk</w:t>
        </w:r>
      </w:hyperlink>
      <w:r w:rsidRPr="00844A56">
        <w:rPr>
          <w:color w:val="1F497D"/>
          <w:sz w:val="21"/>
          <w:szCs w:val="21"/>
        </w:rPr>
        <w:t> </w:t>
      </w:r>
    </w:p>
    <w:p w14:paraId="20898C52" w14:textId="63EEFD4E" w:rsidR="00844A56" w:rsidRPr="00844A56" w:rsidRDefault="00844A56" w:rsidP="00844A56">
      <w:pPr>
        <w:pStyle w:val="Authornames"/>
        <w:spacing w:before="0" w:line="480" w:lineRule="auto"/>
        <w:rPr>
          <w:sz w:val="21"/>
          <w:szCs w:val="21"/>
        </w:rPr>
      </w:pPr>
      <w:r w:rsidRPr="00844A56">
        <w:rPr>
          <w:sz w:val="21"/>
          <w:szCs w:val="21"/>
        </w:rPr>
        <w:t xml:space="preserve">N. Drinkwater - </w:t>
      </w:r>
      <w:hyperlink r:id="rId14" w:history="1">
        <w:r w:rsidRPr="00844A56">
          <w:rPr>
            <w:rStyle w:val="Hyperlink"/>
            <w:sz w:val="21"/>
            <w:szCs w:val="21"/>
          </w:rPr>
          <w:t>neil.drinkwater@mndassociation.org</w:t>
        </w:r>
      </w:hyperlink>
    </w:p>
    <w:p w14:paraId="57D8DBBC" w14:textId="4D32D401" w:rsidR="00844A56" w:rsidRPr="00844A56" w:rsidRDefault="00844A56" w:rsidP="00844A56">
      <w:pPr>
        <w:pStyle w:val="Authornames"/>
        <w:spacing w:before="0" w:line="480" w:lineRule="auto"/>
        <w:rPr>
          <w:sz w:val="21"/>
          <w:szCs w:val="21"/>
        </w:rPr>
      </w:pPr>
      <w:r w:rsidRPr="00844A56">
        <w:rPr>
          <w:sz w:val="21"/>
          <w:szCs w:val="21"/>
        </w:rPr>
        <w:t xml:space="preserve">C. </w:t>
      </w:r>
      <w:proofErr w:type="spellStart"/>
      <w:r w:rsidRPr="00844A56">
        <w:rPr>
          <w:sz w:val="21"/>
          <w:szCs w:val="21"/>
        </w:rPr>
        <w:t>Erridge</w:t>
      </w:r>
      <w:proofErr w:type="spellEnd"/>
      <w:r w:rsidRPr="00844A56">
        <w:rPr>
          <w:sz w:val="21"/>
          <w:szCs w:val="21"/>
        </w:rPr>
        <w:t xml:space="preserve"> - </w:t>
      </w:r>
      <w:hyperlink r:id="rId15" w:history="1">
        <w:r w:rsidRPr="00844A56">
          <w:rPr>
            <w:rStyle w:val="Hyperlink"/>
            <w:sz w:val="21"/>
            <w:szCs w:val="21"/>
          </w:rPr>
          <w:t>Clare.Erridge@uhs.nhs.uk</w:t>
        </w:r>
      </w:hyperlink>
    </w:p>
    <w:p w14:paraId="55669D16" w14:textId="77777777" w:rsidR="00844A56" w:rsidRPr="00844A56" w:rsidRDefault="00844A56" w:rsidP="00844A56">
      <w:pPr>
        <w:rPr>
          <w:sz w:val="21"/>
          <w:szCs w:val="21"/>
        </w:rPr>
      </w:pPr>
      <w:r w:rsidRPr="00844A56">
        <w:rPr>
          <w:sz w:val="21"/>
          <w:szCs w:val="21"/>
        </w:rPr>
        <w:t xml:space="preserve">C. Foster - </w:t>
      </w:r>
      <w:hyperlink r:id="rId16" w:history="1">
        <w:r w:rsidRPr="00844A56">
          <w:rPr>
            <w:rStyle w:val="Hyperlink"/>
            <w:sz w:val="21"/>
            <w:szCs w:val="21"/>
          </w:rPr>
          <w:t>c.l.foster@soton.ac.uk</w:t>
        </w:r>
      </w:hyperlink>
    </w:p>
    <w:p w14:paraId="0C4DFDA9" w14:textId="25B99804" w:rsidR="00844A56" w:rsidRPr="00844A56" w:rsidRDefault="00844A56" w:rsidP="00844A56">
      <w:pPr>
        <w:pStyle w:val="Authornames"/>
        <w:spacing w:before="0" w:line="480" w:lineRule="auto"/>
        <w:rPr>
          <w:sz w:val="21"/>
          <w:szCs w:val="21"/>
        </w:rPr>
      </w:pPr>
      <w:r w:rsidRPr="00844A56">
        <w:rPr>
          <w:sz w:val="21"/>
          <w:szCs w:val="21"/>
        </w:rPr>
        <w:t xml:space="preserve">M. Hardcastle - </w:t>
      </w:r>
      <w:hyperlink r:id="rId17" w:history="1">
        <w:r w:rsidRPr="00844A56">
          <w:rPr>
            <w:rStyle w:val="Hyperlink"/>
            <w:sz w:val="21"/>
            <w:szCs w:val="21"/>
          </w:rPr>
          <w:t>Maggi.Hardcastle@rowanshospice.co.uk</w:t>
        </w:r>
      </w:hyperlink>
    </w:p>
    <w:p w14:paraId="2708F09F" w14:textId="353E4BE8" w:rsidR="00844A56" w:rsidRPr="00844A56" w:rsidRDefault="00844A56" w:rsidP="00844A56">
      <w:pPr>
        <w:pStyle w:val="Authornames"/>
        <w:spacing w:before="0" w:line="480" w:lineRule="auto"/>
        <w:rPr>
          <w:sz w:val="21"/>
          <w:szCs w:val="21"/>
        </w:rPr>
      </w:pPr>
      <w:r w:rsidRPr="00844A56">
        <w:rPr>
          <w:sz w:val="21"/>
          <w:szCs w:val="21"/>
        </w:rPr>
        <w:lastRenderedPageBreak/>
        <w:t xml:space="preserve">A. </w:t>
      </w:r>
      <w:proofErr w:type="spellStart"/>
      <w:r w:rsidRPr="00844A56">
        <w:rPr>
          <w:sz w:val="21"/>
          <w:szCs w:val="21"/>
        </w:rPr>
        <w:t>Hogden</w:t>
      </w:r>
      <w:proofErr w:type="spellEnd"/>
      <w:r w:rsidRPr="00844A56">
        <w:rPr>
          <w:sz w:val="21"/>
          <w:szCs w:val="21"/>
        </w:rPr>
        <w:t xml:space="preserve"> - </w:t>
      </w:r>
      <w:hyperlink r:id="rId18" w:history="1">
        <w:r w:rsidRPr="00844A56">
          <w:rPr>
            <w:rStyle w:val="Hyperlink"/>
            <w:sz w:val="21"/>
            <w:szCs w:val="21"/>
          </w:rPr>
          <w:t>a.hogden@unsw.edu.au</w:t>
        </w:r>
      </w:hyperlink>
    </w:p>
    <w:p w14:paraId="6587A2F9" w14:textId="77777777" w:rsidR="00844A56" w:rsidRPr="00844A56" w:rsidRDefault="00844A56" w:rsidP="00844A56">
      <w:pPr>
        <w:rPr>
          <w:sz w:val="21"/>
          <w:szCs w:val="21"/>
        </w:rPr>
      </w:pPr>
      <w:r w:rsidRPr="00844A56">
        <w:rPr>
          <w:sz w:val="21"/>
          <w:szCs w:val="21"/>
        </w:rPr>
        <w:t xml:space="preserve">I. Lawson - </w:t>
      </w:r>
      <w:hyperlink r:id="rId19" w:history="1">
        <w:r w:rsidRPr="00844A56">
          <w:rPr>
            <w:rStyle w:val="Hyperlink"/>
            <w:sz w:val="21"/>
            <w:szCs w:val="21"/>
          </w:rPr>
          <w:t>ianlawson1955@gmail.com</w:t>
        </w:r>
      </w:hyperlink>
    </w:p>
    <w:p w14:paraId="3611A8DF" w14:textId="4AEE3F55" w:rsidR="00844A56" w:rsidRPr="00844A56" w:rsidRDefault="00844A56" w:rsidP="00844A56">
      <w:pPr>
        <w:rPr>
          <w:sz w:val="21"/>
          <w:szCs w:val="21"/>
        </w:rPr>
      </w:pPr>
      <w:r w:rsidRPr="00844A56">
        <w:rPr>
          <w:sz w:val="21"/>
          <w:szCs w:val="21"/>
        </w:rPr>
        <w:t xml:space="preserve">D. Lisiecka - </w:t>
      </w:r>
      <w:hyperlink r:id="rId20" w:history="1">
        <w:r w:rsidRPr="00844A56">
          <w:rPr>
            <w:rStyle w:val="Hyperlink"/>
            <w:sz w:val="21"/>
            <w:szCs w:val="21"/>
          </w:rPr>
          <w:t>Dominika.Lisiecka@mtu.ie</w:t>
        </w:r>
      </w:hyperlink>
    </w:p>
    <w:p w14:paraId="5E8844FB" w14:textId="2A3EE21B" w:rsidR="00844A56" w:rsidRPr="00844A56" w:rsidRDefault="00844A56" w:rsidP="00844A56">
      <w:pPr>
        <w:pStyle w:val="Authornames"/>
        <w:spacing w:before="0" w:line="480" w:lineRule="auto"/>
        <w:rPr>
          <w:sz w:val="21"/>
          <w:szCs w:val="21"/>
        </w:rPr>
      </w:pPr>
      <w:r w:rsidRPr="00844A56">
        <w:rPr>
          <w:sz w:val="21"/>
          <w:szCs w:val="21"/>
        </w:rPr>
        <w:t xml:space="preserve">C. McDermott - </w:t>
      </w:r>
      <w:hyperlink r:id="rId21" w:history="1">
        <w:r w:rsidRPr="00844A56">
          <w:rPr>
            <w:rStyle w:val="Hyperlink"/>
            <w:sz w:val="21"/>
            <w:szCs w:val="21"/>
          </w:rPr>
          <w:t>c.j.mcdermott@sheffield.ac.uk</w:t>
        </w:r>
      </w:hyperlink>
    </w:p>
    <w:p w14:paraId="2CCB4673" w14:textId="4D65236B" w:rsidR="00844A56" w:rsidRPr="00844A56" w:rsidRDefault="00844A56" w:rsidP="00844A56">
      <w:pPr>
        <w:pStyle w:val="Authornames"/>
        <w:spacing w:before="0" w:line="480" w:lineRule="auto"/>
        <w:rPr>
          <w:sz w:val="21"/>
          <w:szCs w:val="21"/>
        </w:rPr>
      </w:pPr>
      <w:r w:rsidRPr="00844A56">
        <w:rPr>
          <w:sz w:val="21"/>
          <w:szCs w:val="21"/>
        </w:rPr>
        <w:t xml:space="preserve">K. Morrison - </w:t>
      </w:r>
      <w:hyperlink r:id="rId22" w:history="1">
        <w:r w:rsidRPr="00844A56">
          <w:rPr>
            <w:rStyle w:val="Hyperlink"/>
            <w:sz w:val="21"/>
            <w:szCs w:val="21"/>
          </w:rPr>
          <w:t>K.Morrison@qub.ac.uk</w:t>
        </w:r>
      </w:hyperlink>
    </w:p>
    <w:p w14:paraId="7CDEE665" w14:textId="77777777" w:rsidR="00844A56" w:rsidRPr="00844A56" w:rsidRDefault="00844A56" w:rsidP="00844A56">
      <w:pPr>
        <w:rPr>
          <w:sz w:val="21"/>
          <w:szCs w:val="21"/>
        </w:rPr>
      </w:pPr>
      <w:r w:rsidRPr="00844A56">
        <w:rPr>
          <w:sz w:val="21"/>
          <w:szCs w:val="21"/>
        </w:rPr>
        <w:t xml:space="preserve">C. Muir - </w:t>
      </w:r>
      <w:hyperlink r:id="rId23" w:history="1">
        <w:r w:rsidRPr="00844A56">
          <w:rPr>
            <w:rStyle w:val="Hyperlink"/>
            <w:sz w:val="21"/>
            <w:szCs w:val="21"/>
          </w:rPr>
          <w:t>cathmuir760@gmail.com</w:t>
        </w:r>
      </w:hyperlink>
    </w:p>
    <w:p w14:paraId="60422691" w14:textId="4BC80018" w:rsidR="00844A56" w:rsidRPr="00844A56" w:rsidRDefault="00844A56" w:rsidP="00844A56">
      <w:pPr>
        <w:pStyle w:val="Authornames"/>
        <w:spacing w:before="0" w:line="480" w:lineRule="auto"/>
        <w:rPr>
          <w:sz w:val="21"/>
          <w:szCs w:val="21"/>
        </w:rPr>
      </w:pPr>
      <w:r w:rsidRPr="00844A56">
        <w:rPr>
          <w:sz w:val="21"/>
          <w:szCs w:val="21"/>
        </w:rPr>
        <w:t xml:space="preserve">A. </w:t>
      </w:r>
      <w:proofErr w:type="spellStart"/>
      <w:r w:rsidRPr="00844A56">
        <w:rPr>
          <w:sz w:val="21"/>
          <w:szCs w:val="21"/>
        </w:rPr>
        <w:t>Recio</w:t>
      </w:r>
      <w:proofErr w:type="spellEnd"/>
      <w:r w:rsidRPr="00844A56">
        <w:rPr>
          <w:sz w:val="21"/>
          <w:szCs w:val="21"/>
        </w:rPr>
        <w:t xml:space="preserve">-Saucedo - </w:t>
      </w:r>
      <w:hyperlink r:id="rId24" w:history="1">
        <w:r w:rsidRPr="00844A56">
          <w:rPr>
            <w:rStyle w:val="Hyperlink"/>
            <w:sz w:val="21"/>
            <w:szCs w:val="21"/>
          </w:rPr>
          <w:t>ars@ecs.soton.ac.uk</w:t>
        </w:r>
      </w:hyperlink>
    </w:p>
    <w:p w14:paraId="64CE6CEE" w14:textId="347CB43A" w:rsidR="00844A56" w:rsidRDefault="00844A56" w:rsidP="00844A56">
      <w:pPr>
        <w:pStyle w:val="Authornames"/>
        <w:spacing w:before="0" w:line="480" w:lineRule="auto"/>
        <w:rPr>
          <w:sz w:val="21"/>
          <w:szCs w:val="21"/>
        </w:rPr>
      </w:pPr>
      <w:r w:rsidRPr="00844A56">
        <w:rPr>
          <w:sz w:val="21"/>
          <w:szCs w:val="21"/>
        </w:rPr>
        <w:t xml:space="preserve">S. White </w:t>
      </w:r>
      <w:r w:rsidR="0003499B">
        <w:rPr>
          <w:sz w:val="21"/>
          <w:szCs w:val="21"/>
        </w:rPr>
        <w:t xml:space="preserve">– </w:t>
      </w:r>
      <w:hyperlink r:id="rId25" w:history="1">
        <w:r w:rsidR="00A230ED" w:rsidRPr="00395D2E">
          <w:rPr>
            <w:rStyle w:val="Hyperlink"/>
            <w:sz w:val="21"/>
            <w:szCs w:val="21"/>
          </w:rPr>
          <w:t>sean.white3@nhs.net</w:t>
        </w:r>
      </w:hyperlink>
    </w:p>
    <w:p w14:paraId="5D0E2D6A" w14:textId="5E35C1A6" w:rsidR="009D5B05" w:rsidRDefault="0042608A" w:rsidP="00645EE1">
      <w:pPr>
        <w:pStyle w:val="Correspondencedetails"/>
        <w:spacing w:before="0"/>
      </w:pPr>
      <w:r w:rsidRPr="0042608A">
        <w:rPr>
          <w:sz w:val="21"/>
          <w:szCs w:val="21"/>
          <w:bdr w:val="none" w:sz="0" w:space="0" w:color="auto" w:frame="1"/>
        </w:rPr>
        <w:br/>
      </w:r>
      <w:r>
        <w:rPr>
          <w:rFonts w:ascii="Arial" w:hAnsi="Arial" w:cs="Arial"/>
          <w:color w:val="777777"/>
          <w:sz w:val="21"/>
          <w:szCs w:val="21"/>
          <w:bdr w:val="none" w:sz="0" w:space="0" w:color="auto" w:frame="1"/>
        </w:rPr>
        <w:br/>
      </w:r>
      <w:r w:rsidR="009D5B05" w:rsidRPr="009D5B05">
        <w:rPr>
          <w:b/>
          <w:bCs/>
        </w:rPr>
        <w:t>Funding details</w:t>
      </w:r>
      <w:r w:rsidR="009D5B05" w:rsidRPr="009D5B05">
        <w:t>. </w:t>
      </w:r>
      <w:r w:rsidR="00CA18AD" w:rsidRPr="009D5B05">
        <w:t xml:space="preserve"> </w:t>
      </w:r>
      <w:r w:rsidR="009D5B05" w:rsidRPr="009D5B05">
        <w:br/>
        <w:t xml:space="preserve">This work was supported by </w:t>
      </w:r>
      <w:r w:rsidR="00CA18AD">
        <w:t>Marie Curie</w:t>
      </w:r>
      <w:r w:rsidR="009D5B05" w:rsidRPr="009D5B05">
        <w:t xml:space="preserve"> under Grant </w:t>
      </w:r>
      <w:r w:rsidR="00CA18AD" w:rsidRPr="00CA18AD">
        <w:t>MCRGS-20171219-8005</w:t>
      </w:r>
      <w:r w:rsidR="009D5B05" w:rsidRPr="009D5B05">
        <w:t xml:space="preserve">; and </w:t>
      </w:r>
      <w:r w:rsidR="00CA18AD">
        <w:t>the Motor Neurone Disease Association</w:t>
      </w:r>
      <w:r w:rsidR="009D5B05" w:rsidRPr="009D5B05">
        <w:t xml:space="preserve"> under Grant </w:t>
      </w:r>
      <w:r w:rsidR="00CA18AD" w:rsidRPr="00CA18AD">
        <w:t>963-794</w:t>
      </w:r>
      <w:r w:rsidR="00CA18AD">
        <w:t>.</w:t>
      </w:r>
    </w:p>
    <w:p w14:paraId="5A747012" w14:textId="77777777" w:rsidR="00CA18AD" w:rsidRDefault="00CA18AD" w:rsidP="00645EE1">
      <w:pPr>
        <w:spacing w:before="100" w:beforeAutospacing="1" w:after="100" w:afterAutospacing="1" w:line="240" w:lineRule="auto"/>
        <w:rPr>
          <w:b/>
          <w:bCs/>
        </w:rPr>
      </w:pPr>
    </w:p>
    <w:p w14:paraId="63BC9F7C" w14:textId="3DC7F922" w:rsidR="009D5B05" w:rsidRDefault="00AA0059" w:rsidP="00645EE1">
      <w:pPr>
        <w:spacing w:before="100" w:beforeAutospacing="1" w:after="100" w:afterAutospacing="1" w:line="240" w:lineRule="auto"/>
      </w:pPr>
      <w:r w:rsidRPr="00645EE1">
        <w:rPr>
          <w:b/>
          <w:bCs/>
        </w:rPr>
        <w:t>Word count</w:t>
      </w:r>
      <w:r>
        <w:t xml:space="preserve"> = </w:t>
      </w:r>
      <w:r w:rsidR="003C75A1">
        <w:t>3004</w:t>
      </w:r>
    </w:p>
    <w:p w14:paraId="658E0101" w14:textId="58B8016F" w:rsidR="00CA18AD" w:rsidRDefault="00CA18AD" w:rsidP="00645EE1">
      <w:pPr>
        <w:spacing w:before="100" w:beforeAutospacing="1" w:after="100" w:afterAutospacing="1" w:line="240" w:lineRule="auto"/>
      </w:pPr>
      <w:r>
        <w:t>Abstract word count = 24</w:t>
      </w:r>
      <w:r w:rsidR="00C044FA">
        <w:t>9</w:t>
      </w:r>
      <w:r>
        <w:t>/250</w:t>
      </w:r>
    </w:p>
    <w:p w14:paraId="03304242" w14:textId="6D6A9A4B" w:rsidR="008E5091" w:rsidRDefault="008E5091" w:rsidP="00645EE1">
      <w:pPr>
        <w:spacing w:before="100" w:beforeAutospacing="1" w:after="100" w:afterAutospacing="1" w:line="240" w:lineRule="auto"/>
      </w:pPr>
    </w:p>
    <w:p w14:paraId="2DAE118E" w14:textId="09E44B22" w:rsidR="008E5091" w:rsidRDefault="008E5091" w:rsidP="00645EE1">
      <w:pPr>
        <w:spacing w:before="100" w:beforeAutospacing="1" w:after="100" w:afterAutospacing="1" w:line="240" w:lineRule="auto"/>
      </w:pPr>
    </w:p>
    <w:p w14:paraId="162302F6" w14:textId="58356644" w:rsidR="008E5091" w:rsidRDefault="008E5091" w:rsidP="00645EE1">
      <w:pPr>
        <w:spacing w:before="100" w:beforeAutospacing="1" w:after="100" w:afterAutospacing="1" w:line="240" w:lineRule="auto"/>
      </w:pPr>
    </w:p>
    <w:p w14:paraId="13A122CF" w14:textId="27C12C74" w:rsidR="008E5091" w:rsidRDefault="008E5091" w:rsidP="00645EE1">
      <w:pPr>
        <w:spacing w:before="100" w:beforeAutospacing="1" w:after="100" w:afterAutospacing="1" w:line="240" w:lineRule="auto"/>
      </w:pPr>
    </w:p>
    <w:p w14:paraId="38D31C08" w14:textId="15E73A19" w:rsidR="008E5091" w:rsidRDefault="008E5091" w:rsidP="00645EE1">
      <w:pPr>
        <w:spacing w:before="100" w:beforeAutospacing="1" w:after="100" w:afterAutospacing="1" w:line="240" w:lineRule="auto"/>
      </w:pPr>
    </w:p>
    <w:p w14:paraId="62AC86BB" w14:textId="0FB98FE0" w:rsidR="008E5091" w:rsidRDefault="008E5091" w:rsidP="00645EE1">
      <w:pPr>
        <w:spacing w:before="100" w:beforeAutospacing="1" w:after="100" w:afterAutospacing="1" w:line="240" w:lineRule="auto"/>
      </w:pPr>
    </w:p>
    <w:p w14:paraId="5CD132FB" w14:textId="609DA046" w:rsidR="008E5091" w:rsidRDefault="008E5091" w:rsidP="00645EE1">
      <w:pPr>
        <w:spacing w:before="100" w:beforeAutospacing="1" w:after="100" w:afterAutospacing="1" w:line="240" w:lineRule="auto"/>
      </w:pPr>
    </w:p>
    <w:p w14:paraId="1A1A7626" w14:textId="043345AF" w:rsidR="008E5091" w:rsidRDefault="008E5091" w:rsidP="00645EE1">
      <w:pPr>
        <w:spacing w:before="100" w:beforeAutospacing="1" w:after="100" w:afterAutospacing="1" w:line="240" w:lineRule="auto"/>
      </w:pPr>
    </w:p>
    <w:p w14:paraId="3E04EEB1" w14:textId="5E45C4E8" w:rsidR="008E5091" w:rsidRDefault="008E5091" w:rsidP="00645EE1">
      <w:pPr>
        <w:spacing w:before="100" w:beforeAutospacing="1" w:after="100" w:afterAutospacing="1" w:line="240" w:lineRule="auto"/>
      </w:pPr>
    </w:p>
    <w:p w14:paraId="359FD27F" w14:textId="4F5B2049" w:rsidR="008E5091" w:rsidRDefault="008E5091" w:rsidP="00645EE1">
      <w:pPr>
        <w:spacing w:before="100" w:beforeAutospacing="1" w:after="100" w:afterAutospacing="1" w:line="240" w:lineRule="auto"/>
      </w:pPr>
    </w:p>
    <w:p w14:paraId="11DD87EE" w14:textId="77777777" w:rsidR="008E5091" w:rsidRDefault="008E5091" w:rsidP="00645EE1">
      <w:pPr>
        <w:spacing w:before="100" w:beforeAutospacing="1" w:after="100" w:afterAutospacing="1" w:line="240" w:lineRule="auto"/>
      </w:pPr>
    </w:p>
    <w:p w14:paraId="7E813612" w14:textId="1D77D4F4" w:rsidR="00C246C5" w:rsidRPr="003E2008" w:rsidRDefault="00FC05CE" w:rsidP="009B24B5">
      <w:pPr>
        <w:pStyle w:val="Articletitle"/>
      </w:pPr>
      <w:r w:rsidRPr="003E2008">
        <w:lastRenderedPageBreak/>
        <w:t xml:space="preserve">Development of ‘Gastrostomy </w:t>
      </w:r>
      <w:r w:rsidR="00AA0059">
        <w:t>t</w:t>
      </w:r>
      <w:r w:rsidRPr="003E2008">
        <w:t xml:space="preserve">ube – Is it for me?’, a web-based patient decision aid for people living with motor neurone disease considering having a gastrostomy tube </w:t>
      </w:r>
      <w:r w:rsidR="00C137DD">
        <w:t>placed</w:t>
      </w:r>
    </w:p>
    <w:p w14:paraId="3E044B6C" w14:textId="6F21AFDC" w:rsidR="00266354" w:rsidRPr="00AA0059" w:rsidRDefault="00467481" w:rsidP="00467481">
      <w:pPr>
        <w:pStyle w:val="Abstract"/>
        <w:rPr>
          <w:szCs w:val="22"/>
        </w:rPr>
      </w:pPr>
      <w:r w:rsidRPr="00AA0059">
        <w:rPr>
          <w:szCs w:val="22"/>
        </w:rPr>
        <w:t>Objective: To develop and pilot a web-based patient decision aid</w:t>
      </w:r>
      <w:r w:rsidR="00BE3F0F" w:rsidRPr="00AA0059">
        <w:rPr>
          <w:szCs w:val="22"/>
        </w:rPr>
        <w:t xml:space="preserve"> (PDA)</w:t>
      </w:r>
      <w:r w:rsidRPr="00AA0059">
        <w:rPr>
          <w:szCs w:val="22"/>
        </w:rPr>
        <w:t xml:space="preserve"> to support people living with motor neurone disease (</w:t>
      </w:r>
      <w:proofErr w:type="spellStart"/>
      <w:r w:rsidRPr="00AA0059">
        <w:rPr>
          <w:szCs w:val="22"/>
        </w:rPr>
        <w:t>plwMND</w:t>
      </w:r>
      <w:proofErr w:type="spellEnd"/>
      <w:r w:rsidRPr="00AA0059">
        <w:rPr>
          <w:szCs w:val="22"/>
        </w:rPr>
        <w:t xml:space="preserve">) considering having a gastrostomy tube </w:t>
      </w:r>
      <w:r w:rsidR="005C21F5">
        <w:rPr>
          <w:szCs w:val="22"/>
        </w:rPr>
        <w:t>placed</w:t>
      </w:r>
      <w:r w:rsidR="00287691" w:rsidRPr="00AA0059">
        <w:rPr>
          <w:szCs w:val="22"/>
        </w:rPr>
        <w:t>.</w:t>
      </w:r>
    </w:p>
    <w:p w14:paraId="6D56CA37" w14:textId="47174870" w:rsidR="00467481" w:rsidRPr="00AA0059" w:rsidRDefault="00467481" w:rsidP="00467481">
      <w:pPr>
        <w:pStyle w:val="Abstract"/>
        <w:rPr>
          <w:szCs w:val="22"/>
        </w:rPr>
      </w:pPr>
      <w:r w:rsidRPr="00AA0059">
        <w:rPr>
          <w:szCs w:val="22"/>
        </w:rPr>
        <w:t xml:space="preserve">Methods: In Phase 1, content and design </w:t>
      </w:r>
      <w:r w:rsidR="007736A2">
        <w:rPr>
          <w:szCs w:val="22"/>
        </w:rPr>
        <w:t>were</w:t>
      </w:r>
      <w:r w:rsidR="007736A2" w:rsidRPr="00AA0059">
        <w:rPr>
          <w:szCs w:val="22"/>
        </w:rPr>
        <w:t xml:space="preserve"> </w:t>
      </w:r>
      <w:r w:rsidRPr="00AA0059">
        <w:rPr>
          <w:szCs w:val="22"/>
        </w:rPr>
        <w:t xml:space="preserve">informed by semi-structured interviews, literature reviews and </w:t>
      </w:r>
      <w:r w:rsidR="00287691" w:rsidRPr="00AA0059">
        <w:rPr>
          <w:szCs w:val="22"/>
        </w:rPr>
        <w:t xml:space="preserve">a </w:t>
      </w:r>
      <w:r w:rsidRPr="00AA0059">
        <w:rPr>
          <w:szCs w:val="22"/>
        </w:rPr>
        <w:t xml:space="preserve">prioritisation survey. In Phase 2, the prototype </w:t>
      </w:r>
      <w:r w:rsidR="00BE3F0F" w:rsidRPr="00AA0059">
        <w:rPr>
          <w:szCs w:val="22"/>
        </w:rPr>
        <w:t>P</w:t>
      </w:r>
      <w:r w:rsidRPr="00AA0059">
        <w:rPr>
          <w:szCs w:val="22"/>
        </w:rPr>
        <w:t xml:space="preserve">DA was tested with users and developed iteratively with feedback from surveys and ‘think-aloud’ interviews. </w:t>
      </w:r>
      <w:r w:rsidR="00BE3F0F" w:rsidRPr="00AA0059">
        <w:rPr>
          <w:szCs w:val="22"/>
        </w:rPr>
        <w:t xml:space="preserve">Phase 1 and 2 participants were </w:t>
      </w:r>
      <w:proofErr w:type="spellStart"/>
      <w:r w:rsidR="00BE3F0F" w:rsidRPr="00AA0059">
        <w:rPr>
          <w:szCs w:val="22"/>
        </w:rPr>
        <w:t>plwMND</w:t>
      </w:r>
      <w:proofErr w:type="spellEnd"/>
      <w:r w:rsidR="00BE3F0F" w:rsidRPr="00AA0059">
        <w:rPr>
          <w:szCs w:val="22"/>
        </w:rPr>
        <w:t xml:space="preserve">, carers and healthcare professionals (HCPs). </w:t>
      </w:r>
      <w:r w:rsidRPr="00AA0059">
        <w:rPr>
          <w:szCs w:val="22"/>
        </w:rPr>
        <w:t>In Phase 3</w:t>
      </w:r>
      <w:r w:rsidR="00BE3F0F" w:rsidRPr="00AA0059">
        <w:rPr>
          <w:szCs w:val="22"/>
        </w:rPr>
        <w:t>,</w:t>
      </w:r>
      <w:r w:rsidRPr="00AA0059">
        <w:rPr>
          <w:szCs w:val="22"/>
        </w:rPr>
        <w:t xml:space="preserve"> the </w:t>
      </w:r>
      <w:r w:rsidR="00BE3F0F" w:rsidRPr="00AA0059">
        <w:rPr>
          <w:szCs w:val="22"/>
        </w:rPr>
        <w:t>P</w:t>
      </w:r>
      <w:r w:rsidRPr="00AA0059">
        <w:rPr>
          <w:szCs w:val="22"/>
        </w:rPr>
        <w:t xml:space="preserve">DA was evaluated </w:t>
      </w:r>
      <w:r w:rsidR="00BE3F0F" w:rsidRPr="00AA0059">
        <w:rPr>
          <w:szCs w:val="22"/>
        </w:rPr>
        <w:t xml:space="preserve">by </w:t>
      </w:r>
      <w:proofErr w:type="spellStart"/>
      <w:r w:rsidR="00BE3F0F" w:rsidRPr="00AA0059">
        <w:rPr>
          <w:szCs w:val="22"/>
        </w:rPr>
        <w:t>plwMND</w:t>
      </w:r>
      <w:proofErr w:type="spellEnd"/>
      <w:r w:rsidR="00BE3F0F" w:rsidRPr="00AA0059">
        <w:rPr>
          <w:szCs w:val="22"/>
        </w:rPr>
        <w:t xml:space="preserve"> </w:t>
      </w:r>
      <w:r w:rsidRPr="00AA0059">
        <w:rPr>
          <w:szCs w:val="22"/>
        </w:rPr>
        <w:t>using validated questionnaires</w:t>
      </w:r>
      <w:r w:rsidR="00287691" w:rsidRPr="00AA0059">
        <w:rPr>
          <w:szCs w:val="22"/>
        </w:rPr>
        <w:t xml:space="preserve"> and HCPs provided feedback in f</w:t>
      </w:r>
      <w:r w:rsidR="00BE3F0F" w:rsidRPr="00AA0059">
        <w:rPr>
          <w:szCs w:val="22"/>
        </w:rPr>
        <w:t>ocus groups</w:t>
      </w:r>
      <w:r w:rsidR="00287691" w:rsidRPr="00AA0059">
        <w:rPr>
          <w:szCs w:val="22"/>
        </w:rPr>
        <w:t>.</w:t>
      </w:r>
    </w:p>
    <w:p w14:paraId="0410EB19" w14:textId="0ED9D84E" w:rsidR="00467481" w:rsidRPr="00AA0059" w:rsidRDefault="00467481" w:rsidP="00467481">
      <w:pPr>
        <w:pStyle w:val="Abstract"/>
        <w:rPr>
          <w:szCs w:val="22"/>
        </w:rPr>
      </w:pPr>
      <w:r w:rsidRPr="00AA0059">
        <w:rPr>
          <w:szCs w:val="22"/>
        </w:rPr>
        <w:t xml:space="preserve">Results: </w:t>
      </w:r>
      <w:r w:rsidR="00287691" w:rsidRPr="00AA0059">
        <w:rPr>
          <w:szCs w:val="22"/>
        </w:rPr>
        <w:t>Sixteen</w:t>
      </w:r>
      <w:r w:rsidRPr="00AA0059">
        <w:rPr>
          <w:szCs w:val="22"/>
        </w:rPr>
        <w:t xml:space="preserve"> </w:t>
      </w:r>
      <w:proofErr w:type="spellStart"/>
      <w:r w:rsidRPr="00AA0059">
        <w:rPr>
          <w:szCs w:val="22"/>
        </w:rPr>
        <w:t>plwMND</w:t>
      </w:r>
      <w:proofErr w:type="spellEnd"/>
      <w:r w:rsidRPr="00AA0059">
        <w:rPr>
          <w:szCs w:val="22"/>
        </w:rPr>
        <w:t xml:space="preserve">, 16 carers and 25 HCPs took part in Phases 1 and 2. Interviews and the literature review </w:t>
      </w:r>
      <w:r w:rsidR="00D1038E">
        <w:rPr>
          <w:szCs w:val="22"/>
        </w:rPr>
        <w:t>informed</w:t>
      </w:r>
      <w:r w:rsidR="00D1038E" w:rsidRPr="00AA0059">
        <w:rPr>
          <w:szCs w:val="22"/>
        </w:rPr>
        <w:t xml:space="preserve"> </w:t>
      </w:r>
      <w:r w:rsidRPr="00AA0059">
        <w:rPr>
          <w:szCs w:val="22"/>
        </w:rPr>
        <w:t xml:space="preserve">a prioritisation survey with 82 content items. Seventy-seven percent (63/82) of the content of the </w:t>
      </w:r>
      <w:r w:rsidR="00BE3F0F" w:rsidRPr="00AA0059">
        <w:rPr>
          <w:szCs w:val="22"/>
        </w:rPr>
        <w:t>P</w:t>
      </w:r>
      <w:r w:rsidRPr="00AA0059">
        <w:rPr>
          <w:szCs w:val="22"/>
        </w:rPr>
        <w:t xml:space="preserve">DA was retained. A prototype </w:t>
      </w:r>
      <w:r w:rsidR="00BE3F0F" w:rsidRPr="00AA0059">
        <w:rPr>
          <w:szCs w:val="22"/>
        </w:rPr>
        <w:t>P</w:t>
      </w:r>
      <w:r w:rsidRPr="00AA0059">
        <w:rPr>
          <w:szCs w:val="22"/>
        </w:rPr>
        <w:t xml:space="preserve">DA, which conforms to international standards, was </w:t>
      </w:r>
      <w:proofErr w:type="gramStart"/>
      <w:r w:rsidRPr="00AA0059">
        <w:rPr>
          <w:szCs w:val="22"/>
        </w:rPr>
        <w:t>produced</w:t>
      </w:r>
      <w:proofErr w:type="gramEnd"/>
      <w:r w:rsidRPr="00AA0059">
        <w:rPr>
          <w:szCs w:val="22"/>
        </w:rPr>
        <w:t xml:space="preserve"> and improved during Phase 2. In Phase 3, 17 </w:t>
      </w:r>
      <w:proofErr w:type="spellStart"/>
      <w:r w:rsidRPr="00AA0059">
        <w:rPr>
          <w:szCs w:val="22"/>
        </w:rPr>
        <w:t>plwMND</w:t>
      </w:r>
      <w:proofErr w:type="spellEnd"/>
      <w:r w:rsidRPr="00AA0059">
        <w:rPr>
          <w:szCs w:val="22"/>
        </w:rPr>
        <w:t xml:space="preserve"> completed questionnaires after using the </w:t>
      </w:r>
      <w:r w:rsidR="00587E1B">
        <w:rPr>
          <w:szCs w:val="22"/>
        </w:rPr>
        <w:t>P</w:t>
      </w:r>
      <w:r w:rsidRPr="00AA0059">
        <w:rPr>
          <w:szCs w:val="22"/>
        </w:rPr>
        <w:t xml:space="preserve">DA. Most </w:t>
      </w:r>
      <w:proofErr w:type="spellStart"/>
      <w:r w:rsidRPr="00AA0059">
        <w:rPr>
          <w:szCs w:val="22"/>
        </w:rPr>
        <w:t>plwMND</w:t>
      </w:r>
      <w:proofErr w:type="spellEnd"/>
      <w:r w:rsidRPr="00AA0059">
        <w:rPr>
          <w:szCs w:val="22"/>
        </w:rPr>
        <w:t xml:space="preserve"> (94%) found the </w:t>
      </w:r>
      <w:r w:rsidR="00587E1B">
        <w:rPr>
          <w:szCs w:val="22"/>
        </w:rPr>
        <w:t>P</w:t>
      </w:r>
      <w:r w:rsidRPr="00AA0059">
        <w:rPr>
          <w:szCs w:val="22"/>
        </w:rPr>
        <w:t xml:space="preserve">DA completely acceptable and would recommend it to others in their position, </w:t>
      </w:r>
      <w:r w:rsidR="00587E1B">
        <w:rPr>
          <w:szCs w:val="22"/>
        </w:rPr>
        <w:t xml:space="preserve">88% </w:t>
      </w:r>
      <w:r w:rsidRPr="00AA0059">
        <w:rPr>
          <w:szCs w:val="22"/>
        </w:rPr>
        <w:t xml:space="preserve">had no decisional conflict, </w:t>
      </w:r>
      <w:r w:rsidR="00587E1B">
        <w:rPr>
          <w:szCs w:val="22"/>
        </w:rPr>
        <w:t xml:space="preserve">82% </w:t>
      </w:r>
      <w:r w:rsidRPr="00AA0059">
        <w:rPr>
          <w:szCs w:val="22"/>
        </w:rPr>
        <w:t>were well prepared</w:t>
      </w:r>
      <w:r w:rsidR="00296CFB">
        <w:rPr>
          <w:szCs w:val="22"/>
        </w:rPr>
        <w:t xml:space="preserve"> </w:t>
      </w:r>
      <w:r w:rsidRPr="00AA0059">
        <w:rPr>
          <w:szCs w:val="22"/>
        </w:rPr>
        <w:t>and</w:t>
      </w:r>
      <w:r w:rsidR="00587E1B">
        <w:rPr>
          <w:szCs w:val="22"/>
        </w:rPr>
        <w:t xml:space="preserve"> 100% were</w:t>
      </w:r>
      <w:r w:rsidRPr="00AA0059">
        <w:rPr>
          <w:szCs w:val="22"/>
        </w:rPr>
        <w:t xml:space="preserve"> satisfied with their decision making.</w:t>
      </w:r>
      <w:r w:rsidR="00287691" w:rsidRPr="00AA0059">
        <w:rPr>
          <w:szCs w:val="22"/>
        </w:rPr>
        <w:t xml:space="preserve"> Seventeen HCPs provided positive feedback and suggestions for use in clinical practice.</w:t>
      </w:r>
    </w:p>
    <w:p w14:paraId="286D6C58" w14:textId="431F8A05" w:rsidR="00467481" w:rsidRPr="00AA0059" w:rsidRDefault="00467481" w:rsidP="00467481">
      <w:pPr>
        <w:pStyle w:val="Abstract"/>
        <w:rPr>
          <w:szCs w:val="22"/>
        </w:rPr>
      </w:pPr>
      <w:r w:rsidRPr="00AA0059">
        <w:rPr>
          <w:szCs w:val="22"/>
        </w:rPr>
        <w:t xml:space="preserve">Conclusion: </w:t>
      </w:r>
      <w:r w:rsidRPr="00AA0059">
        <w:rPr>
          <w:i/>
          <w:iCs/>
          <w:szCs w:val="22"/>
        </w:rPr>
        <w:t>Gastrostomy Tube: Is it for me?</w:t>
      </w:r>
      <w:r w:rsidRPr="00AA0059">
        <w:rPr>
          <w:szCs w:val="22"/>
        </w:rPr>
        <w:t xml:space="preserve"> was co-produced with stakeholders and found to be acceptable, </w:t>
      </w:r>
      <w:proofErr w:type="gramStart"/>
      <w:r w:rsidRPr="00AA0059">
        <w:rPr>
          <w:szCs w:val="22"/>
        </w:rPr>
        <w:t>practical</w:t>
      </w:r>
      <w:proofErr w:type="gramEnd"/>
      <w:r w:rsidRPr="00AA0059">
        <w:rPr>
          <w:szCs w:val="22"/>
        </w:rPr>
        <w:t xml:space="preserve"> and useful. </w:t>
      </w:r>
      <w:r w:rsidR="00287691" w:rsidRPr="00AA0059">
        <w:rPr>
          <w:szCs w:val="22"/>
        </w:rPr>
        <w:t>F</w:t>
      </w:r>
      <w:r w:rsidRPr="00AA0059">
        <w:rPr>
          <w:szCs w:val="22"/>
        </w:rPr>
        <w:t>reely available from the MND Association website</w:t>
      </w:r>
      <w:r w:rsidR="00287691" w:rsidRPr="00AA0059">
        <w:rPr>
          <w:szCs w:val="22"/>
        </w:rPr>
        <w:t>,</w:t>
      </w:r>
      <w:r w:rsidRPr="00AA0059">
        <w:rPr>
          <w:szCs w:val="22"/>
        </w:rPr>
        <w:t xml:space="preserve"> </w:t>
      </w:r>
      <w:r w:rsidR="00287691" w:rsidRPr="00AA0059">
        <w:rPr>
          <w:szCs w:val="22"/>
        </w:rPr>
        <w:t>t</w:t>
      </w:r>
      <w:r w:rsidRPr="00AA0059">
        <w:rPr>
          <w:szCs w:val="22"/>
        </w:rPr>
        <w:t xml:space="preserve">he </w:t>
      </w:r>
      <w:r w:rsidR="00287691" w:rsidRPr="00AA0059">
        <w:rPr>
          <w:szCs w:val="22"/>
        </w:rPr>
        <w:t>P</w:t>
      </w:r>
      <w:r w:rsidRPr="00AA0059">
        <w:rPr>
          <w:szCs w:val="22"/>
        </w:rPr>
        <w:t>DA is a valuable tool to support the</w:t>
      </w:r>
      <w:r w:rsidR="00DC7893" w:rsidRPr="00DC7893">
        <w:rPr>
          <w:szCs w:val="22"/>
        </w:rPr>
        <w:t xml:space="preserve"> </w:t>
      </w:r>
      <w:r w:rsidR="00DC7893" w:rsidRPr="00AA0059">
        <w:rPr>
          <w:szCs w:val="22"/>
        </w:rPr>
        <w:t xml:space="preserve">shared </w:t>
      </w:r>
      <w:proofErr w:type="gramStart"/>
      <w:r w:rsidR="00DC7893" w:rsidRPr="00AA0059">
        <w:rPr>
          <w:szCs w:val="22"/>
        </w:rPr>
        <w:t>decision making</w:t>
      </w:r>
      <w:proofErr w:type="gramEnd"/>
      <w:r w:rsidR="00DC7893" w:rsidRPr="00AA0059">
        <w:rPr>
          <w:szCs w:val="22"/>
        </w:rPr>
        <w:t xml:space="preserve"> process</w:t>
      </w:r>
      <w:r w:rsidR="00DC7893">
        <w:rPr>
          <w:szCs w:val="22"/>
        </w:rPr>
        <w:t xml:space="preserve"> for</w:t>
      </w:r>
      <w:r w:rsidRPr="00AA0059">
        <w:rPr>
          <w:szCs w:val="22"/>
        </w:rPr>
        <w:t xml:space="preserve"> </w:t>
      </w:r>
      <w:r w:rsidR="00287691" w:rsidRPr="00AA0059">
        <w:rPr>
          <w:szCs w:val="22"/>
        </w:rPr>
        <w:t>gastrostomy tube</w:t>
      </w:r>
      <w:r w:rsidR="00DC7893">
        <w:rPr>
          <w:szCs w:val="22"/>
        </w:rPr>
        <w:t xml:space="preserve"> placement</w:t>
      </w:r>
      <w:r w:rsidRPr="00AA0059">
        <w:rPr>
          <w:szCs w:val="22"/>
        </w:rPr>
        <w:t>.</w:t>
      </w:r>
    </w:p>
    <w:p w14:paraId="5CE44CC2" w14:textId="77777777" w:rsidR="00467481" w:rsidRPr="00467481" w:rsidRDefault="00467481" w:rsidP="00467481">
      <w:pPr>
        <w:pStyle w:val="Newparagraph"/>
        <w:rPr>
          <w:sz w:val="22"/>
        </w:rPr>
      </w:pPr>
    </w:p>
    <w:p w14:paraId="45CE43E1" w14:textId="06340C55" w:rsidR="0020415E" w:rsidRPr="003E2008" w:rsidRDefault="00997B0F" w:rsidP="00F30DFF">
      <w:pPr>
        <w:pStyle w:val="Keywords"/>
      </w:pPr>
      <w:r w:rsidRPr="003E2008">
        <w:t xml:space="preserve">Keywords: </w:t>
      </w:r>
      <w:r w:rsidR="005300B6">
        <w:t>motor neurone disease</w:t>
      </w:r>
      <w:r w:rsidRPr="003E2008">
        <w:t xml:space="preserve">; </w:t>
      </w:r>
      <w:r w:rsidR="005300B6">
        <w:t>gastrostomy</w:t>
      </w:r>
      <w:r w:rsidRPr="003E2008">
        <w:t xml:space="preserve">; </w:t>
      </w:r>
      <w:r w:rsidR="005300B6">
        <w:t>patient decision aid</w:t>
      </w:r>
    </w:p>
    <w:p w14:paraId="75C700E9" w14:textId="10932027" w:rsidR="00997B0F" w:rsidRPr="003E2008" w:rsidRDefault="00F81669" w:rsidP="00106DAF">
      <w:pPr>
        <w:pStyle w:val="Heading1"/>
        <w:rPr>
          <w:rFonts w:cs="Times New Roman"/>
        </w:rPr>
      </w:pPr>
      <w:r w:rsidRPr="003E2008">
        <w:rPr>
          <w:rFonts w:cs="Times New Roman"/>
        </w:rPr>
        <w:lastRenderedPageBreak/>
        <w:t>Introduction</w:t>
      </w:r>
    </w:p>
    <w:p w14:paraId="1A1301FE" w14:textId="26740B26" w:rsidR="00FD265E" w:rsidRDefault="00FE49CF" w:rsidP="00C1333E">
      <w:r>
        <w:t>Due to the multisystem effects of motor neurone disease</w:t>
      </w:r>
      <w:r w:rsidR="000D3964">
        <w:t xml:space="preserve"> (MND), people living with MND (</w:t>
      </w:r>
      <w:proofErr w:type="spellStart"/>
      <w:r w:rsidR="000D3964">
        <w:t>plwMND</w:t>
      </w:r>
      <w:proofErr w:type="spellEnd"/>
      <w:r w:rsidR="000D3964">
        <w:t>) are faced with many complex health care decisions</w:t>
      </w:r>
      <w:r w:rsidR="001D393B">
        <w:t xml:space="preserve">, including whether to have a gastrostomy tube </w:t>
      </w:r>
      <w:r w:rsidR="00473A0E">
        <w:t>placed</w:t>
      </w:r>
      <w:r w:rsidR="001D393B">
        <w:t xml:space="preserve">. </w:t>
      </w:r>
      <w:r w:rsidR="0084621B">
        <w:t xml:space="preserve">Gastrostomy tubes are routinely offered to </w:t>
      </w:r>
      <w:proofErr w:type="spellStart"/>
      <w:r w:rsidR="0084621B">
        <w:t>plwMND</w:t>
      </w:r>
      <w:proofErr w:type="spellEnd"/>
      <w:r w:rsidR="00B7021E">
        <w:t xml:space="preserve"> to manage the challenges and negative outcome</w:t>
      </w:r>
      <w:r w:rsidR="00042039">
        <w:t>s</w:t>
      </w:r>
      <w:r w:rsidR="00B7021E">
        <w:t xml:space="preserve"> associated with dysphagia and </w:t>
      </w:r>
      <w:r w:rsidR="00282EB3">
        <w:t>malnutrition</w:t>
      </w:r>
      <w:r w:rsidR="00042039">
        <w:t>,</w:t>
      </w:r>
      <w:r w:rsidR="002B410F">
        <w:t xml:space="preserve"> based on the assumption </w:t>
      </w:r>
      <w:r w:rsidR="00D40887">
        <w:t>that</w:t>
      </w:r>
      <w:r w:rsidR="004F7C12">
        <w:t xml:space="preserve"> the risk of aspiration</w:t>
      </w:r>
      <w:r w:rsidR="00D40887">
        <w:t xml:space="preserve"> will be </w:t>
      </w:r>
      <w:proofErr w:type="gramStart"/>
      <w:r w:rsidR="00D40887">
        <w:t>reduced</w:t>
      </w:r>
      <w:proofErr w:type="gramEnd"/>
      <w:r w:rsidR="004F7C12">
        <w:t xml:space="preserve"> and </w:t>
      </w:r>
      <w:r w:rsidR="002B410F">
        <w:t>nutrition</w:t>
      </w:r>
      <w:r w:rsidR="004F7C12">
        <w:t>al status,</w:t>
      </w:r>
      <w:r w:rsidR="006D67F5">
        <w:t xml:space="preserve"> survival and quality of life</w:t>
      </w:r>
      <w:r w:rsidR="00C6177F">
        <w:t xml:space="preserve"> </w:t>
      </w:r>
      <w:r w:rsidR="006D67F5">
        <w:t>(QOL)</w:t>
      </w:r>
      <w:r w:rsidR="005D0F9A">
        <w:t xml:space="preserve"> will be improved</w:t>
      </w:r>
      <w:r w:rsidR="006D67F5">
        <w:t>.</w:t>
      </w:r>
      <w:r w:rsidR="0072752B">
        <w:t xml:space="preserve"> However, the evidence base to support</w:t>
      </w:r>
      <w:r w:rsidR="00753BAA">
        <w:t xml:space="preserve"> </w:t>
      </w:r>
      <w:r w:rsidR="006F5232">
        <w:t>th</w:t>
      </w:r>
      <w:r w:rsidR="00401D1E">
        <w:t>ese assumptions is lacking</w:t>
      </w:r>
      <w:r w:rsidR="003A3A72">
        <w:t xml:space="preserve"> - </w:t>
      </w:r>
      <w:r w:rsidR="00D03174">
        <w:t xml:space="preserve">there are no randomised controlled trials and results from observational </w:t>
      </w:r>
      <w:r w:rsidR="00876A24">
        <w:t xml:space="preserve">studies are equivocal </w:t>
      </w:r>
      <w:r w:rsidR="00583E5D">
        <w:fldChar w:fldCharType="begin">
          <w:fldData xml:space="preserve">PEVuZE5vdGU+PENpdGU+PEF1dGhvcj5LYXR6YmVyZzwvQXV0aG9yPjxZZWFyPjIwMTE8L1llYXI+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</w:fldData>
        </w:fldChar>
      </w:r>
      <w:r w:rsidR="000042E7">
        <w:instrText xml:space="preserve"> ADDIN EN.CITE </w:instrText>
      </w:r>
      <w:r w:rsidR="000042E7">
        <w:fldChar w:fldCharType="begin">
          <w:fldData xml:space="preserve">PEVuZE5vdGU+PENpdGU+PEF1dGhvcj5LYXR6YmVyZzwvQXV0aG9yPjxZZWFyPjIwMTE8L1llYXI+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</w:fldData>
        </w:fldChar>
      </w:r>
      <w:r w:rsidR="000042E7">
        <w:instrText xml:space="preserve"> ADDIN EN.CITE.DATA </w:instrText>
      </w:r>
      <w:r w:rsidR="000042E7">
        <w:fldChar w:fldCharType="end"/>
      </w:r>
      <w:r w:rsidR="00583E5D">
        <w:fldChar w:fldCharType="separate"/>
      </w:r>
      <w:r w:rsidR="00583E5D">
        <w:rPr>
          <w:noProof/>
        </w:rPr>
        <w:t>(1)</w:t>
      </w:r>
      <w:r w:rsidR="00583E5D">
        <w:fldChar w:fldCharType="end"/>
      </w:r>
      <w:r w:rsidR="007310CC">
        <w:t xml:space="preserve"> </w:t>
      </w:r>
      <w:r w:rsidR="002A3D89">
        <w:t>–</w:t>
      </w:r>
      <w:r w:rsidR="003A3A72">
        <w:t xml:space="preserve"> </w:t>
      </w:r>
      <w:r w:rsidR="002A3D89">
        <w:t xml:space="preserve">meaning that </w:t>
      </w:r>
      <w:r w:rsidR="00473704">
        <w:t>current guidelines are not evidence base</w:t>
      </w:r>
      <w:r w:rsidR="00947A3E">
        <w:t>d</w:t>
      </w:r>
      <w:r w:rsidR="006D5020">
        <w:t xml:space="preserve"> </w:t>
      </w:r>
      <w:r w:rsidR="006D5020">
        <w:fldChar w:fldCharType="begin">
          <w:fldData xml:space="preserve">PEVuZE5vdGU+PENpdGU+PEF1dGhvcj5BbmRlcnNlbjwvQXV0aG9yPjxZZWFyPjIwMTI8L1llYXI+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</w:fldData>
        </w:fldChar>
      </w:r>
      <w:r w:rsidR="000042E7">
        <w:instrText xml:space="preserve"> ADDIN EN.CITE </w:instrText>
      </w:r>
      <w:r w:rsidR="000042E7">
        <w:fldChar w:fldCharType="begin">
          <w:fldData xml:space="preserve">PEVuZE5vdGU+PENpdGU+PEF1dGhvcj5BbmRlcnNlbjwvQXV0aG9yPjxZZWFyPjIwMTI8L1llYXI+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</w:fldData>
        </w:fldChar>
      </w:r>
      <w:r w:rsidR="000042E7">
        <w:instrText xml:space="preserve"> ADDIN EN.CITE.DATA </w:instrText>
      </w:r>
      <w:r w:rsidR="000042E7">
        <w:fldChar w:fldCharType="end"/>
      </w:r>
      <w:r w:rsidR="006D5020">
        <w:fldChar w:fldCharType="separate"/>
      </w:r>
      <w:r w:rsidR="007D34AC">
        <w:rPr>
          <w:noProof/>
        </w:rPr>
        <w:t>(2-4)</w:t>
      </w:r>
      <w:r w:rsidR="006D5020">
        <w:fldChar w:fldCharType="end"/>
      </w:r>
      <w:r w:rsidR="00D64EF4">
        <w:t xml:space="preserve">. </w:t>
      </w:r>
      <w:r w:rsidR="00461C79">
        <w:t>W</w:t>
      </w:r>
      <w:r w:rsidR="00B737A3">
        <w:t xml:space="preserve">hile </w:t>
      </w:r>
      <w:r w:rsidR="00587E1B">
        <w:t>a recent systematic review concluded</w:t>
      </w:r>
      <w:r w:rsidR="0061460C">
        <w:t xml:space="preserve"> that</w:t>
      </w:r>
      <w:r w:rsidR="0061460C" w:rsidRPr="0061460C">
        <w:t xml:space="preserve"> </w:t>
      </w:r>
      <w:r w:rsidR="00B737A3">
        <w:t>p</w:t>
      </w:r>
      <w:r w:rsidR="00B737A3" w:rsidRPr="00DF15C2">
        <w:t>ercutaneous endoscopic gastrostomy (PEG)</w:t>
      </w:r>
      <w:r w:rsidR="00B737A3">
        <w:t xml:space="preserve"> </w:t>
      </w:r>
      <w:r w:rsidR="0061460C">
        <w:t>probably prolongs survival in non-malnourished patients</w:t>
      </w:r>
      <w:r w:rsidR="00270C85">
        <w:t>,</w:t>
      </w:r>
      <w:r w:rsidR="00B737A3" w:rsidRPr="00B737A3">
        <w:t xml:space="preserve"> </w:t>
      </w:r>
      <w:r w:rsidR="00B737A3">
        <w:t xml:space="preserve">the impact on QOL remains unclear </w:t>
      </w:r>
      <w:r w:rsidR="00B06A5E">
        <w:fldChar w:fldCharType="begin">
          <w:fldData xml:space="preserve">PEVuZE5vdGU+PENpdGU+PEF1dGhvcj5DYXN0YW5oZWlyYTwvQXV0aG9yPjxZZWFyPjIwMjI8L1ll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</w:fldData>
        </w:fldChar>
      </w:r>
      <w:r w:rsidR="000042E7">
        <w:instrText xml:space="preserve"> ADDIN EN.CITE </w:instrText>
      </w:r>
      <w:r w:rsidR="000042E7">
        <w:fldChar w:fldCharType="begin">
          <w:fldData xml:space="preserve">PEVuZE5vdGU+PENpdGU+PEF1dGhvcj5DYXN0YW5oZWlyYTwvQXV0aG9yPjxZZWFyPjIwMjI8L1ll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</w:fldData>
        </w:fldChar>
      </w:r>
      <w:r w:rsidR="000042E7">
        <w:instrText xml:space="preserve"> ADDIN EN.CITE.DATA </w:instrText>
      </w:r>
      <w:r w:rsidR="000042E7">
        <w:fldChar w:fldCharType="end"/>
      </w:r>
      <w:r w:rsidR="00B06A5E">
        <w:fldChar w:fldCharType="separate"/>
      </w:r>
      <w:r w:rsidR="00B06A5E">
        <w:rPr>
          <w:noProof/>
        </w:rPr>
        <w:t>(5)</w:t>
      </w:r>
      <w:r w:rsidR="00B06A5E">
        <w:fldChar w:fldCharType="end"/>
      </w:r>
      <w:r w:rsidR="00B06A5E">
        <w:t>.</w:t>
      </w:r>
    </w:p>
    <w:p w14:paraId="4BEAB23E" w14:textId="37B3F5F9" w:rsidR="005813E7" w:rsidRDefault="00220DFB" w:rsidP="00E73CAD">
      <w:pPr>
        <w:ind w:firstLine="720"/>
      </w:pPr>
      <w:r>
        <w:t>In the UK, a</w:t>
      </w:r>
      <w:r w:rsidR="00A261A9">
        <w:t xml:space="preserve">rtificial feeding is </w:t>
      </w:r>
      <w:r w:rsidR="00F15CF4">
        <w:t>considered</w:t>
      </w:r>
      <w:r w:rsidR="00F54547">
        <w:t xml:space="preserve"> by law to be</w:t>
      </w:r>
      <w:r w:rsidR="00F15CF4">
        <w:t xml:space="preserve"> a medical treatment</w:t>
      </w:r>
      <w:r w:rsidR="00CE583A">
        <w:t xml:space="preserve"> so</w:t>
      </w:r>
      <w:r w:rsidR="0085236B">
        <w:t xml:space="preserve"> informed consent is required</w:t>
      </w:r>
      <w:r w:rsidR="00CE583A">
        <w:t xml:space="preserve"> </w:t>
      </w:r>
      <w:r w:rsidR="0073263E">
        <w:t>f</w:t>
      </w:r>
      <w:r w:rsidR="00CC49D4">
        <w:t>or adults with capacity</w:t>
      </w:r>
      <w:r w:rsidR="00557F01">
        <w:t xml:space="preserve"> and </w:t>
      </w:r>
      <w:r w:rsidR="000D40A1">
        <w:t>the right to refuse treatment is recognised</w:t>
      </w:r>
      <w:r w:rsidR="00C5416A">
        <w:t xml:space="preserve"> </w:t>
      </w:r>
      <w:r w:rsidR="00292B5E">
        <w:fldChar w:fldCharType="begin"/>
      </w:r>
      <w:r w:rsidR="000042E7">
        <w:instrText xml:space="preserve"> ADDIN EN.CITE &lt;EndNote&gt;&lt;Cite&gt;&lt;Author&gt;British Medical Association&lt;/Author&gt;&lt;Year&gt;2020&lt;/Year&gt;&lt;RecNum&gt;6&lt;/RecNum&gt;&lt;DisplayText&gt;(6)&lt;/DisplayText&gt;&lt;record&gt;&lt;rec-number&gt;6&lt;/rec-number&gt;&lt;foreign-keys&gt;&lt;key app="EN" db-id="w2devwra8rawv8esx5cp2ztnv5et5wveszd2" timestamp="1678372212"&gt;6&lt;/key&gt;&lt;/foreign-keys&gt;&lt;ref-type name="Web Page"&gt;12&lt;/ref-type&gt;&lt;contributors&gt;&lt;authors&gt;&lt;author&gt;British Medical Association,&lt;/author&gt;&lt;/authors&gt;&lt;/contributors&gt;&lt;titles&gt;&lt;title&gt;Consent and refusal by adults with decision-making capacity. A toolkit for doctors&lt;/title&gt;&lt;/titles&gt;&lt;dates&gt;&lt;year&gt;2020&lt;/year&gt;&lt;/dates&gt;&lt;urls&gt;&lt;related-urls&gt;&lt;url&gt;https://www.bma.org.uk/media/2481/bma-consent-toolkit-september-2019.pdf&lt;/url&gt;&lt;/related-urls&gt;&lt;/urls&gt;&lt;/record&gt;&lt;/Cite&gt;&lt;/EndNote&gt;</w:instrText>
      </w:r>
      <w:r w:rsidR="00292B5E">
        <w:fldChar w:fldCharType="separate"/>
      </w:r>
      <w:r w:rsidR="00292B5E">
        <w:rPr>
          <w:noProof/>
        </w:rPr>
        <w:t>(6)</w:t>
      </w:r>
      <w:r w:rsidR="00292B5E">
        <w:fldChar w:fldCharType="end"/>
      </w:r>
      <w:r w:rsidR="00335DA4">
        <w:t xml:space="preserve"> </w:t>
      </w:r>
      <w:r w:rsidR="00394F4D">
        <w:t xml:space="preserve">(Separate guidance is available for adults who lack the capacity to consent </w:t>
      </w:r>
      <w:r w:rsidR="008A54AD">
        <w:fldChar w:fldCharType="begin"/>
      </w:r>
      <w:r w:rsidR="000042E7">
        <w:instrText xml:space="preserve"> ADDIN EN.CITE &lt;EndNote&gt;&lt;Cite&gt;&lt;Author&gt;British Medical Association&lt;/Author&gt;&lt;Year&gt;2021&lt;/Year&gt;&lt;RecNum&gt;7&lt;/RecNum&gt;&lt;DisplayText&gt;(7)&lt;/DisplayText&gt;&lt;record&gt;&lt;rec-number&gt;7&lt;/rec-number&gt;&lt;foreign-keys&gt;&lt;key app="EN" db-id="w2devwra8rawv8esx5cp2ztnv5et5wveszd2" timestamp="1678372212"&gt;7&lt;/key&gt;&lt;/foreign-keys&gt;&lt;ref-type name="Web Page"&gt;12&lt;/ref-type&gt;&lt;contributors&gt;&lt;authors&gt;&lt;author&gt;British Medical Association,&lt;/author&gt;&lt;/authors&gt;&lt;/contributors&gt;&lt;titles&gt;&lt;title&gt;Clinically-assisted nutrition and hydration (CANH) and adults who lack the capacity to consent. Guidance for decision-making in England and Wales&lt;/title&gt;&lt;/titles&gt;&lt;dates&gt;&lt;year&gt;2021&lt;/year&gt;&lt;/dates&gt;&lt;urls&gt;&lt;related-urls&gt;&lt;url&gt;https://www.bma.org.uk/advice-and-support/ethics/adults-who-lack-capacity/clinically-assisted-nutrition-and-hydration&lt;/url&gt;&lt;/related-urls&gt;&lt;/urls&gt;&lt;/record&gt;&lt;/Cite&gt;&lt;/EndNote&gt;</w:instrText>
      </w:r>
      <w:r w:rsidR="008A54AD">
        <w:fldChar w:fldCharType="separate"/>
      </w:r>
      <w:r w:rsidR="008A54AD">
        <w:rPr>
          <w:noProof/>
        </w:rPr>
        <w:t>(7)</w:t>
      </w:r>
      <w:r w:rsidR="008A54AD">
        <w:fldChar w:fldCharType="end"/>
      </w:r>
      <w:r w:rsidR="00394F4D">
        <w:t>.</w:t>
      </w:r>
      <w:r w:rsidR="004F1DE3">
        <w:t>)</w:t>
      </w:r>
      <w:r w:rsidR="00517989">
        <w:t xml:space="preserve"> </w:t>
      </w:r>
      <w:r w:rsidR="00110977">
        <w:t>O</w:t>
      </w:r>
      <w:r w:rsidR="0077272F">
        <w:t>btaining informed consent</w:t>
      </w:r>
      <w:r w:rsidR="00110977">
        <w:t xml:space="preserve"> is part of</w:t>
      </w:r>
      <w:r w:rsidR="0077272F">
        <w:t xml:space="preserve"> </w:t>
      </w:r>
      <w:r w:rsidR="00383A89">
        <w:t>shared decision making</w:t>
      </w:r>
      <w:r w:rsidR="00B96070">
        <w:t xml:space="preserve">, </w:t>
      </w:r>
      <w:r w:rsidR="008D1B89">
        <w:t>defined as</w:t>
      </w:r>
      <w:r w:rsidR="00634819">
        <w:t xml:space="preserve"> ‘</w:t>
      </w:r>
      <w:r w:rsidR="00B52E7B">
        <w:t>…</w:t>
      </w:r>
      <w:r w:rsidR="00B52E7B" w:rsidRPr="00B52E7B">
        <w:t>a collaborative process that involves a person and their healthcare professional working together to reach a joint decision about care</w:t>
      </w:r>
      <w:r w:rsidR="00634819">
        <w:t>’</w:t>
      </w:r>
      <w:r w:rsidR="00823E0E">
        <w:t xml:space="preserve"> </w:t>
      </w:r>
      <w:r w:rsidR="00414A3A">
        <w:fldChar w:fldCharType="begin"/>
      </w:r>
      <w:r w:rsidR="000042E7">
        <w:instrText xml:space="preserve"> ADDIN EN.CITE &lt;EndNote&gt;&lt;Cite&gt;&lt;Author&gt;National Institute for Health and Care Excellence&lt;/Author&gt;&lt;Year&gt;2021&lt;/Year&gt;&lt;RecNum&gt;8&lt;/RecNum&gt;&lt;DisplayText&gt;(8)&lt;/DisplayText&gt;&lt;record&gt;&lt;rec-number&gt;8&lt;/rec-number&gt;&lt;foreign-keys&gt;&lt;key app="EN" db-id="w2devwra8rawv8esx5cp2ztnv5et5wveszd2" timestamp="1678372212"&gt;8&lt;/key&gt;&lt;/foreign-keys&gt;&lt;ref-type name="Web Page"&gt;12&lt;/ref-type&gt;&lt;contributors&gt;&lt;authors&gt;&lt;author&gt;National Institute for Health and Care Excellence,&lt;/author&gt;&lt;/authors&gt;&lt;/contributors&gt;&lt;titles&gt;&lt;title&gt;Shared decision making. NICE guideline [NG197]&lt;/title&gt;&lt;/titles&gt;&lt;dates&gt;&lt;year&gt;2021&lt;/year&gt;&lt;/dates&gt;&lt;urls&gt;&lt;related-urls&gt;&lt;url&gt;https://www.nice.org.uk/guidance/ng197&lt;/url&gt;&lt;/related-urls&gt;&lt;/urls&gt;&lt;/record&gt;&lt;/Cite&gt;&lt;/EndNote&gt;</w:instrText>
      </w:r>
      <w:r w:rsidR="00414A3A">
        <w:fldChar w:fldCharType="separate"/>
      </w:r>
      <w:r w:rsidR="00414A3A">
        <w:rPr>
          <w:noProof/>
        </w:rPr>
        <w:t>(8)</w:t>
      </w:r>
      <w:r w:rsidR="00414A3A">
        <w:fldChar w:fldCharType="end"/>
      </w:r>
      <w:r w:rsidR="001458F8">
        <w:t xml:space="preserve">. </w:t>
      </w:r>
      <w:r w:rsidR="00CE49CA">
        <w:t xml:space="preserve">The aim of </w:t>
      </w:r>
      <w:r w:rsidR="004F1DE3">
        <w:t>shared</w:t>
      </w:r>
      <w:r w:rsidR="00CE49CA">
        <w:t xml:space="preserve"> decision making is to empower people to make decisions about their care which </w:t>
      </w:r>
      <w:r w:rsidR="006028B8">
        <w:t xml:space="preserve">are right for them, based on both the </w:t>
      </w:r>
      <w:r w:rsidR="005074A8">
        <w:t xml:space="preserve">available </w:t>
      </w:r>
      <w:r w:rsidR="006028B8">
        <w:t>evidence and the persons’ individual preferences, beliefs and values</w:t>
      </w:r>
      <w:r w:rsidR="00634C40">
        <w:t xml:space="preserve"> </w:t>
      </w:r>
      <w:r w:rsidR="00634C40">
        <w:fldChar w:fldCharType="begin"/>
      </w:r>
      <w:r w:rsidR="000042E7">
        <w:instrText xml:space="preserve"> ADDIN EN.CITE &lt;EndNote&gt;&lt;Cite&gt;&lt;Author&gt;National Institute for Health and Care Excellence&lt;/Author&gt;&lt;Year&gt;2021&lt;/Year&gt;&lt;RecNum&gt;8&lt;/RecNum&gt;&lt;DisplayText&gt;(8)&lt;/DisplayText&gt;&lt;record&gt;&lt;rec-number&gt;8&lt;/rec-number&gt;&lt;foreign-keys&gt;&lt;key app="EN" db-id="w2devwra8rawv8esx5cp2ztnv5et5wveszd2" timestamp="1678372212"&gt;8&lt;/key&gt;&lt;/foreign-keys&gt;&lt;ref-type name="Web Page"&gt;12&lt;/ref-type&gt;&lt;contributors&gt;&lt;authors&gt;&lt;author&gt;National Institute for Health and Care Excellence,&lt;/author&gt;&lt;/authors&gt;&lt;/contributors&gt;&lt;titles&gt;&lt;title&gt;Shared decision making. NICE guideline [NG197]&lt;/title&gt;&lt;/titles&gt;&lt;dates&gt;&lt;year&gt;2021&lt;/year&gt;&lt;/dates&gt;&lt;urls&gt;&lt;related-urls&gt;&lt;url&gt;https://www.nice.org.uk/guidance/ng197&lt;/url&gt;&lt;/related-urls&gt;&lt;/urls&gt;&lt;/record&gt;&lt;/Cite&gt;&lt;/EndNote&gt;</w:instrText>
      </w:r>
      <w:r w:rsidR="00634C40">
        <w:fldChar w:fldCharType="separate"/>
      </w:r>
      <w:r w:rsidR="00634C40">
        <w:rPr>
          <w:noProof/>
        </w:rPr>
        <w:t>(8)</w:t>
      </w:r>
      <w:r w:rsidR="00634C40">
        <w:fldChar w:fldCharType="end"/>
      </w:r>
      <w:r w:rsidR="006028B8">
        <w:t>.</w:t>
      </w:r>
      <w:r w:rsidR="007D3331">
        <w:t xml:space="preserve"> </w:t>
      </w:r>
      <w:r w:rsidR="006E56BB">
        <w:t>A well-constructed patient decision aid</w:t>
      </w:r>
      <w:r w:rsidR="005853B0">
        <w:t xml:space="preserve"> (P</w:t>
      </w:r>
      <w:r w:rsidR="00E226D8">
        <w:t>DA</w:t>
      </w:r>
      <w:r w:rsidR="005853B0">
        <w:t>)</w:t>
      </w:r>
      <w:r w:rsidR="006E56BB">
        <w:t xml:space="preserve"> can be a valuable tool to support shared decision making</w:t>
      </w:r>
      <w:r w:rsidR="00312879">
        <w:t>.</w:t>
      </w:r>
      <w:r w:rsidR="00100A0C" w:rsidRPr="00100A0C">
        <w:t xml:space="preserve"> </w:t>
      </w:r>
      <w:r w:rsidR="00100A0C">
        <w:t xml:space="preserve">By presenting evidence-based information, communicating the risks and benefits associated with each option, checking understanding and clarifying personal values and preferences, a </w:t>
      </w:r>
      <w:r w:rsidR="003660F9">
        <w:t>P</w:t>
      </w:r>
      <w:r w:rsidR="00E226D8">
        <w:t>DA</w:t>
      </w:r>
      <w:r w:rsidR="00100A0C">
        <w:t xml:space="preserve"> </w:t>
      </w:r>
      <w:r w:rsidR="003660F9">
        <w:t>can</w:t>
      </w:r>
      <w:r w:rsidR="00100A0C">
        <w:t xml:space="preserve"> help </w:t>
      </w:r>
      <w:proofErr w:type="spellStart"/>
      <w:r w:rsidR="0001397D">
        <w:t>plwMND</w:t>
      </w:r>
      <w:proofErr w:type="spellEnd"/>
      <w:r w:rsidR="00100A0C">
        <w:t xml:space="preserve"> </w:t>
      </w:r>
      <w:r w:rsidR="003660F9">
        <w:t>decide</w:t>
      </w:r>
      <w:r w:rsidR="00100A0C">
        <w:t xml:space="preserve"> whether a gastrostomy</w:t>
      </w:r>
      <w:r w:rsidR="00E85FFB">
        <w:t xml:space="preserve"> tube</w:t>
      </w:r>
      <w:r w:rsidR="00100A0C">
        <w:t xml:space="preserve"> is appropriate for them</w:t>
      </w:r>
      <w:r w:rsidR="00496355">
        <w:t xml:space="preserve"> </w:t>
      </w:r>
      <w:r w:rsidR="00617E95">
        <w:fldChar w:fldCharType="begin"/>
      </w:r>
      <w:r w:rsidR="000042E7">
        <w:instrText xml:space="preserve"> ADDIN EN.CITE &lt;EndNote&gt;&lt;Cite&gt;&lt;Author&gt;Bennett&lt;/Author&gt;&lt;Year&gt;2010&lt;/Year&gt;&lt;RecNum&gt;9&lt;/RecNum&gt;&lt;DisplayText&gt;(9)&lt;/DisplayText&gt;&lt;record&gt;&lt;rec-number&gt;9&lt;/rec-number&gt;&lt;foreign-keys&gt;&lt;key app="EN" db-id="w2devwra8rawv8esx5cp2ztnv5et5wveszd2" timestamp="1678372212"&gt;9&lt;/key&gt;&lt;/foreign-keys&gt;&lt;ref-type name="Journal Article"&gt;17&lt;/ref-type&gt;&lt;contributors&gt;&lt;authors&gt;&lt;author&gt;Bennett, Carol&lt;/author&gt;&lt;author&gt;Graham, Ian D&lt;/author&gt;&lt;author&gt;Kristjansson, Elizabeth&lt;/author&gt;&lt;author&gt;Kearing, Stephen A&lt;/author&gt;&lt;author&gt;Clay, Kate F&lt;/author&gt;&lt;author&gt;O’Connor, Annette M&lt;/author&gt;&lt;/authors&gt;&lt;/contributors&gt;&lt;titles&gt;&lt;title&gt;Validation of a preparation for decision making scale&lt;/title&gt;&lt;secondary-title&gt;Patient education and counseling&lt;/secondary-title&gt;&lt;/titles&gt;&lt;periodical&gt;&lt;full-title&gt;Patient education and counseling&lt;/full-title&gt;&lt;/periodical&gt;&lt;pages&gt;130-133&lt;/pages&gt;&lt;volume&gt;78&lt;/volume&gt;&lt;number&gt;1&lt;/number&gt;&lt;dates&gt;&lt;year&gt;2010&lt;/year&gt;&lt;/dates&gt;&lt;isbn&gt;0738-3991&lt;/isbn&gt;&lt;urls&gt;&lt;/urls&gt;&lt;/record&gt;&lt;/Cite&gt;&lt;/EndNote&gt;</w:instrText>
      </w:r>
      <w:r w:rsidR="00617E95">
        <w:fldChar w:fldCharType="separate"/>
      </w:r>
      <w:r w:rsidR="00617E95">
        <w:rPr>
          <w:noProof/>
        </w:rPr>
        <w:t>(9)</w:t>
      </w:r>
      <w:r w:rsidR="00617E95">
        <w:fldChar w:fldCharType="end"/>
      </w:r>
      <w:r w:rsidR="00100A0C">
        <w:t>.</w:t>
      </w:r>
      <w:r w:rsidR="00503CE1" w:rsidRPr="00503CE1">
        <w:t xml:space="preserve"> </w:t>
      </w:r>
      <w:r w:rsidR="00AA6485">
        <w:t>Support</w:t>
      </w:r>
      <w:r w:rsidR="0045303E">
        <w:t xml:space="preserve"> for decision </w:t>
      </w:r>
      <w:r w:rsidR="0045303E">
        <w:lastRenderedPageBreak/>
        <w:t>making may be particularly welcome given the complexity of the decision: g</w:t>
      </w:r>
      <w:r w:rsidR="00503CE1">
        <w:t>astrostomy feeding can have a significant impact on an individual’s everyday life, with both positive and negative consequences</w:t>
      </w:r>
      <w:r w:rsidR="008D0158">
        <w:rPr>
          <w:noProof/>
        </w:rPr>
        <w:t xml:space="preserve"> </w:t>
      </w:r>
      <w:r w:rsidR="00A412C7">
        <w:rPr>
          <w:noProof/>
        </w:rPr>
        <w:fldChar w:fldCharType="begin">
          <w:fldData xml:space="preserve">PEVuZE5vdGU+PENpdGU+PEF1dGhvcj5TdGF2cm91bGFraXM8L0F1dGhvcj48WWVhcj4yMDE2PC9Z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</w:fldData>
        </w:fldChar>
      </w:r>
      <w:r w:rsidR="000042E7">
        <w:rPr>
          <w:noProof/>
        </w:rPr>
        <w:instrText xml:space="preserve"> ADDIN EN.CITE </w:instrText>
      </w:r>
      <w:r w:rsidR="000042E7">
        <w:rPr>
          <w:noProof/>
        </w:rPr>
        <w:fldChar w:fldCharType="begin">
          <w:fldData xml:space="preserve">PEVuZE5vdGU+PENpdGU+PEF1dGhvcj5TdGF2cm91bGFraXM8L0F1dGhvcj48WWVhcj4yMDE2PC9Z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</w:fldData>
        </w:fldChar>
      </w:r>
      <w:r w:rsidR="000042E7">
        <w:rPr>
          <w:noProof/>
        </w:rPr>
        <w:instrText xml:space="preserve"> ADDIN EN.CITE.DATA </w:instrText>
      </w:r>
      <w:r w:rsidR="000042E7">
        <w:rPr>
          <w:noProof/>
        </w:rPr>
      </w:r>
      <w:r w:rsidR="000042E7">
        <w:rPr>
          <w:noProof/>
        </w:rPr>
        <w:fldChar w:fldCharType="end"/>
      </w:r>
      <w:r w:rsidR="00A412C7">
        <w:rPr>
          <w:noProof/>
        </w:rPr>
      </w:r>
      <w:r w:rsidR="00A412C7">
        <w:rPr>
          <w:noProof/>
        </w:rPr>
        <w:fldChar w:fldCharType="separate"/>
      </w:r>
      <w:r w:rsidR="00A412C7">
        <w:rPr>
          <w:noProof/>
        </w:rPr>
        <w:t>(10)</w:t>
      </w:r>
      <w:r w:rsidR="00A412C7">
        <w:rPr>
          <w:noProof/>
        </w:rPr>
        <w:fldChar w:fldCharType="end"/>
      </w:r>
      <w:r w:rsidR="00FD1B80">
        <w:t xml:space="preserve">, </w:t>
      </w:r>
      <w:r w:rsidR="006E070A">
        <w:t xml:space="preserve">and </w:t>
      </w:r>
      <w:r w:rsidR="00763E40">
        <w:t>p</w:t>
      </w:r>
      <w:r w:rsidR="00DA65D6">
        <w:t>rolon</w:t>
      </w:r>
      <w:r w:rsidR="00101C55">
        <w:t xml:space="preserve">ging life is not a goal for all </w:t>
      </w:r>
      <w:proofErr w:type="spellStart"/>
      <w:r w:rsidR="00101C55">
        <w:t>plwMND</w:t>
      </w:r>
      <w:proofErr w:type="spellEnd"/>
      <w:r w:rsidR="0027151B">
        <w:t xml:space="preserve"> </w:t>
      </w:r>
      <w:r w:rsidR="00F732D6">
        <w:fldChar w:fldCharType="begin">
          <w:fldData xml:space="preserve">PEVuZE5vdGU+PENpdGU+PEF1dGhvcj5HcmVlbmF3YXk8L0F1dGhvcj48WWVhcj4yMDE1PC9ZZWFy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</w:fldData>
        </w:fldChar>
      </w:r>
      <w:r w:rsidR="000042E7">
        <w:instrText xml:space="preserve"> ADDIN EN.CITE </w:instrText>
      </w:r>
      <w:r w:rsidR="000042E7">
        <w:fldChar w:fldCharType="begin">
          <w:fldData xml:space="preserve">PEVuZE5vdGU+PENpdGU+PEF1dGhvcj5HcmVlbmF3YXk8L0F1dGhvcj48WWVhcj4yMDE1PC9ZZWFy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</w:fldData>
        </w:fldChar>
      </w:r>
      <w:r w:rsidR="000042E7">
        <w:instrText xml:space="preserve"> ADDIN EN.CITE.DATA </w:instrText>
      </w:r>
      <w:r w:rsidR="000042E7">
        <w:fldChar w:fldCharType="end"/>
      </w:r>
      <w:r w:rsidR="00F732D6">
        <w:fldChar w:fldCharType="separate"/>
      </w:r>
      <w:r w:rsidR="007D34AC">
        <w:rPr>
          <w:noProof/>
        </w:rPr>
        <w:t>(11-13)</w:t>
      </w:r>
      <w:r w:rsidR="00F732D6">
        <w:fldChar w:fldCharType="end"/>
      </w:r>
      <w:r w:rsidR="00A3624A">
        <w:t>.</w:t>
      </w:r>
    </w:p>
    <w:p w14:paraId="5A5C0D4B" w14:textId="24A86FCF" w:rsidR="00C1333E" w:rsidRPr="00AB478F" w:rsidRDefault="000607B3" w:rsidP="00E73CAD">
      <w:pPr>
        <w:autoSpaceDE w:val="0"/>
        <w:autoSpaceDN w:val="0"/>
        <w:adjustRightInd w:val="0"/>
        <w:ind w:firstLine="720"/>
      </w:pPr>
      <w:r>
        <w:t xml:space="preserve">Whilst </w:t>
      </w:r>
      <w:r w:rsidR="00025BA6" w:rsidRPr="00AB478F">
        <w:t>web-based P</w:t>
      </w:r>
      <w:r w:rsidR="00E226D8" w:rsidRPr="00AB478F">
        <w:t>DA</w:t>
      </w:r>
      <w:r>
        <w:t>s have been developed in Australia</w:t>
      </w:r>
      <w:r w:rsidR="00476F84">
        <w:t xml:space="preserve"> </w:t>
      </w:r>
      <w:r w:rsidR="007A69F8">
        <w:t>(</w:t>
      </w:r>
      <w:r w:rsidR="007A69F8" w:rsidRPr="007A69F8">
        <w:t>https://mnddecisiontools.com/public/1/decision_tool</w:t>
      </w:r>
      <w:r w:rsidR="007A69F8">
        <w:t>)</w:t>
      </w:r>
      <w:r>
        <w:t xml:space="preserve"> and</w:t>
      </w:r>
      <w:r w:rsidR="00C92DA5">
        <w:t xml:space="preserve"> the US</w:t>
      </w:r>
      <w:r w:rsidR="007A69F8">
        <w:t xml:space="preserve"> </w:t>
      </w:r>
      <w:r w:rsidR="00423699">
        <w:t>(</w:t>
      </w:r>
      <w:r w:rsidR="00423699" w:rsidRPr="00423699">
        <w:t>https://lesturnerals.org/nutrition/about-this-decision-tool/</w:t>
      </w:r>
      <w:r w:rsidR="00423699">
        <w:t>)</w:t>
      </w:r>
      <w:r w:rsidR="00C92DA5">
        <w:t xml:space="preserve">, this is the first </w:t>
      </w:r>
      <w:r w:rsidR="00BE5BC1">
        <w:t xml:space="preserve">study to document the development and pilot testing of </w:t>
      </w:r>
      <w:r w:rsidR="00476F84" w:rsidRPr="00AB478F">
        <w:t xml:space="preserve">a web-based PDA to support </w:t>
      </w:r>
      <w:proofErr w:type="spellStart"/>
      <w:r w:rsidR="00476F84" w:rsidRPr="00AB478F">
        <w:t>plwMND</w:t>
      </w:r>
      <w:proofErr w:type="spellEnd"/>
      <w:r w:rsidR="00476F84" w:rsidRPr="00AB478F">
        <w:t xml:space="preserve"> in the UK considering a gastrostomy</w:t>
      </w:r>
      <w:r w:rsidR="009E3673" w:rsidRPr="00AB478F">
        <w:t>.</w:t>
      </w:r>
    </w:p>
    <w:p w14:paraId="1C907CD9" w14:textId="77777777" w:rsidR="00C1333E" w:rsidRPr="00AB478F" w:rsidRDefault="00C1333E" w:rsidP="00AB478F">
      <w:pPr>
        <w:pStyle w:val="Newparagraph"/>
      </w:pPr>
    </w:p>
    <w:p w14:paraId="4880FAB7" w14:textId="77777777" w:rsidR="00602909" w:rsidRPr="003E2008" w:rsidRDefault="00602909" w:rsidP="00812761">
      <w:pPr>
        <w:pStyle w:val="Heading1"/>
        <w:rPr>
          <w:rFonts w:cs="Times New Roman"/>
        </w:rPr>
      </w:pPr>
      <w:r w:rsidRPr="003E2008">
        <w:rPr>
          <w:rFonts w:cs="Times New Roman"/>
        </w:rPr>
        <w:t>Materials and Methods</w:t>
      </w:r>
    </w:p>
    <w:p w14:paraId="516D2F64" w14:textId="79DC60CC" w:rsidR="000749D2" w:rsidRDefault="00DF02E0" w:rsidP="00A469E8">
      <w:pPr>
        <w:autoSpaceDE w:val="0"/>
        <w:autoSpaceDN w:val="0"/>
        <w:adjustRightInd w:val="0"/>
      </w:pPr>
      <w:r>
        <w:t>This was a</w:t>
      </w:r>
      <w:r w:rsidR="000749D2" w:rsidRPr="00642186">
        <w:t xml:space="preserve"> </w:t>
      </w:r>
      <w:r w:rsidR="00F96B98" w:rsidRPr="00642186">
        <w:t>mixed methods</w:t>
      </w:r>
      <w:r w:rsidR="00034AF5" w:rsidRPr="00642186">
        <w:t xml:space="preserve"> </w:t>
      </w:r>
      <w:r>
        <w:t>study</w:t>
      </w:r>
      <w:r w:rsidR="00EB02F9">
        <w:t>, with three phases</w:t>
      </w:r>
      <w:r w:rsidR="00531E95" w:rsidRPr="00642186">
        <w:t xml:space="preserve">. </w:t>
      </w:r>
      <w:r w:rsidR="00EB02F9" w:rsidRPr="003E2008">
        <w:t>There were two phases of</w:t>
      </w:r>
      <w:r w:rsidR="001B5947">
        <w:t xml:space="preserve"> PDA</w:t>
      </w:r>
      <w:r w:rsidR="00EB02F9" w:rsidRPr="003E2008">
        <w:t xml:space="preserve"> development, followed by a third phase of preliminary evaluation of the </w:t>
      </w:r>
      <w:r w:rsidR="00EB02F9">
        <w:t>PDA</w:t>
      </w:r>
      <w:r w:rsidR="00EB02F9" w:rsidRPr="003E2008">
        <w:t xml:space="preserve"> in practice</w:t>
      </w:r>
      <w:r w:rsidR="00EB02F9">
        <w:t xml:space="preserve"> (see Figure 1). </w:t>
      </w:r>
      <w:r w:rsidR="001A0F41">
        <w:t>PDA d</w:t>
      </w:r>
      <w:r w:rsidR="00531E95" w:rsidRPr="00642186">
        <w:t xml:space="preserve">evelopment </w:t>
      </w:r>
      <w:r w:rsidR="000749D2" w:rsidRPr="00642186">
        <w:t xml:space="preserve">observed the Medical Research Council’s guidance for the development of complex interventions </w:t>
      </w:r>
      <w:r w:rsidR="002D1A2D">
        <w:fldChar w:fldCharType="begin"/>
      </w:r>
      <w:r w:rsidR="00915629">
        <w:instrText xml:space="preserve"> ADDIN EN.CITE &lt;EndNote&gt;&lt;Cite&gt;&lt;Author&gt;Skivington&lt;/Author&gt;&lt;Year&gt;2021&lt;/Year&gt;&lt;RecNum&gt;14&lt;/RecNum&gt;&lt;DisplayText&gt;(14)&lt;/DisplayText&gt;&lt;record&gt;&lt;rec-number&gt;14&lt;/rec-number&gt;&lt;foreign-keys&gt;&lt;key app="EN" db-id="w2devwra8rawv8esx5cp2ztnv5et5wveszd2" timestamp="1678372212"&gt;14&lt;/key&gt;&lt;/foreign-keys&gt;&lt;ref-type name="Journal Article"&gt;17&lt;/ref-type&gt;&lt;contributors&gt;&lt;authors&gt;&lt;author&gt;Skivington, Kathryn&lt;/author&gt;&lt;author&gt;Matthews, Lynsay&lt;/author&gt;&lt;author&gt;Simpson, Sharon Anne&lt;/author&gt;&lt;author&gt;Craig, Peter&lt;/author&gt;&lt;author&gt;Baird, Janis&lt;/author&gt;&lt;author&gt;Blazeby, Jane M.&lt;/author&gt;&lt;author&gt;Boyd, Kathleen Anne&lt;/author&gt;&lt;author&gt;Craig, Neil&lt;/author&gt;&lt;author&gt;French, David P.&lt;/author&gt;&lt;author&gt;McIntosh, Emma&lt;/author&gt;&lt;author&gt;Petticrew, Mark&lt;/author&gt;&lt;author&gt;Rycroft-Malone, Jo&lt;/author&gt;&lt;author&gt;White, Martin&lt;/author&gt;&lt;author&gt;Moore, Laurence&lt;/author&gt;&lt;/authors&gt;&lt;/contributors&gt;&lt;titles&gt;&lt;title&gt;A new framework for developing and evaluating complex interventions: update of Medical Research Council guidance&lt;/title&gt;&lt;secondary-title&gt;Bmj&lt;/secondary-title&gt;&lt;/titles&gt;&lt;periodical&gt;&lt;full-title&gt;Bmj&lt;/full-title&gt;&lt;/periodical&gt;&lt;section&gt;n2061&lt;/section&gt;&lt;dates&gt;&lt;year&gt;2021&lt;/year&gt;&lt;/dates&gt;&lt;isbn&gt;1756-1833&lt;/isbn&gt;&lt;urls&gt;&lt;/urls&gt;&lt;electronic-resource-num&gt;10.1136/bmj.n2061&lt;/electronic-resource-num&gt;&lt;/record&gt;&lt;/Cite&gt;&lt;/EndNote&gt;</w:instrText>
      </w:r>
      <w:r w:rsidR="002D1A2D">
        <w:fldChar w:fldCharType="separate"/>
      </w:r>
      <w:r w:rsidR="00042CDC">
        <w:rPr>
          <w:noProof/>
        </w:rPr>
        <w:t>(14)</w:t>
      </w:r>
      <w:r w:rsidR="002D1A2D">
        <w:fldChar w:fldCharType="end"/>
      </w:r>
      <w:r w:rsidR="000749D2" w:rsidRPr="00642186">
        <w:t xml:space="preserve">, </w:t>
      </w:r>
      <w:r w:rsidR="00EE6ABB" w:rsidRPr="00642186">
        <w:t xml:space="preserve">a </w:t>
      </w:r>
      <w:r w:rsidR="002A31BF" w:rsidRPr="00642186">
        <w:t xml:space="preserve">published </w:t>
      </w:r>
      <w:r w:rsidR="00EE6ABB" w:rsidRPr="00642186">
        <w:t>process</w:t>
      </w:r>
      <w:r w:rsidR="002A31BF" w:rsidRPr="00642186">
        <w:t xml:space="preserve"> for developing</w:t>
      </w:r>
      <w:r w:rsidR="00D03254" w:rsidRPr="00642186">
        <w:t xml:space="preserve"> </w:t>
      </w:r>
      <w:r w:rsidR="000749D2" w:rsidRPr="00642186">
        <w:t>web-based decision aids</w:t>
      </w:r>
      <w:r w:rsidR="000749D2" w:rsidRPr="003E2008">
        <w:t xml:space="preserve"> </w:t>
      </w:r>
      <w:r w:rsidR="0070755B">
        <w:fldChar w:fldCharType="begin"/>
      </w:r>
      <w:r w:rsidR="00915629">
        <w:instrText xml:space="preserve"> ADDIN EN.CITE &lt;EndNote&gt;&lt;Cite&gt;&lt;Author&gt;Elwyn&lt;/Author&gt;&lt;Year&gt;2011&lt;/Year&gt;&lt;RecNum&gt;15&lt;/RecNum&gt;&lt;DisplayText&gt;(15)&lt;/DisplayText&gt;&lt;record&gt;&lt;rec-number&gt;15&lt;/rec-number&gt;&lt;foreign-keys&gt;&lt;key app="EN" db-id="w2devwra8rawv8esx5cp2ztnv5et5wveszd2" timestamp="1678372212"&gt;15&lt;/key&gt;&lt;/foreign-keys&gt;&lt;ref-type name="Journal Article"&gt;17&lt;/ref-type&gt;&lt;contributors&gt;&lt;authors&gt;&lt;author&gt;Elwyn, Glyn&lt;/author&gt;&lt;author&gt;Kreuwel, Ilse&lt;/author&gt;&lt;author&gt;Durand, Marie Anne&lt;/author&gt;&lt;author&gt;Sivell, Stephanie&lt;/author&gt;&lt;author&gt;Joseph-Williams, Natalie&lt;/author&gt;&lt;author&gt;Evans, Rhodri&lt;/author&gt;&lt;author&gt;Edwards, Adrian&lt;/author&gt;&lt;/authors&gt;&lt;/contributors&gt;&lt;titles&gt;&lt;title&gt;How to develop web-based decision support interventions for patients: a process map&lt;/title&gt;&lt;secondary-title&gt;Patient education and counseling&lt;/secondary-title&gt;&lt;/titles&gt;&lt;periodical&gt;&lt;full-title&gt;Patient education and counseling&lt;/full-title&gt;&lt;/periodical&gt;&lt;pages&gt;260-265&lt;/pages&gt;&lt;volume&gt;82&lt;/volume&gt;&lt;number&gt;2&lt;/number&gt;&lt;dates&gt;&lt;year&gt;2011&lt;/year&gt;&lt;/dates&gt;&lt;isbn&gt;0738-3991&lt;/isbn&gt;&lt;urls&gt;&lt;/urls&gt;&lt;/record&gt;&lt;/Cite&gt;&lt;/EndNote&gt;</w:instrText>
      </w:r>
      <w:r w:rsidR="0070755B">
        <w:fldChar w:fldCharType="separate"/>
      </w:r>
      <w:r w:rsidR="00042CDC">
        <w:rPr>
          <w:noProof/>
        </w:rPr>
        <w:t>(15)</w:t>
      </w:r>
      <w:r w:rsidR="0070755B">
        <w:fldChar w:fldCharType="end"/>
      </w:r>
      <w:r w:rsidR="00AF414B">
        <w:t xml:space="preserve"> </w:t>
      </w:r>
      <w:r w:rsidR="00AF414B" w:rsidRPr="003E2008">
        <w:t>and International Patient Decision Aid Standards (IP</w:t>
      </w:r>
      <w:r w:rsidR="00AF414B">
        <w:t>DA</w:t>
      </w:r>
      <w:r w:rsidR="00AF414B" w:rsidRPr="003E2008">
        <w:t>S)</w:t>
      </w:r>
      <w:r w:rsidR="0070755B">
        <w:t xml:space="preserve"> </w:t>
      </w:r>
      <w:r w:rsidR="00AF414B">
        <w:fldChar w:fldCharType="begin"/>
      </w:r>
      <w:r w:rsidR="00915629">
        <w:instrText xml:space="preserve"> ADDIN EN.CITE &lt;EndNote&gt;&lt;Cite&gt;&lt;RecNum&gt;16&lt;/RecNum&gt;&lt;DisplayText&gt;(16)&lt;/DisplayText&gt;&lt;record&gt;&lt;rec-number&gt;16&lt;/rec-number&gt;&lt;foreign-keys&gt;&lt;key app="EN" db-id="w2devwra8rawv8esx5cp2ztnv5et5wveszd2" timestamp="1678372212"&gt;16&lt;/key&gt;&lt;/foreign-keys&gt;&lt;ref-type name="Web Page"&gt;12&lt;/ref-type&gt;&lt;contributors&gt;&lt;/contributors&gt;&lt;titles&gt;&lt;title&gt;International Patient Decision Aid Standards (IPDAS)&lt;/title&gt;&lt;/titles&gt;&lt;volume&gt;2022&lt;/volume&gt;&lt;number&gt;23/06/2022&lt;/number&gt;&lt;dates&gt;&lt;/dates&gt;&lt;urls&gt;&lt;related-urls&gt;&lt;url&gt;www.ipdas.ohri.ca&lt;/url&gt;&lt;/related-urls&gt;&lt;/urls&gt;&lt;/record&gt;&lt;/Cite&gt;&lt;/EndNote&gt;</w:instrText>
      </w:r>
      <w:r w:rsidR="00AF414B">
        <w:fldChar w:fldCharType="separate"/>
      </w:r>
      <w:r w:rsidR="00042CDC">
        <w:rPr>
          <w:noProof/>
        </w:rPr>
        <w:t>(16)</w:t>
      </w:r>
      <w:r w:rsidR="00AF414B">
        <w:fldChar w:fldCharType="end"/>
      </w:r>
      <w:r w:rsidR="002C4C3A">
        <w:t xml:space="preserve">. </w:t>
      </w:r>
      <w:r w:rsidR="008A2B08" w:rsidRPr="003E2008">
        <w:t xml:space="preserve">A study advisory committee (SAC) including </w:t>
      </w:r>
      <w:proofErr w:type="spellStart"/>
      <w:r w:rsidR="008A2B08">
        <w:t>plwMND</w:t>
      </w:r>
      <w:proofErr w:type="spellEnd"/>
      <w:r w:rsidR="008A2B08" w:rsidRPr="003E2008">
        <w:t xml:space="preserve">, their </w:t>
      </w:r>
      <w:proofErr w:type="spellStart"/>
      <w:r w:rsidR="008A2B08" w:rsidRPr="003E2008">
        <w:t>carers</w:t>
      </w:r>
      <w:proofErr w:type="spellEnd"/>
      <w:r w:rsidR="008A2B08" w:rsidRPr="003E2008">
        <w:t xml:space="preserve">, and healthcare professionals and researchers with experience in MND and/or patient decision-making </w:t>
      </w:r>
      <w:r w:rsidR="008A2B08">
        <w:t xml:space="preserve">had oversight of both the study and the </w:t>
      </w:r>
      <w:r w:rsidR="00E226D8">
        <w:t>PDA</w:t>
      </w:r>
      <w:r w:rsidR="008A2B08">
        <w:t xml:space="preserve"> itself</w:t>
      </w:r>
      <w:r w:rsidR="008A2B08" w:rsidRPr="003E2008">
        <w:t>.</w:t>
      </w:r>
      <w:r w:rsidR="00A469E8">
        <w:t xml:space="preserve"> Ethical approval </w:t>
      </w:r>
      <w:r w:rsidR="00B679CF">
        <w:t xml:space="preserve">for </w:t>
      </w:r>
      <w:r w:rsidR="00E82D21">
        <w:t>Phases 1-2</w:t>
      </w:r>
      <w:r w:rsidR="00A469E8">
        <w:t xml:space="preserve"> </w:t>
      </w:r>
      <w:r w:rsidR="0052554A">
        <w:t xml:space="preserve">was provided by the </w:t>
      </w:r>
      <w:r w:rsidR="00A469E8">
        <w:t>West of Scotland Research Ethics</w:t>
      </w:r>
      <w:r w:rsidR="0052554A">
        <w:t xml:space="preserve"> </w:t>
      </w:r>
      <w:r w:rsidR="00A469E8">
        <w:t>Service, reference 19/WS/0078</w:t>
      </w:r>
      <w:r w:rsidR="00E82D21">
        <w:t xml:space="preserve">, and by </w:t>
      </w:r>
      <w:r w:rsidR="003E5191" w:rsidRPr="003E5191">
        <w:t>London - Surrey Borders Research Ethics Committee</w:t>
      </w:r>
      <w:r w:rsidR="003E5191">
        <w:t xml:space="preserve">, reference </w:t>
      </w:r>
      <w:r w:rsidR="003E5191" w:rsidRPr="003E5191">
        <w:t>21/PR/0571</w:t>
      </w:r>
      <w:r w:rsidR="003E5191">
        <w:t>, for Phase 3.</w:t>
      </w:r>
      <w:r w:rsidR="0052554A">
        <w:t xml:space="preserve"> </w:t>
      </w:r>
      <w:r w:rsidR="003E5191">
        <w:t>A</w:t>
      </w:r>
      <w:r w:rsidR="0052554A">
        <w:t>ll participants provided written informed consent.</w:t>
      </w:r>
      <w:r w:rsidR="001E13B2">
        <w:t xml:space="preserve"> Reporting follows </w:t>
      </w:r>
      <w:r w:rsidR="00BB08A5" w:rsidRPr="00BB08A5">
        <w:t xml:space="preserve">Standards for </w:t>
      </w:r>
      <w:proofErr w:type="spellStart"/>
      <w:r w:rsidR="00BB08A5" w:rsidRPr="00BB08A5">
        <w:t>UNiversal</w:t>
      </w:r>
      <w:proofErr w:type="spellEnd"/>
      <w:r w:rsidR="00BB08A5" w:rsidRPr="00BB08A5">
        <w:t xml:space="preserve"> reporting of patient Decision Aid Evaluation studies</w:t>
      </w:r>
      <w:r w:rsidR="00BB08A5">
        <w:t xml:space="preserve"> (SUNDAE)</w:t>
      </w:r>
      <w:r w:rsidR="00BB08A5" w:rsidRPr="00BB08A5">
        <w:t xml:space="preserve"> guidelines</w:t>
      </w:r>
      <w:r w:rsidR="00315303">
        <w:t xml:space="preserve"> </w:t>
      </w:r>
      <w:r w:rsidR="00B90CE1">
        <w:fldChar w:fldCharType="begin">
          <w:fldData xml:space="preserve">PEVuZE5vdGU+PENpdGU+PEF1dGhvcj5TZXB1Y2hhPC9BdXRob3I+PFllYXI+MjAxODwvWWVhcj48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=
</w:fldData>
        </w:fldChar>
      </w:r>
      <w:r w:rsidR="00915629">
        <w:instrText xml:space="preserve"> ADDIN EN.CITE </w:instrText>
      </w:r>
      <w:r w:rsidR="00915629">
        <w:fldChar w:fldCharType="begin">
          <w:fldData xml:space="preserve">PEVuZE5vdGU+PENpdGU+PEF1dGhvcj5TZXB1Y2hhPC9BdXRob3I+PFllYXI+MjAxODwvWWVhcj48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=
</w:fldData>
        </w:fldChar>
      </w:r>
      <w:r w:rsidR="00915629">
        <w:instrText xml:space="preserve"> ADDIN EN.CITE.DATA </w:instrText>
      </w:r>
      <w:r w:rsidR="00915629">
        <w:fldChar w:fldCharType="end"/>
      </w:r>
      <w:r w:rsidR="00B90CE1">
        <w:fldChar w:fldCharType="separate"/>
      </w:r>
      <w:r w:rsidR="00B90CE1">
        <w:rPr>
          <w:noProof/>
        </w:rPr>
        <w:t>(17)</w:t>
      </w:r>
      <w:r w:rsidR="00B90CE1">
        <w:fldChar w:fldCharType="end"/>
      </w:r>
      <w:r w:rsidR="00FC63CA">
        <w:t>.</w:t>
      </w:r>
    </w:p>
    <w:p w14:paraId="01F3DD67" w14:textId="5E1C4E6B" w:rsidR="00916920" w:rsidRDefault="00916920" w:rsidP="0070755B">
      <w:pPr>
        <w:autoSpaceDE w:val="0"/>
        <w:autoSpaceDN w:val="0"/>
        <w:adjustRightInd w:val="0"/>
      </w:pPr>
    </w:p>
    <w:p w14:paraId="7EF93B37" w14:textId="544667F8" w:rsidR="00916920" w:rsidRDefault="00817305" w:rsidP="00817305">
      <w:pPr>
        <w:autoSpaceDE w:val="0"/>
        <w:autoSpaceDN w:val="0"/>
        <w:adjustRightInd w:val="0"/>
        <w:ind w:firstLine="720"/>
      </w:pPr>
      <w:r>
        <w:lastRenderedPageBreak/>
        <w:t>[</w:t>
      </w:r>
      <w:r w:rsidR="00916920">
        <w:t xml:space="preserve">Figure </w:t>
      </w:r>
      <w:r>
        <w:t>1]</w:t>
      </w:r>
    </w:p>
    <w:p w14:paraId="129E0690" w14:textId="77777777" w:rsidR="00EF56F3" w:rsidRDefault="00EF56F3" w:rsidP="00817305">
      <w:pPr>
        <w:autoSpaceDE w:val="0"/>
        <w:autoSpaceDN w:val="0"/>
        <w:adjustRightInd w:val="0"/>
        <w:ind w:firstLine="720"/>
      </w:pPr>
    </w:p>
    <w:p w14:paraId="14A8E4EC" w14:textId="63EF7371" w:rsidR="0018675D" w:rsidRPr="008F0CEA" w:rsidRDefault="0018675D" w:rsidP="0020225C">
      <w:pPr>
        <w:rPr>
          <w:b/>
          <w:bCs/>
          <w:i/>
          <w:iCs/>
        </w:rPr>
      </w:pPr>
      <w:r w:rsidRPr="008F0CEA">
        <w:rPr>
          <w:b/>
          <w:bCs/>
          <w:i/>
          <w:iCs/>
        </w:rPr>
        <w:t>Participants</w:t>
      </w:r>
    </w:p>
    <w:p w14:paraId="006E47ED" w14:textId="6DD166F9" w:rsidR="002E3784" w:rsidRDefault="002E3784" w:rsidP="0020225C">
      <w:r>
        <w:t>I</w:t>
      </w:r>
      <w:r w:rsidR="00CC2FDA">
        <w:t>n Phases 1 and 2</w:t>
      </w:r>
      <w:r w:rsidR="004605AE">
        <w:t>,</w:t>
      </w:r>
      <w:r w:rsidR="00CC2FDA">
        <w:t xml:space="preserve"> </w:t>
      </w:r>
      <w:proofErr w:type="spellStart"/>
      <w:r w:rsidR="00C60089">
        <w:t>plwMND</w:t>
      </w:r>
      <w:proofErr w:type="spellEnd"/>
      <w:r>
        <w:t xml:space="preserve"> and carer participants </w:t>
      </w:r>
      <w:r w:rsidR="00CC2FDA">
        <w:t>were recruite</w:t>
      </w:r>
      <w:r>
        <w:t xml:space="preserve">d from MND and palliative care clinics, hospices, support groups and via adverts on social media. Healthcare professionals were recruited </w:t>
      </w:r>
      <w:r w:rsidR="00803F18">
        <w:t xml:space="preserve">directly </w:t>
      </w:r>
      <w:r>
        <w:t>by the research team, via a member of the advisory committee, or through adverts on social media and professional groups.</w:t>
      </w:r>
    </w:p>
    <w:p w14:paraId="28F9F2EB" w14:textId="658E68E1" w:rsidR="00CC2FDA" w:rsidRPr="003E2008" w:rsidRDefault="002E3784" w:rsidP="00AA0059">
      <w:pPr>
        <w:ind w:firstLine="720"/>
      </w:pPr>
      <w:r>
        <w:t>I</w:t>
      </w:r>
      <w:r w:rsidR="006F3D68">
        <w:t>n Phase 3</w:t>
      </w:r>
      <w:r w:rsidR="00092B0B">
        <w:t>,</w:t>
      </w:r>
      <w:r w:rsidR="00C36590">
        <w:t xml:space="preserve"> </w:t>
      </w:r>
      <w:proofErr w:type="spellStart"/>
      <w:r w:rsidR="00D71BB5">
        <w:t>plwMND</w:t>
      </w:r>
      <w:proofErr w:type="spellEnd"/>
      <w:r w:rsidR="00C36590">
        <w:t xml:space="preserve"> were recruited through members of their clinical care team at research sites</w:t>
      </w:r>
      <w:r>
        <w:t xml:space="preserve"> </w:t>
      </w:r>
      <w:r w:rsidR="00C36590">
        <w:t>and</w:t>
      </w:r>
      <w:r w:rsidR="000F4D67">
        <w:t xml:space="preserve"> </w:t>
      </w:r>
      <w:r>
        <w:t>via social media</w:t>
      </w:r>
      <w:r w:rsidR="000F4D67">
        <w:t xml:space="preserve">, </w:t>
      </w:r>
      <w:r w:rsidR="00C81190">
        <w:t xml:space="preserve">the </w:t>
      </w:r>
      <w:r w:rsidR="00AD17A7">
        <w:t>MND</w:t>
      </w:r>
      <w:r w:rsidR="000F4D67">
        <w:t xml:space="preserve"> Association</w:t>
      </w:r>
      <w:r w:rsidR="00AD17A7">
        <w:t xml:space="preserve"> </w:t>
      </w:r>
      <w:r w:rsidR="000F4D67">
        <w:t>website, research network, support groups and social media.</w:t>
      </w:r>
    </w:p>
    <w:p w14:paraId="49FB2433" w14:textId="6131CCA7" w:rsidR="00DB1C12" w:rsidRPr="00817305" w:rsidRDefault="00602A73" w:rsidP="00DB1C12">
      <w:pPr>
        <w:pStyle w:val="Paragraph"/>
        <w:rPr>
          <w:b/>
          <w:bCs/>
          <w:i/>
          <w:iCs/>
        </w:rPr>
      </w:pPr>
      <w:r w:rsidRPr="00817305">
        <w:rPr>
          <w:b/>
          <w:bCs/>
          <w:i/>
          <w:iCs/>
        </w:rPr>
        <w:t>Phase 1</w:t>
      </w:r>
    </w:p>
    <w:p w14:paraId="500FD226" w14:textId="5521E917" w:rsidR="00196EF6" w:rsidRDefault="00F96B98" w:rsidP="00AA0059">
      <w:pPr>
        <w:pStyle w:val="Newparagraph"/>
        <w:ind w:firstLine="0"/>
      </w:pPr>
      <w:r w:rsidRPr="003E2008">
        <w:t>Phase 1 consisted of two literature reviews</w:t>
      </w:r>
      <w:r w:rsidR="00AB74C2">
        <w:t xml:space="preserve">, </w:t>
      </w:r>
      <w:proofErr w:type="gramStart"/>
      <w:r w:rsidR="00D063A0" w:rsidRPr="003E2008">
        <w:t>interviews</w:t>
      </w:r>
      <w:proofErr w:type="gramEnd"/>
      <w:r w:rsidR="00AB74C2">
        <w:t xml:space="preserve"> and a prioritisation survey</w:t>
      </w:r>
      <w:r w:rsidRPr="003E2008">
        <w:t xml:space="preserve">. </w:t>
      </w:r>
      <w:r w:rsidR="00E51051" w:rsidRPr="003E2008">
        <w:t>The first literature review</w:t>
      </w:r>
      <w:r w:rsidR="00E51051">
        <w:t xml:space="preserve">, </w:t>
      </w:r>
      <w:r w:rsidR="00ED2FB9">
        <w:t>conducted</w:t>
      </w:r>
      <w:r w:rsidR="00E51051">
        <w:t xml:space="preserve"> in July 2019,</w:t>
      </w:r>
      <w:r w:rsidR="00E51051" w:rsidRPr="003E2008">
        <w:t xml:space="preserve"> </w:t>
      </w:r>
      <w:r w:rsidR="00E51051">
        <w:t>used search terms related to</w:t>
      </w:r>
      <w:r w:rsidR="006402C2">
        <w:t xml:space="preserve"> n</w:t>
      </w:r>
      <w:r w:rsidR="00E51051">
        <w:t xml:space="preserve">eurodegenerative disease, </w:t>
      </w:r>
      <w:r w:rsidR="002A1EAC">
        <w:t xml:space="preserve">decision-making/information need and </w:t>
      </w:r>
      <w:r w:rsidR="00E51051">
        <w:t>nutrition support to identify</w:t>
      </w:r>
      <w:r w:rsidR="00E51051" w:rsidRPr="003E2008">
        <w:t xml:space="preserve"> qualitative studies that </w:t>
      </w:r>
      <w:r w:rsidR="00587E1B">
        <w:t xml:space="preserve">included </w:t>
      </w:r>
      <w:r w:rsidR="00E51051">
        <w:t xml:space="preserve">data on the </w:t>
      </w:r>
      <w:r w:rsidR="00E51051" w:rsidRPr="003E2008">
        <w:t xml:space="preserve">information required </w:t>
      </w:r>
      <w:r w:rsidR="00E51051">
        <w:t>by</w:t>
      </w:r>
      <w:r w:rsidR="00E51051" w:rsidRPr="003E2008">
        <w:t xml:space="preserve"> </w:t>
      </w:r>
      <w:r w:rsidR="00E51051">
        <w:t>people</w:t>
      </w:r>
      <w:r w:rsidR="00E51051" w:rsidRPr="003E2008">
        <w:t xml:space="preserve"> with neurodegenerative conditions considering a gastrostomy</w:t>
      </w:r>
      <w:r w:rsidR="00E51051">
        <w:t>. The</w:t>
      </w:r>
      <w:r w:rsidR="00E51051" w:rsidRPr="003E2008">
        <w:t xml:space="preserve"> second literature review</w:t>
      </w:r>
      <w:r w:rsidR="00E51051">
        <w:t xml:space="preserve">, </w:t>
      </w:r>
      <w:r w:rsidR="00ED2FB9">
        <w:t>conducted</w:t>
      </w:r>
      <w:r w:rsidR="00E51051">
        <w:t xml:space="preserve"> in September 2019,</w:t>
      </w:r>
      <w:r w:rsidR="00E51051" w:rsidRPr="003E2008">
        <w:t xml:space="preserve"> </w:t>
      </w:r>
      <w:r w:rsidR="00E51051">
        <w:t>used search terms related to decision making, patients/carers and digital interventions</w:t>
      </w:r>
      <w:r w:rsidR="003E0CA3">
        <w:t>,</w:t>
      </w:r>
      <w:r w:rsidR="00E51051">
        <w:t xml:space="preserve"> to identify </w:t>
      </w:r>
      <w:r w:rsidR="00E51051" w:rsidRPr="003E2008">
        <w:t xml:space="preserve">web-based </w:t>
      </w:r>
      <w:r w:rsidR="00E51051">
        <w:t>PDA</w:t>
      </w:r>
      <w:r w:rsidR="00E51051" w:rsidRPr="003E2008">
        <w:t>s</w:t>
      </w:r>
      <w:r w:rsidR="002554C6">
        <w:t xml:space="preserve"> for any condition</w:t>
      </w:r>
      <w:r w:rsidR="00E51051" w:rsidRPr="003E2008">
        <w:t xml:space="preserve"> and studies describing their development and evaluation</w:t>
      </w:r>
      <w:r w:rsidR="00E51051">
        <w:t>.</w:t>
      </w:r>
      <w:r w:rsidR="00BD026D">
        <w:t xml:space="preserve"> </w:t>
      </w:r>
      <w:r w:rsidR="000464E7">
        <w:t xml:space="preserve">For both literature reviews the following databases were searched: Medline, Web of </w:t>
      </w:r>
      <w:r w:rsidR="00C70DFC">
        <w:t>S</w:t>
      </w:r>
      <w:r w:rsidR="000464E7">
        <w:t>cience, Embase and CINAHL.</w:t>
      </w:r>
      <w:r w:rsidR="000464E7" w:rsidRPr="003E2008">
        <w:t xml:space="preserve"> </w:t>
      </w:r>
      <w:r w:rsidR="000464E7">
        <w:t>Two reviewers screened titles and abstracts. Full texts were retrieved if suggested by either reviewer</w:t>
      </w:r>
      <w:r w:rsidR="002C5B88">
        <w:t>. B</w:t>
      </w:r>
      <w:r w:rsidR="000464E7">
        <w:t xml:space="preserve">oth reviewers checked </w:t>
      </w:r>
      <w:r w:rsidR="00EA0E39">
        <w:t>papers</w:t>
      </w:r>
      <w:r w:rsidR="00847855">
        <w:t xml:space="preserve"> for relevant data</w:t>
      </w:r>
      <w:r w:rsidR="00EA0E39">
        <w:t xml:space="preserve"> with a</w:t>
      </w:r>
      <w:r w:rsidR="000464E7">
        <w:t>ny disagreements were resolved through discussion</w:t>
      </w:r>
      <w:r w:rsidR="00382B8F">
        <w:t xml:space="preserve">. </w:t>
      </w:r>
    </w:p>
    <w:p w14:paraId="5C1DB70C" w14:textId="1CE4BCE3" w:rsidR="00765412" w:rsidRDefault="00E337ED" w:rsidP="00DB1C12">
      <w:pPr>
        <w:pStyle w:val="Newparagraph"/>
      </w:pPr>
      <w:r w:rsidRPr="003E2008">
        <w:t xml:space="preserve">Cross-sectional, semi-structured interviews with </w:t>
      </w:r>
      <w:proofErr w:type="spellStart"/>
      <w:r w:rsidR="001D21B6">
        <w:t>plwMND</w:t>
      </w:r>
      <w:proofErr w:type="spellEnd"/>
      <w:r w:rsidRPr="003E2008">
        <w:t>, carer</w:t>
      </w:r>
      <w:r w:rsidR="00D7673C">
        <w:t>s</w:t>
      </w:r>
      <w:r w:rsidRPr="003E2008">
        <w:t xml:space="preserve"> and HCP participant</w:t>
      </w:r>
      <w:r w:rsidR="000E0DC6">
        <w:t>s</w:t>
      </w:r>
      <w:r w:rsidRPr="003E2008">
        <w:t xml:space="preserve"> explored personal experiences</w:t>
      </w:r>
      <w:r w:rsidR="00142442">
        <w:t xml:space="preserve"> </w:t>
      </w:r>
      <w:r w:rsidR="003C573C">
        <w:t>of</w:t>
      </w:r>
      <w:r w:rsidR="00142442">
        <w:t xml:space="preserve"> gastrostomy</w:t>
      </w:r>
      <w:r w:rsidRPr="003E2008">
        <w:t xml:space="preserve"> (</w:t>
      </w:r>
      <w:proofErr w:type="spellStart"/>
      <w:r w:rsidR="002107ED">
        <w:t>plwMND</w:t>
      </w:r>
      <w:proofErr w:type="spellEnd"/>
      <w:r w:rsidRPr="003E2008">
        <w:t xml:space="preserve"> and carers only); </w:t>
      </w:r>
      <w:r w:rsidRPr="003E2008">
        <w:lastRenderedPageBreak/>
        <w:t xml:space="preserve">key information </w:t>
      </w:r>
      <w:r w:rsidR="002107ED">
        <w:t>required for decision</w:t>
      </w:r>
      <w:r w:rsidR="003E0CA3">
        <w:t>-</w:t>
      </w:r>
      <w:r w:rsidR="002107ED">
        <w:t>making</w:t>
      </w:r>
      <w:r w:rsidRPr="003E2008">
        <w:t xml:space="preserve">; what a </w:t>
      </w:r>
      <w:r w:rsidR="00E226D8">
        <w:t>PDA</w:t>
      </w:r>
      <w:r w:rsidRPr="003E2008">
        <w:t xml:space="preserve"> might contain and look like; when to introduce a </w:t>
      </w:r>
      <w:r w:rsidR="00E226D8">
        <w:t>PDA</w:t>
      </w:r>
      <w:r w:rsidRPr="003E2008">
        <w:t xml:space="preserve">; </w:t>
      </w:r>
      <w:r w:rsidR="009835E0">
        <w:t xml:space="preserve">and </w:t>
      </w:r>
      <w:r w:rsidR="002107ED">
        <w:t>how to</w:t>
      </w:r>
      <w:r w:rsidR="000C6308">
        <w:t xml:space="preserve"> </w:t>
      </w:r>
      <w:r w:rsidR="002107ED">
        <w:t>meet</w:t>
      </w:r>
      <w:r w:rsidRPr="003E2008">
        <w:t xml:space="preserve"> carers’ needs. </w:t>
      </w:r>
      <w:r w:rsidR="000D1B3C">
        <w:t>The</w:t>
      </w:r>
      <w:r w:rsidRPr="003E2008">
        <w:t xml:space="preserve"> interview guide</w:t>
      </w:r>
      <w:r w:rsidR="000D1B3C">
        <w:t xml:space="preserve"> </w:t>
      </w:r>
      <w:r w:rsidR="000D1B3C" w:rsidRPr="003E2008">
        <w:t xml:space="preserve">was sent to participants </w:t>
      </w:r>
      <w:r w:rsidR="00A14A41">
        <w:t>prior to</w:t>
      </w:r>
      <w:r w:rsidR="000D1B3C" w:rsidRPr="003E2008">
        <w:t xml:space="preserve"> </w:t>
      </w:r>
      <w:r w:rsidR="003E0CA3">
        <w:t xml:space="preserve">the </w:t>
      </w:r>
      <w:r w:rsidR="000D1B3C" w:rsidRPr="003E2008">
        <w:t>interview</w:t>
      </w:r>
      <w:r w:rsidR="003E0CA3">
        <w:t>,</w:t>
      </w:r>
      <w:r w:rsidR="000D1B3C" w:rsidRPr="003E2008">
        <w:t xml:space="preserve"> </w:t>
      </w:r>
      <w:r w:rsidR="00591A8A">
        <w:t>providing thinking time</w:t>
      </w:r>
      <w:r w:rsidR="000D1B3C" w:rsidRPr="003E2008">
        <w:t xml:space="preserve"> </w:t>
      </w:r>
      <w:r w:rsidR="00091DD9">
        <w:t xml:space="preserve">and </w:t>
      </w:r>
      <w:r w:rsidR="000D1B3C" w:rsidRPr="003E2008">
        <w:t>to assist those with communication difficulties.</w:t>
      </w:r>
      <w:r w:rsidR="00D71B1E">
        <w:t xml:space="preserve"> Interviews took </w:t>
      </w:r>
      <w:r w:rsidRPr="003E2008">
        <w:t>place either in person or by telephone at a time and place convenient to the participant.</w:t>
      </w:r>
      <w:r w:rsidR="00F67299">
        <w:t xml:space="preserve"> All i</w:t>
      </w:r>
      <w:r w:rsidRPr="003E2008">
        <w:t>nterviews were audio-recorded and transcribed verbatim.</w:t>
      </w:r>
    </w:p>
    <w:p w14:paraId="51331508" w14:textId="468D6223" w:rsidR="00CE6AA4" w:rsidRDefault="0087083F" w:rsidP="007222A4">
      <w:pPr>
        <w:pStyle w:val="Newparagraph"/>
      </w:pPr>
      <w:r>
        <w:t>Suggested PDA content</w:t>
      </w:r>
      <w:r w:rsidR="00776A0E">
        <w:t xml:space="preserve"> from</w:t>
      </w:r>
      <w:r w:rsidR="00724B0D">
        <w:t xml:space="preserve"> the first literature review and interviews</w:t>
      </w:r>
      <w:r w:rsidR="00161044">
        <w:t xml:space="preserve"> </w:t>
      </w:r>
      <w:r w:rsidR="00724B0D">
        <w:t xml:space="preserve">were extracted to </w:t>
      </w:r>
      <w:r w:rsidR="00546890">
        <w:t>a framework</w:t>
      </w:r>
      <w:r w:rsidR="00D7251D">
        <w:t>, the main themes of which</w:t>
      </w:r>
      <w:r w:rsidR="00546890">
        <w:t xml:space="preserve"> </w:t>
      </w:r>
      <w:r w:rsidR="00D7251D">
        <w:t>were based on the interview guide topics</w:t>
      </w:r>
      <w:r w:rsidR="005B4AFF">
        <w:t xml:space="preserve"> </w:t>
      </w:r>
      <w:r w:rsidR="005B4AFF">
        <w:fldChar w:fldCharType="begin"/>
      </w:r>
      <w:r w:rsidR="000042E7">
        <w:instrText xml:space="preserve"> ADDIN EN.CITE &lt;EndNote&gt;&lt;Cite&gt;&lt;Author&gt;Ritchie&lt;/Author&gt;&lt;Year&gt;2003&lt;/Year&gt;&lt;RecNum&gt;18&lt;/RecNum&gt;&lt;DisplayText&gt;(18)&lt;/DisplayText&gt;&lt;record&gt;&lt;rec-number&gt;18&lt;/rec-number&gt;&lt;foreign-keys&gt;&lt;key app="EN" db-id="w2devwra8rawv8esx5cp2ztnv5et5wveszd2" timestamp="1678372212"&gt;18&lt;/key&gt;&lt;/foreign-keys&gt;&lt;ref-type name="Journal Article"&gt;17&lt;/ref-type&gt;&lt;contributors&gt;&lt;authors&gt;&lt;author&gt;Ritchie, Jane&lt;/author&gt;&lt;author&gt;Spencer, Liz&lt;/author&gt;&lt;author&gt;O’Connor, William&lt;/author&gt;&lt;/authors&gt;&lt;/contributors&gt;&lt;titles&gt;&lt;title&gt;Carrying out qualitative analysis&lt;/title&gt;&lt;secondary-title&gt;Qualitative research practice: A guide for social science students and researchers&lt;/secondary-title&gt;&lt;/titles&gt;&lt;periodical&gt;&lt;full-title&gt;Qualitative research practice: A guide for social science students and researchers&lt;/full-title&gt;&lt;/periodical&gt;&lt;pages&gt;219-62&lt;/pages&gt;&lt;volume&gt;2003&lt;/volume&gt;&lt;dates&gt;&lt;year&gt;2003&lt;/year&gt;&lt;/dates&gt;&lt;urls&gt;&lt;/urls&gt;&lt;/record&gt;&lt;/Cite&gt;&lt;/EndNote&gt;</w:instrText>
      </w:r>
      <w:r w:rsidR="005B4AFF">
        <w:fldChar w:fldCharType="separate"/>
      </w:r>
      <w:r w:rsidR="00B90CE1">
        <w:rPr>
          <w:noProof/>
        </w:rPr>
        <w:t>(18)</w:t>
      </w:r>
      <w:r w:rsidR="005B4AFF">
        <w:fldChar w:fldCharType="end"/>
      </w:r>
      <w:r w:rsidR="00392667">
        <w:t>.</w:t>
      </w:r>
      <w:r w:rsidR="00FC1496">
        <w:t xml:space="preserve"> </w:t>
      </w:r>
      <w:r w:rsidR="0028176D">
        <w:t>A prio</w:t>
      </w:r>
      <w:r w:rsidR="00BA4CBB">
        <w:t>ritisation survey was created</w:t>
      </w:r>
      <w:r w:rsidR="00964C5F">
        <w:t xml:space="preserve"> in</w:t>
      </w:r>
      <w:r w:rsidR="00960223">
        <w:t xml:space="preserve"> </w:t>
      </w:r>
      <w:proofErr w:type="spellStart"/>
      <w:r w:rsidR="00960223">
        <w:t>iSurvey</w:t>
      </w:r>
      <w:proofErr w:type="spellEnd"/>
      <w:r w:rsidR="00960223">
        <w:t xml:space="preserve"> (University of Southampton online </w:t>
      </w:r>
      <w:r w:rsidR="00857F3E">
        <w:t>software)</w:t>
      </w:r>
      <w:r w:rsidR="0088247A">
        <w:t xml:space="preserve"> </w:t>
      </w:r>
      <w:r w:rsidR="00FC1496">
        <w:t xml:space="preserve">by </w:t>
      </w:r>
      <w:r w:rsidR="0070231B">
        <w:t>extracting each suggested piece of content</w:t>
      </w:r>
      <w:r w:rsidR="008B0527">
        <w:t xml:space="preserve"> from this framework</w:t>
      </w:r>
      <w:r w:rsidR="00B566D2">
        <w:t xml:space="preserve"> and asking respondents to indicate whether it</w:t>
      </w:r>
      <w:r w:rsidR="000D3A20">
        <w:t xml:space="preserve"> must, should, could or should not be included</w:t>
      </w:r>
      <w:r w:rsidR="0065705F">
        <w:t xml:space="preserve"> in the PDA</w:t>
      </w:r>
      <w:r w:rsidR="00EF3882">
        <w:t xml:space="preserve"> (</w:t>
      </w:r>
      <w:proofErr w:type="spellStart"/>
      <w:r w:rsidR="00EF3882" w:rsidRPr="003E2008">
        <w:t>MoSCoW</w:t>
      </w:r>
      <w:proofErr w:type="spellEnd"/>
      <w:r w:rsidR="00EF3882" w:rsidRPr="003E2008">
        <w:t xml:space="preserve"> prioritisation model</w:t>
      </w:r>
      <w:r w:rsidR="00647EF3">
        <w:t xml:space="preserve"> </w:t>
      </w:r>
      <w:r w:rsidR="00502EE1">
        <w:fldChar w:fldCharType="begin"/>
      </w:r>
      <w:r w:rsidR="000042E7">
        <w:instrText xml:space="preserve"> ADDIN EN.CITE &lt;EndNote&gt;&lt;Cite&gt;&lt;Author&gt;DSDM Agile Project Framework Handbook&lt;/Author&gt;&lt;RecNum&gt;19&lt;/RecNum&gt;&lt;DisplayText&gt;(19)&lt;/DisplayText&gt;&lt;record&gt;&lt;rec-number&gt;19&lt;/rec-number&gt;&lt;foreign-keys&gt;&lt;key app="EN" db-id="w2devwra8rawv8esx5cp2ztnv5et5wveszd2" timestamp="1678372212"&gt;19&lt;/key&gt;&lt;/foreign-keys&gt;&lt;ref-type name="Web Page"&gt;12&lt;/ref-type&gt;&lt;contributors&gt;&lt;authors&gt;&lt;author&gt;DSDM Agile Project Framework Handbook,&lt;/author&gt;&lt;/authors&gt;&lt;/contributors&gt;&lt;titles&gt;&lt;title&gt;MoSCoW Prioritisation&lt;/title&gt;&lt;/titles&gt;&lt;dates&gt;&lt;/dates&gt;&lt;urls&gt;&lt;related-urls&gt;&lt;url&gt;https://www.agilebusiness.org/content/moscow-prioritisation&lt;/url&gt;&lt;/related-urls&gt;&lt;/urls&gt;&lt;/record&gt;&lt;/Cite&gt;&lt;/EndNote&gt;</w:instrText>
      </w:r>
      <w:r w:rsidR="00502EE1">
        <w:fldChar w:fldCharType="separate"/>
      </w:r>
      <w:r w:rsidR="00B90CE1">
        <w:rPr>
          <w:noProof/>
        </w:rPr>
        <w:t>(19)</w:t>
      </w:r>
      <w:r w:rsidR="00502EE1">
        <w:fldChar w:fldCharType="end"/>
      </w:r>
      <w:r w:rsidR="00502EE1">
        <w:t>)</w:t>
      </w:r>
      <w:r w:rsidR="00EF3882" w:rsidRPr="003E2008">
        <w:t>.</w:t>
      </w:r>
      <w:r w:rsidR="000B71E9">
        <w:t xml:space="preserve"> </w:t>
      </w:r>
      <w:r w:rsidR="001E79D1">
        <w:t>A</w:t>
      </w:r>
      <w:r w:rsidR="000B71E9">
        <w:t xml:space="preserve">ll Phase 1 participants </w:t>
      </w:r>
      <w:r w:rsidR="00FD79BE">
        <w:t xml:space="preserve">and </w:t>
      </w:r>
      <w:r w:rsidR="000B71E9">
        <w:t xml:space="preserve">the </w:t>
      </w:r>
      <w:r w:rsidR="003963BC">
        <w:t>SAC</w:t>
      </w:r>
      <w:r w:rsidR="001E79D1">
        <w:t xml:space="preserve"> were invited to complete the survey.</w:t>
      </w:r>
      <w:r w:rsidR="002B6828">
        <w:t xml:space="preserve"> </w:t>
      </w:r>
      <w:r w:rsidR="00DA4A59">
        <w:t xml:space="preserve">Formal rules for item exclusion and inclusion were not applied, but the results from the survey were </w:t>
      </w:r>
      <w:r w:rsidR="00776A0E">
        <w:t xml:space="preserve">discussed </w:t>
      </w:r>
      <w:r w:rsidR="00DA4A59">
        <w:t xml:space="preserve">in conjunction with PDA standards </w:t>
      </w:r>
      <w:r w:rsidR="003D5A89">
        <w:t>to determine</w:t>
      </w:r>
      <w:r w:rsidR="00DA4A59">
        <w:t xml:space="preserve"> what content to include and prominence of the content.</w:t>
      </w:r>
    </w:p>
    <w:p w14:paraId="69DA4EB7" w14:textId="7739E565" w:rsidR="004C0007" w:rsidRDefault="00DA5A86" w:rsidP="007222A4">
      <w:pPr>
        <w:pStyle w:val="Newparagraph"/>
      </w:pPr>
      <w:r>
        <w:t>For the second literature</w:t>
      </w:r>
      <w:r w:rsidR="003D5A89">
        <w:t xml:space="preserve"> review</w:t>
      </w:r>
      <w:r w:rsidR="00602C02">
        <w:t>,</w:t>
      </w:r>
      <w:r w:rsidR="00F06699">
        <w:t xml:space="preserve"> all </w:t>
      </w:r>
      <w:r w:rsidR="00357E59">
        <w:t xml:space="preserve">accessible </w:t>
      </w:r>
      <w:r w:rsidR="00F06699">
        <w:t>web</w:t>
      </w:r>
      <w:r w:rsidR="00202F2E">
        <w:t>-based PDAs were viewed</w:t>
      </w:r>
      <w:r w:rsidR="000020A5">
        <w:t xml:space="preserve"> </w:t>
      </w:r>
      <w:r w:rsidR="00E56632">
        <w:t xml:space="preserve">and </w:t>
      </w:r>
      <w:r w:rsidR="008B476A">
        <w:t>features which worked</w:t>
      </w:r>
      <w:r w:rsidR="003A25CE">
        <w:t xml:space="preserve"> well were noted</w:t>
      </w:r>
      <w:r w:rsidR="00423A94">
        <w:t xml:space="preserve">. In addition, </w:t>
      </w:r>
      <w:r w:rsidR="00064E59">
        <w:t xml:space="preserve">the outcome measures which were used to evaluate the PDAs were </w:t>
      </w:r>
      <w:r w:rsidR="00360761">
        <w:t>tabulated to inform the Phase 3 outcome framework.</w:t>
      </w:r>
      <w:r w:rsidR="00202F2E">
        <w:t xml:space="preserve"> </w:t>
      </w:r>
    </w:p>
    <w:p w14:paraId="6C0CA4BF" w14:textId="77777777" w:rsidR="00CE6AA4" w:rsidRDefault="00CE6AA4" w:rsidP="00CE6AA4">
      <w:pPr>
        <w:pStyle w:val="Newparagraph"/>
        <w:ind w:firstLine="0"/>
      </w:pPr>
    </w:p>
    <w:p w14:paraId="2A93A86F" w14:textId="2112DF49" w:rsidR="00CE6AA4" w:rsidRPr="00817305" w:rsidRDefault="00CE6AA4" w:rsidP="00CE6AA4">
      <w:pPr>
        <w:pStyle w:val="Newparagraph"/>
        <w:ind w:firstLine="0"/>
        <w:rPr>
          <w:b/>
          <w:bCs/>
          <w:i/>
          <w:iCs/>
        </w:rPr>
      </w:pPr>
      <w:r w:rsidRPr="00817305">
        <w:rPr>
          <w:b/>
          <w:bCs/>
          <w:i/>
          <w:iCs/>
        </w:rPr>
        <w:t>Phase 2</w:t>
      </w:r>
    </w:p>
    <w:p w14:paraId="4E2880AE" w14:textId="3D9CBBD4" w:rsidR="0006625A" w:rsidRDefault="00DD52F4" w:rsidP="008F0CEA">
      <w:pPr>
        <w:pStyle w:val="Newparagraph"/>
        <w:ind w:firstLine="0"/>
      </w:pPr>
      <w:r>
        <w:t>T</w:t>
      </w:r>
      <w:r w:rsidR="004D235C">
        <w:t>he</w:t>
      </w:r>
      <w:r w:rsidRPr="003E2008">
        <w:t xml:space="preserve"> </w:t>
      </w:r>
      <w:r w:rsidR="004D235C">
        <w:t>prototype PDA was designed</w:t>
      </w:r>
      <w:r w:rsidRPr="003E2008">
        <w:t xml:space="preserve"> </w:t>
      </w:r>
      <w:r w:rsidR="00561F2D">
        <w:t>using</w:t>
      </w:r>
      <w:r w:rsidR="002B654B">
        <w:t xml:space="preserve"> </w:t>
      </w:r>
      <w:r w:rsidR="003E0CA3">
        <w:t xml:space="preserve">international </w:t>
      </w:r>
      <w:r w:rsidR="002B654B">
        <w:t>PDA standards</w:t>
      </w:r>
      <w:r w:rsidR="00AB5BAD">
        <w:t xml:space="preserve"> </w:t>
      </w:r>
      <w:r w:rsidR="00E55CF1">
        <w:t>(</w:t>
      </w:r>
      <w:r w:rsidR="00AD31D6">
        <w:t xml:space="preserve">supplementary material </w:t>
      </w:r>
      <w:r w:rsidR="008643B4">
        <w:t>S</w:t>
      </w:r>
      <w:r w:rsidR="00AD31D6">
        <w:t xml:space="preserve">1, </w:t>
      </w:r>
      <w:r w:rsidR="003A4A33">
        <w:fldChar w:fldCharType="begin">
          <w:fldData xml:space="preserve">PEVuZE5vdGU+PENpdGU+PEF1dGhvcj5EdXJhbmQ8L0F1dGhvcj48WWVhcj4yMDE1PC9ZZWFyPjxS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</w:fldData>
        </w:fldChar>
      </w:r>
      <w:r w:rsidR="00915629">
        <w:instrText xml:space="preserve"> ADDIN EN.CITE </w:instrText>
      </w:r>
      <w:r w:rsidR="00915629">
        <w:fldChar w:fldCharType="begin">
          <w:fldData xml:space="preserve">PEVuZE5vdGU+PENpdGU+PEF1dGhvcj5EdXJhbmQ8L0F1dGhvcj48WWVhcj4yMDE1PC9ZZWFyPjxS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</w:fldData>
        </w:fldChar>
      </w:r>
      <w:r w:rsidR="00915629">
        <w:instrText xml:space="preserve"> ADDIN EN.CITE.DATA </w:instrText>
      </w:r>
      <w:r w:rsidR="00915629">
        <w:fldChar w:fldCharType="end"/>
      </w:r>
      <w:r w:rsidR="003A4A33">
        <w:fldChar w:fldCharType="separate"/>
      </w:r>
      <w:r w:rsidR="003A4A33">
        <w:rPr>
          <w:noProof/>
        </w:rPr>
        <w:t>(20)</w:t>
      </w:r>
      <w:r w:rsidR="003A4A33">
        <w:fldChar w:fldCharType="end"/>
      </w:r>
      <w:r w:rsidR="003A4A33">
        <w:t>)</w:t>
      </w:r>
      <w:r w:rsidR="00E22BB3">
        <w:t xml:space="preserve"> </w:t>
      </w:r>
      <w:r w:rsidR="002B654B">
        <w:t>along</w:t>
      </w:r>
      <w:r w:rsidR="00E91381">
        <w:t>side</w:t>
      </w:r>
      <w:r w:rsidRPr="003E2008">
        <w:t xml:space="preserve"> </w:t>
      </w:r>
      <w:r w:rsidR="000E18D2">
        <w:t>data</w:t>
      </w:r>
      <w:r w:rsidR="002215D2">
        <w:t xml:space="preserve"> from the </w:t>
      </w:r>
      <w:r w:rsidR="005A44ED">
        <w:t xml:space="preserve">prioritisation </w:t>
      </w:r>
      <w:r w:rsidR="002215D2">
        <w:t>survey</w:t>
      </w:r>
      <w:r w:rsidR="002E5803">
        <w:t>,</w:t>
      </w:r>
      <w:r w:rsidR="000C6D71">
        <w:t xml:space="preserve"> which</w:t>
      </w:r>
      <w:r w:rsidR="002215D2">
        <w:t xml:space="preserve"> </w:t>
      </w:r>
      <w:r w:rsidR="000C6D71">
        <w:t>informed</w:t>
      </w:r>
      <w:r w:rsidR="002215D2">
        <w:t xml:space="preserve"> </w:t>
      </w:r>
      <w:r w:rsidR="005E4873">
        <w:t>both</w:t>
      </w:r>
      <w:r w:rsidR="002215D2">
        <w:t xml:space="preserve"> content </w:t>
      </w:r>
      <w:r w:rsidR="000C6D71">
        <w:t>and prominence</w:t>
      </w:r>
      <w:r w:rsidR="00006005">
        <w:t xml:space="preserve"> of the content</w:t>
      </w:r>
      <w:r w:rsidR="002215D2">
        <w:t>.</w:t>
      </w:r>
      <w:r w:rsidR="004021F3">
        <w:t xml:space="preserve"> </w:t>
      </w:r>
      <w:r w:rsidR="009466AD">
        <w:t xml:space="preserve">To ensure the accuracy of </w:t>
      </w:r>
      <w:r w:rsidR="005A4116">
        <w:t>information, a</w:t>
      </w:r>
      <w:r w:rsidR="001861CC">
        <w:t>ll content was</w:t>
      </w:r>
      <w:r w:rsidR="009619C5">
        <w:t xml:space="preserve"> carefully checked against the evidence base, including guidelines, best </w:t>
      </w:r>
      <w:r w:rsidR="009619C5">
        <w:lastRenderedPageBreak/>
        <w:t>practice documents and published paper</w:t>
      </w:r>
      <w:r w:rsidR="005A4116">
        <w:t>s</w:t>
      </w:r>
      <w:r w:rsidR="007222A4">
        <w:t>,</w:t>
      </w:r>
      <w:r w:rsidR="005A4116">
        <w:t xml:space="preserve"> as well as being reviewed by the SAC. </w:t>
      </w:r>
      <w:r w:rsidR="00571E6A">
        <w:t xml:space="preserve">The PDA was drafted </w:t>
      </w:r>
      <w:r w:rsidR="00131BBE">
        <w:t>in</w:t>
      </w:r>
      <w:r w:rsidR="00571E6A">
        <w:t xml:space="preserve"> PowerPoint</w:t>
      </w:r>
      <w:r w:rsidR="00EC5247">
        <w:t>, with one</w:t>
      </w:r>
      <w:r w:rsidR="00571E6A">
        <w:t xml:space="preserve"> slide represent</w:t>
      </w:r>
      <w:r w:rsidR="00EC5247">
        <w:t>ing</w:t>
      </w:r>
      <w:r w:rsidR="00571E6A">
        <w:t xml:space="preserve"> each screen</w:t>
      </w:r>
      <w:r w:rsidR="00EC5247">
        <w:t>. T</w:t>
      </w:r>
      <w:r w:rsidR="005C1FF4">
        <w:t xml:space="preserve">he website </w:t>
      </w:r>
      <w:r w:rsidR="00131BBE">
        <w:t xml:space="preserve">developer used </w:t>
      </w:r>
      <w:r w:rsidR="00EC5247">
        <w:t xml:space="preserve">these slides </w:t>
      </w:r>
      <w:r w:rsidR="00E9081D">
        <w:t>to develop</w:t>
      </w:r>
      <w:r w:rsidR="00131BBE">
        <w:t xml:space="preserve"> the online version.</w:t>
      </w:r>
      <w:r w:rsidR="007222A4">
        <w:t xml:space="preserve"> </w:t>
      </w:r>
    </w:p>
    <w:p w14:paraId="4F81275F" w14:textId="37544312" w:rsidR="0013127E" w:rsidRDefault="0095190B" w:rsidP="00DB1C12">
      <w:pPr>
        <w:pStyle w:val="Newparagraph"/>
      </w:pPr>
      <w:r>
        <w:t>Alpha</w:t>
      </w:r>
      <w:r w:rsidR="00743FF0">
        <w:t xml:space="preserve"> testin</w:t>
      </w:r>
      <w:r w:rsidR="00973765">
        <w:t xml:space="preserve">g involved asking </w:t>
      </w:r>
      <w:r w:rsidR="00CB4717">
        <w:t xml:space="preserve">all Phase 1 participants to review the </w:t>
      </w:r>
      <w:r w:rsidR="00CF4141">
        <w:t xml:space="preserve">online </w:t>
      </w:r>
      <w:r w:rsidR="00E226D8">
        <w:t>PDA</w:t>
      </w:r>
      <w:r w:rsidR="001B2D90" w:rsidRPr="003E2008">
        <w:t xml:space="preserve"> and complete a</w:t>
      </w:r>
      <w:r w:rsidR="005D774F">
        <w:t>n online</w:t>
      </w:r>
      <w:r w:rsidR="00D7724D">
        <w:t xml:space="preserve"> feedback</w:t>
      </w:r>
      <w:r w:rsidR="007E095F">
        <w:t xml:space="preserve"> survey</w:t>
      </w:r>
      <w:r w:rsidR="00D7724D">
        <w:t xml:space="preserve"> </w:t>
      </w:r>
      <w:r w:rsidR="001B2D90" w:rsidRPr="003E2008">
        <w:t>on</w:t>
      </w:r>
      <w:r w:rsidR="007E095F">
        <w:t xml:space="preserve"> </w:t>
      </w:r>
      <w:r w:rsidR="001B2D90" w:rsidRPr="003E2008">
        <w:t>clarity of information</w:t>
      </w:r>
      <w:r w:rsidR="007E095F">
        <w:t xml:space="preserve">, </w:t>
      </w:r>
      <w:r w:rsidR="001B2D90" w:rsidRPr="003E2008">
        <w:t>presentation</w:t>
      </w:r>
      <w:r w:rsidR="007E095F">
        <w:t xml:space="preserve">, </w:t>
      </w:r>
      <w:proofErr w:type="gramStart"/>
      <w:r w:rsidR="001B2D90" w:rsidRPr="003E2008">
        <w:t>functionality</w:t>
      </w:r>
      <w:proofErr w:type="gramEnd"/>
      <w:r w:rsidR="001B2D90" w:rsidRPr="003E2008">
        <w:t xml:space="preserve"> and perceptions of utility</w:t>
      </w:r>
      <w:r w:rsidR="00F52CD6">
        <w:t>. For each section, participants were invited to highlight any information that was unclear or missing</w:t>
      </w:r>
      <w:r w:rsidR="0099630D">
        <w:t xml:space="preserve">, </w:t>
      </w:r>
      <w:r w:rsidR="00C93BF1">
        <w:t>and</w:t>
      </w:r>
      <w:r w:rsidR="00F52CD6">
        <w:t xml:space="preserve"> </w:t>
      </w:r>
      <w:r w:rsidR="001173F5">
        <w:t>if there was anything they would change about the appearance</w:t>
      </w:r>
      <w:r w:rsidR="00B43F1B">
        <w:t xml:space="preserve">. </w:t>
      </w:r>
      <w:r w:rsidR="00522E57">
        <w:t>General feedback</w:t>
      </w:r>
      <w:r w:rsidR="00CD399A">
        <w:t xml:space="preserve"> and additional comments</w:t>
      </w:r>
      <w:r w:rsidR="00522E57">
        <w:t xml:space="preserve"> </w:t>
      </w:r>
      <w:r w:rsidR="00CD399A">
        <w:t>were</w:t>
      </w:r>
      <w:r w:rsidR="00522E57">
        <w:t xml:space="preserve"> also encourage</w:t>
      </w:r>
      <w:r w:rsidR="00CD399A">
        <w:t>d.</w:t>
      </w:r>
      <w:r w:rsidR="001B2D90" w:rsidRPr="003E2008">
        <w:t xml:space="preserve"> Following review of the feedback with the SAC</w:t>
      </w:r>
      <w:r w:rsidR="00AA1CB2">
        <w:t>,</w:t>
      </w:r>
      <w:r w:rsidR="001B2D90" w:rsidRPr="003E2008">
        <w:t xml:space="preserve"> a second version of the </w:t>
      </w:r>
      <w:r w:rsidR="00E226D8">
        <w:t>PDA</w:t>
      </w:r>
      <w:r w:rsidR="001B2D90" w:rsidRPr="003E2008">
        <w:t xml:space="preserve"> was produced for beta testing</w:t>
      </w:r>
      <w:r w:rsidR="00DA1DA3">
        <w:t>, which used t</w:t>
      </w:r>
      <w:r w:rsidR="001B2D90" w:rsidRPr="003E2008">
        <w:t xml:space="preserve">he </w:t>
      </w:r>
      <w:r w:rsidR="00634819">
        <w:t>‘</w:t>
      </w:r>
      <w:r w:rsidR="001B2D90" w:rsidRPr="003E2008">
        <w:t>think aloud</w:t>
      </w:r>
      <w:r w:rsidR="00634819">
        <w:t>’</w:t>
      </w:r>
      <w:r w:rsidR="001B2D90" w:rsidRPr="003E2008">
        <w:t xml:space="preserve"> method</w:t>
      </w:r>
      <w:r w:rsidR="00E22BB3">
        <w:t xml:space="preserve"> </w:t>
      </w:r>
      <w:r w:rsidR="00D84A2E">
        <w:fldChar w:fldCharType="begin"/>
      </w:r>
      <w:r w:rsidR="000042E7">
        <w:instrText xml:space="preserve"> ADDIN EN.CITE &lt;EndNote&gt;&lt;Cite&gt;&lt;Author&gt;Yardley&lt;/Author&gt;&lt;Year&gt;2010&lt;/Year&gt;&lt;RecNum&gt;21&lt;/RecNum&gt;&lt;DisplayText&gt;(21)&lt;/DisplayText&gt;&lt;record&gt;&lt;rec-number&gt;21&lt;/rec-number&gt;&lt;foreign-keys&gt;&lt;key app="EN" db-id="w2devwra8rawv8esx5cp2ztnv5et5wveszd2" timestamp="1678372212"&gt;21&lt;/key&gt;&lt;/foreign-keys&gt;&lt;ref-type name="Journal Article"&gt;17&lt;/ref-type&gt;&lt;contributors&gt;&lt;authors&gt;&lt;author&gt;Yardley, Lucy&lt;/author&gt;&lt;author&gt;Morrison, Leanne G&lt;/author&gt;&lt;author&gt;Andreou, Panayiota&lt;/author&gt;&lt;author&gt;Joseph, Judith&lt;/author&gt;&lt;author&gt;Little, Paul&lt;/author&gt;&lt;/authors&gt;&lt;/contributors&gt;&lt;titles&gt;&lt;title&gt;Understanding reactions to an internet-delivered health-care intervention: accommodating user preferences for information provision&lt;/title&gt;&lt;secondary-title&gt;BMC Medical Informatics and Decision Making&lt;/secondary-title&gt;&lt;/titles&gt;&lt;periodical&gt;&lt;full-title&gt;BMC Medical Informatics and Decision Making&lt;/full-title&gt;&lt;/periodical&gt;&lt;pages&gt;52&lt;/pages&gt;&lt;volume&gt;10&lt;/volume&gt;&lt;number&gt;1&lt;/number&gt;&lt;dates&gt;&lt;year&gt;2010&lt;/year&gt;&lt;/dates&gt;&lt;isbn&gt;1472-6947&lt;/isbn&gt;&lt;urls&gt;&lt;/urls&gt;&lt;/record&gt;&lt;/Cite&gt;&lt;/EndNote&gt;</w:instrText>
      </w:r>
      <w:r w:rsidR="00D84A2E">
        <w:fldChar w:fldCharType="separate"/>
      </w:r>
      <w:r w:rsidR="003A4A33">
        <w:rPr>
          <w:noProof/>
        </w:rPr>
        <w:t>(21)</w:t>
      </w:r>
      <w:r w:rsidR="00D84A2E">
        <w:fldChar w:fldCharType="end"/>
      </w:r>
      <w:r w:rsidR="00DA1DA3">
        <w:t>.</w:t>
      </w:r>
      <w:r w:rsidR="008715A7">
        <w:t xml:space="preserve"> </w:t>
      </w:r>
      <w:r w:rsidR="00DA1DA3">
        <w:t>N</w:t>
      </w:r>
      <w:r w:rsidR="008715A7" w:rsidRPr="003E2008">
        <w:t>ew patients, carers and HCPs talked through</w:t>
      </w:r>
      <w:r w:rsidR="001F37BA">
        <w:t xml:space="preserve"> their thoughts whilst using </w:t>
      </w:r>
      <w:r w:rsidR="008715A7" w:rsidRPr="003E2008">
        <w:t xml:space="preserve">the </w:t>
      </w:r>
      <w:r w:rsidR="008715A7">
        <w:t>PDA</w:t>
      </w:r>
      <w:r w:rsidR="001B2D90" w:rsidRPr="003E2008">
        <w:t xml:space="preserve">. </w:t>
      </w:r>
      <w:r w:rsidR="001F37BA">
        <w:t>Beta testing</w:t>
      </w:r>
      <w:r w:rsidR="00382788" w:rsidRPr="003E2008">
        <w:t xml:space="preserve"> </w:t>
      </w:r>
      <w:r w:rsidR="00861166">
        <w:t>was</w:t>
      </w:r>
      <w:r w:rsidR="00861166" w:rsidRPr="003E2008">
        <w:t xml:space="preserve"> </w:t>
      </w:r>
      <w:r w:rsidR="00382788" w:rsidRPr="003E2008">
        <w:t>carried out via video call</w:t>
      </w:r>
      <w:r w:rsidR="00555C88">
        <w:t>s due to the COVID pandemic.</w:t>
      </w:r>
      <w:r w:rsidR="00420A5D">
        <w:t xml:space="preserve"> All interviews were recorded</w:t>
      </w:r>
      <w:r w:rsidR="002379A2">
        <w:t>.</w:t>
      </w:r>
      <w:r w:rsidR="002B4808">
        <w:t xml:space="preserve"> Text </w:t>
      </w:r>
      <w:r w:rsidR="00FB3055">
        <w:t>related to changes was transcribed</w:t>
      </w:r>
      <w:r w:rsidR="000D3852">
        <w:t xml:space="preserve"> and reviewed.</w:t>
      </w:r>
      <w:r w:rsidR="00502CF3">
        <w:t xml:space="preserve"> The PDA was </w:t>
      </w:r>
      <w:r w:rsidR="00537FEC">
        <w:t>revised as necessary after each</w:t>
      </w:r>
      <w:r w:rsidR="00A80303">
        <w:t xml:space="preserve"> session</w:t>
      </w:r>
      <w:r w:rsidR="004B5F56">
        <w:t xml:space="preserve"> until no new changes were suggested (</w:t>
      </w:r>
      <w:r w:rsidR="003E0CA3">
        <w:t xml:space="preserve">data </w:t>
      </w:r>
      <w:r w:rsidR="004B5F56">
        <w:t>saturation). The final version of the PDA was checked and approved by the SAC</w:t>
      </w:r>
      <w:r w:rsidR="000915BF">
        <w:t>.</w:t>
      </w:r>
      <w:r w:rsidR="00555C88">
        <w:t xml:space="preserve"> </w:t>
      </w:r>
    </w:p>
    <w:p w14:paraId="4924D9C3" w14:textId="77777777" w:rsidR="004B5F56" w:rsidRDefault="004B5F56" w:rsidP="004B5F56">
      <w:pPr>
        <w:pStyle w:val="Newparagraph"/>
        <w:ind w:firstLine="0"/>
      </w:pPr>
    </w:p>
    <w:p w14:paraId="266FF233" w14:textId="1A65A983" w:rsidR="004B5F56" w:rsidRPr="00817305" w:rsidRDefault="004B5F56" w:rsidP="004B5F56">
      <w:pPr>
        <w:pStyle w:val="Newparagraph"/>
        <w:ind w:firstLine="0"/>
        <w:rPr>
          <w:b/>
          <w:bCs/>
          <w:i/>
          <w:iCs/>
        </w:rPr>
      </w:pPr>
      <w:r w:rsidRPr="00817305">
        <w:rPr>
          <w:b/>
          <w:bCs/>
          <w:i/>
          <w:iCs/>
        </w:rPr>
        <w:t>Phase 3</w:t>
      </w:r>
    </w:p>
    <w:p w14:paraId="100FEF7E" w14:textId="21AD5521" w:rsidR="006674B5" w:rsidRDefault="004B75B1" w:rsidP="008F0CEA">
      <w:pPr>
        <w:pStyle w:val="Newparagraph"/>
        <w:ind w:firstLine="0"/>
        <w:rPr>
          <w:rFonts w:eastAsia="MS PGothic"/>
        </w:rPr>
      </w:pPr>
      <w:r>
        <w:t xml:space="preserve">Phase 3 was open from </w:t>
      </w:r>
      <w:r w:rsidR="00045929">
        <w:t>May 2021</w:t>
      </w:r>
      <w:r>
        <w:t xml:space="preserve"> to </w:t>
      </w:r>
      <w:r w:rsidR="00045929">
        <w:t>June 2022</w:t>
      </w:r>
      <w:r>
        <w:t xml:space="preserve">. </w:t>
      </w:r>
      <w:r w:rsidR="005A1E92">
        <w:t>Partic</w:t>
      </w:r>
      <w:r w:rsidR="00880BA2">
        <w:t>i</w:t>
      </w:r>
      <w:r w:rsidR="005A1E92">
        <w:t>pants</w:t>
      </w:r>
      <w:r w:rsidR="00042349">
        <w:t xml:space="preserve"> </w:t>
      </w:r>
      <w:r w:rsidR="00ED50A7">
        <w:t xml:space="preserve">were invited to </w:t>
      </w:r>
      <w:r w:rsidR="00347C7F">
        <w:t xml:space="preserve">use the PDA as they wished and then complete </w:t>
      </w:r>
      <w:bookmarkStart w:id="0" w:name="_Hlk67496554"/>
      <w:r w:rsidR="005D760C" w:rsidRPr="003E2008">
        <w:rPr>
          <w:rFonts w:eastAsia="MS PGothic"/>
        </w:rPr>
        <w:t xml:space="preserve">the SURE measure of decisional conflict </w:t>
      </w:r>
      <w:r w:rsidR="005D760C" w:rsidRPr="003E2008">
        <w:rPr>
          <w:rFonts w:eastAsia="MS PGothic"/>
        </w:rPr>
        <w:fldChar w:fldCharType="begin">
          <w:fldData xml:space="preserve">PEVuZE5vdGU+PENpdGU+PEF1dGhvcj5GZXJyb24gUGFyYXlyZTwvQXV0aG9yPjxZZWFyPjIwMTQ8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</w:fldData>
        </w:fldChar>
      </w:r>
      <w:r w:rsidR="000042E7">
        <w:rPr>
          <w:rFonts w:eastAsia="MS PGothic"/>
        </w:rPr>
        <w:instrText xml:space="preserve"> ADDIN EN.CITE </w:instrText>
      </w:r>
      <w:r w:rsidR="000042E7">
        <w:rPr>
          <w:rFonts w:eastAsia="MS PGothic"/>
        </w:rPr>
        <w:fldChar w:fldCharType="begin">
          <w:fldData xml:space="preserve">PEVuZE5vdGU+PENpdGU+PEF1dGhvcj5GZXJyb24gUGFyYXlyZTwvQXV0aG9yPjxZZWFyPjIwMTQ8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</w:fldData>
        </w:fldChar>
      </w:r>
      <w:r w:rsidR="000042E7">
        <w:rPr>
          <w:rFonts w:eastAsia="MS PGothic"/>
        </w:rPr>
        <w:instrText xml:space="preserve"> ADDIN EN.CITE.DATA </w:instrText>
      </w:r>
      <w:r w:rsidR="000042E7">
        <w:rPr>
          <w:rFonts w:eastAsia="MS PGothic"/>
        </w:rPr>
      </w:r>
      <w:r w:rsidR="000042E7">
        <w:rPr>
          <w:rFonts w:eastAsia="MS PGothic"/>
        </w:rPr>
        <w:fldChar w:fldCharType="end"/>
      </w:r>
      <w:r w:rsidR="005D760C" w:rsidRPr="003E2008">
        <w:rPr>
          <w:rFonts w:eastAsia="MS PGothic"/>
        </w:rPr>
      </w:r>
      <w:r w:rsidR="005D760C" w:rsidRPr="003E2008">
        <w:rPr>
          <w:rFonts w:eastAsia="MS PGothic"/>
        </w:rPr>
        <w:fldChar w:fldCharType="separate"/>
      </w:r>
      <w:r w:rsidR="007D34AC">
        <w:rPr>
          <w:rFonts w:eastAsia="MS PGothic"/>
          <w:noProof/>
        </w:rPr>
        <w:t>(22)</w:t>
      </w:r>
      <w:r w:rsidR="005D760C" w:rsidRPr="003E2008">
        <w:rPr>
          <w:rFonts w:eastAsia="MS PGothic"/>
        </w:rPr>
        <w:fldChar w:fldCharType="end"/>
      </w:r>
      <w:bookmarkEnd w:id="0"/>
      <w:r w:rsidR="005D760C" w:rsidRPr="003E2008">
        <w:rPr>
          <w:rFonts w:eastAsia="MS PGothic"/>
        </w:rPr>
        <w:t xml:space="preserve">, Preparation for Decision Making Scale </w:t>
      </w:r>
      <w:r w:rsidR="005D760C" w:rsidRPr="003E2008">
        <w:rPr>
          <w:rFonts w:eastAsia="MS PGothic"/>
        </w:rPr>
        <w:fldChar w:fldCharType="begin"/>
      </w:r>
      <w:r w:rsidR="000042E7">
        <w:rPr>
          <w:rFonts w:eastAsia="MS PGothic"/>
        </w:rPr>
        <w:instrText xml:space="preserve"> ADDIN EN.CITE &lt;EndNote&gt;&lt;Cite&gt;&lt;Author&gt;C Bennett&lt;/Author&gt;&lt;Year&gt;2010 &lt;/Year&gt;&lt;RecNum&gt;23&lt;/RecNum&gt;&lt;DisplayText&gt;(23)&lt;/DisplayText&gt;&lt;record&gt;&lt;rec-number&gt;23&lt;/rec-number&gt;&lt;foreign-keys&gt;&lt;key app="EN" db-id="w2devwra8rawv8esx5cp2ztnv5et5wveszd2" timestamp="1678372212"&gt;23&lt;/key&gt;&lt;/foreign-keys&gt;&lt;ref-type name="Journal Article"&gt;17&lt;/ref-type&gt;&lt;contributors&gt;&lt;authors&gt;&lt;author&gt;C Bennett, &lt;/author&gt;&lt;author&gt;ID Graham, &lt;/author&gt;&lt;author&gt;E Kristjansson, &lt;/author&gt;&lt;author&gt;SA Kearing, &lt;/author&gt;&lt;author&gt;KF Clay, &lt;/author&gt;&lt;author&gt;AM O&amp;apos;Connor&lt;/author&gt;&lt;/authors&gt;&lt;/contributors&gt;&lt;titles&gt;&lt;title&gt;Validation of a preparation for decision making scale&lt;/title&gt;&lt;secondary-title&gt;Patient Educ Couns&lt;/secondary-title&gt;&lt;/titles&gt;&lt;periodical&gt;&lt;full-title&gt;Patient Educ Couns&lt;/full-title&gt;&lt;/periodical&gt;&lt;pages&gt;130-3&lt;/pages&gt;&lt;volume&gt;78&lt;/volume&gt;&lt;number&gt;1&lt;/number&gt;&lt;dates&gt;&lt;year&gt;2010 &lt;/year&gt;&lt;/dates&gt;&lt;urls&gt;&lt;/urls&gt;&lt;/record&gt;&lt;/Cite&gt;&lt;/EndNote&gt;</w:instrText>
      </w:r>
      <w:r w:rsidR="005D760C" w:rsidRPr="003E2008">
        <w:rPr>
          <w:rFonts w:eastAsia="MS PGothic"/>
        </w:rPr>
        <w:fldChar w:fldCharType="separate"/>
      </w:r>
      <w:r w:rsidR="003A4A33">
        <w:rPr>
          <w:rFonts w:eastAsia="MS PGothic"/>
          <w:noProof/>
        </w:rPr>
        <w:t>(23)</w:t>
      </w:r>
      <w:r w:rsidR="005D760C" w:rsidRPr="003E2008">
        <w:rPr>
          <w:rFonts w:eastAsia="MS PGothic"/>
        </w:rPr>
        <w:fldChar w:fldCharType="end"/>
      </w:r>
      <w:r w:rsidR="005D760C" w:rsidRPr="003E2008">
        <w:rPr>
          <w:rFonts w:eastAsia="MS PGothic"/>
        </w:rPr>
        <w:t xml:space="preserve">, Satisfaction with Decision Scale </w:t>
      </w:r>
      <w:r w:rsidR="005D760C" w:rsidRPr="003E2008">
        <w:rPr>
          <w:rFonts w:eastAsia="MS PGothic"/>
        </w:rPr>
        <w:fldChar w:fldCharType="begin"/>
      </w:r>
      <w:r w:rsidR="000042E7">
        <w:rPr>
          <w:rFonts w:eastAsia="MS PGothic"/>
        </w:rPr>
        <w:instrText xml:space="preserve"> ADDIN EN.CITE &lt;EndNote&gt;&lt;Cite&gt;&lt;Author&gt;Holmes-Rovner&lt;/Author&gt;&lt;Year&gt;1996&lt;/Year&gt;&lt;RecNum&gt;24&lt;/RecNum&gt;&lt;DisplayText&gt;(24)&lt;/DisplayText&gt;&lt;record&gt;&lt;rec-number&gt;24&lt;/rec-number&gt;&lt;foreign-keys&gt;&lt;key app="EN" db-id="w2devwra8rawv8esx5cp2ztnv5et5wveszd2" timestamp="1678372212"&gt;24&lt;/key&gt;&lt;/foreign-keys&gt;&lt;ref-type name="Journal Article"&gt;17&lt;/ref-type&gt;&lt;contributors&gt;&lt;authors&gt;&lt;author&gt;Holmes-Rovner, Margaret&lt;/author&gt;&lt;author&gt;Kroll, Jill&lt;/author&gt;&lt;author&gt;Schmitt, Neal&lt;/author&gt;&lt;author&gt;Rovner, David R.&lt;/author&gt;&lt;author&gt;Breer, M. Lynn&lt;/author&gt;&lt;author&gt;Rothert, Marilyn L.&lt;/author&gt;&lt;author&gt;Padonu, Georgia&lt;/author&gt;&lt;author&gt;Talarczyk, Geraldine&lt;/author&gt;&lt;/authors&gt;&lt;/contributors&gt;&lt;titles&gt;&lt;title&gt;Patient Satisfaction with Health Care Decisions:The Satisfaction with Decision Scale&lt;/title&gt;&lt;secondary-title&gt;Medical Decision Making&lt;/secondary-title&gt;&lt;/titles&gt;&lt;periodical&gt;&lt;full-title&gt;Medical Decision Making&lt;/full-title&gt;&lt;/periodical&gt;&lt;pages&gt;58-64&lt;/pages&gt;&lt;volume&gt;16&lt;/volume&gt;&lt;number&gt;1&lt;/number&gt;&lt;dates&gt;&lt;year&gt;1996&lt;/year&gt;&lt;/dates&gt;&lt;accession-num&gt;8717600&lt;/accession-num&gt;&lt;urls&gt;&lt;related-urls&gt;&lt;url&gt;https://journals.sagepub.com/doi/abs/10.1177/0272989X9601600114&lt;/url&gt;&lt;/related-urls&gt;&lt;/urls&gt;&lt;electronic-resource-num&gt;10.1177/0272989x9601600114&lt;/electronic-resource-num&gt;&lt;/record&gt;&lt;/Cite&gt;&lt;/EndNote&gt;</w:instrText>
      </w:r>
      <w:r w:rsidR="005D760C" w:rsidRPr="003E2008">
        <w:rPr>
          <w:rFonts w:eastAsia="MS PGothic"/>
        </w:rPr>
        <w:fldChar w:fldCharType="separate"/>
      </w:r>
      <w:r w:rsidR="003A4A33">
        <w:rPr>
          <w:rFonts w:eastAsia="MS PGothic"/>
          <w:noProof/>
        </w:rPr>
        <w:t>(24)</w:t>
      </w:r>
      <w:r w:rsidR="005D760C" w:rsidRPr="003E2008">
        <w:rPr>
          <w:rFonts w:eastAsia="MS PGothic"/>
        </w:rPr>
        <w:fldChar w:fldCharType="end"/>
      </w:r>
      <w:r w:rsidR="005D760C" w:rsidRPr="003E2008">
        <w:rPr>
          <w:rFonts w:eastAsia="MS PGothic"/>
        </w:rPr>
        <w:t>, and a brief survey to evaluate the acceptability of the decision aid.</w:t>
      </w:r>
    </w:p>
    <w:p w14:paraId="29477BB6" w14:textId="528D9ADB" w:rsidR="00EB6CE6" w:rsidRPr="003E2008" w:rsidRDefault="006674B5" w:rsidP="00DB1C12">
      <w:pPr>
        <w:pStyle w:val="Newparagraph"/>
      </w:pPr>
      <w:r>
        <w:rPr>
          <w:rFonts w:eastAsia="MS PGothic"/>
        </w:rPr>
        <w:t xml:space="preserve">At the end of Phase 3, </w:t>
      </w:r>
      <w:r w:rsidR="00BC0709">
        <w:rPr>
          <w:rFonts w:eastAsia="MS PGothic"/>
        </w:rPr>
        <w:t>three</w:t>
      </w:r>
      <w:r>
        <w:rPr>
          <w:rFonts w:eastAsia="MS PGothic"/>
        </w:rPr>
        <w:t xml:space="preserve"> </w:t>
      </w:r>
      <w:r w:rsidR="00F900D2">
        <w:rPr>
          <w:rFonts w:eastAsia="MS PGothic"/>
        </w:rPr>
        <w:t xml:space="preserve">online </w:t>
      </w:r>
      <w:r>
        <w:rPr>
          <w:rFonts w:eastAsia="MS PGothic"/>
        </w:rPr>
        <w:t>focus groups</w:t>
      </w:r>
      <w:r w:rsidR="00803A01">
        <w:rPr>
          <w:rFonts w:eastAsia="MS PGothic"/>
        </w:rPr>
        <w:t xml:space="preserve"> were held </w:t>
      </w:r>
      <w:r w:rsidR="009F4F26">
        <w:rPr>
          <w:rFonts w:eastAsia="MS PGothic"/>
        </w:rPr>
        <w:t>with</w:t>
      </w:r>
      <w:r w:rsidR="00803A01">
        <w:rPr>
          <w:rFonts w:eastAsia="MS PGothic"/>
        </w:rPr>
        <w:t xml:space="preserve"> HCPs</w:t>
      </w:r>
      <w:r w:rsidR="00600F21">
        <w:rPr>
          <w:rFonts w:eastAsia="MS PGothic"/>
        </w:rPr>
        <w:t xml:space="preserve"> to get feedback on the PDA and</w:t>
      </w:r>
      <w:r w:rsidR="00156F56">
        <w:rPr>
          <w:rFonts w:eastAsia="MS PGothic"/>
        </w:rPr>
        <w:t xml:space="preserve"> </w:t>
      </w:r>
      <w:r w:rsidR="00156F56" w:rsidRPr="003E2008">
        <w:t xml:space="preserve">to </w:t>
      </w:r>
      <w:r w:rsidR="00FA7A05">
        <w:t>discuss implementation</w:t>
      </w:r>
      <w:r w:rsidR="00340842">
        <w:rPr>
          <w:rFonts w:eastAsia="MS PGothic"/>
        </w:rPr>
        <w:t xml:space="preserve">. </w:t>
      </w:r>
      <w:r w:rsidR="00FA3D0D" w:rsidRPr="003E2008">
        <w:t>Focus groups were audio-recorded</w:t>
      </w:r>
      <w:r w:rsidR="00814232">
        <w:t>,</w:t>
      </w:r>
      <w:r w:rsidR="00FA3D0D" w:rsidRPr="003E2008">
        <w:t xml:space="preserve"> transcribed</w:t>
      </w:r>
      <w:r w:rsidR="00C6128E">
        <w:t>, summarised</w:t>
      </w:r>
      <w:r w:rsidR="00FA3D0D" w:rsidRPr="003E2008">
        <w:t xml:space="preserve"> and</w:t>
      </w:r>
      <w:r w:rsidR="00ED5063">
        <w:t xml:space="preserve"> then</w:t>
      </w:r>
      <w:r w:rsidR="00731264">
        <w:t xml:space="preserve"> </w:t>
      </w:r>
      <w:r w:rsidR="00FA3D0D" w:rsidRPr="003E2008">
        <w:t>analysed using framework analysis</w:t>
      </w:r>
      <w:r w:rsidR="00E51B71">
        <w:t xml:space="preserve"> </w:t>
      </w:r>
      <w:r w:rsidR="0094611B">
        <w:fldChar w:fldCharType="begin"/>
      </w:r>
      <w:r w:rsidR="000042E7">
        <w:instrText xml:space="preserve"> ADDIN EN.CITE &lt;EndNote&gt;&lt;Cite&gt;&lt;Author&gt;Ritchie&lt;/Author&gt;&lt;Year&gt;2003&lt;/Year&gt;&lt;RecNum&gt;18&lt;/RecNum&gt;&lt;DisplayText&gt;(18)&lt;/DisplayText&gt;&lt;record&gt;&lt;rec-number&gt;18&lt;/rec-number&gt;&lt;foreign-keys&gt;&lt;key app="EN" db-id="w2devwra8rawv8esx5cp2ztnv5et5wveszd2" timestamp="1678372212"&gt;18&lt;/key&gt;&lt;/foreign-keys&gt;&lt;ref-type name="Journal Article"&gt;17&lt;/ref-type&gt;&lt;contributors&gt;&lt;authors&gt;&lt;author&gt;Ritchie, Jane&lt;/author&gt;&lt;author&gt;Spencer, Liz&lt;/author&gt;&lt;author&gt;O’Connor, William&lt;/author&gt;&lt;/authors&gt;&lt;/contributors&gt;&lt;titles&gt;&lt;title&gt;Carrying out qualitative analysis&lt;/title&gt;&lt;secondary-title&gt;Qualitative research practice: A guide for social science students and researchers&lt;/secondary-title&gt;&lt;/titles&gt;&lt;periodical&gt;&lt;full-title&gt;Qualitative research practice: A guide for social science students and researchers&lt;/full-title&gt;&lt;/periodical&gt;&lt;pages&gt;219-62&lt;/pages&gt;&lt;volume&gt;2003&lt;/volume&gt;&lt;dates&gt;&lt;year&gt;2003&lt;/year&gt;&lt;/dates&gt;&lt;urls&gt;&lt;/urls&gt;&lt;/record&gt;&lt;/Cite&gt;&lt;/EndNote&gt;</w:instrText>
      </w:r>
      <w:r w:rsidR="0094611B">
        <w:fldChar w:fldCharType="separate"/>
      </w:r>
      <w:r w:rsidR="00B90CE1">
        <w:rPr>
          <w:noProof/>
        </w:rPr>
        <w:t>(18)</w:t>
      </w:r>
      <w:r w:rsidR="0094611B">
        <w:fldChar w:fldCharType="end"/>
      </w:r>
      <w:r w:rsidR="00FA3D0D" w:rsidRPr="003E2008">
        <w:t xml:space="preserve">. </w:t>
      </w:r>
    </w:p>
    <w:p w14:paraId="205F032B" w14:textId="77777777" w:rsidR="00602909" w:rsidRPr="003E2008" w:rsidRDefault="00602909" w:rsidP="00812761">
      <w:pPr>
        <w:pStyle w:val="Heading1"/>
        <w:rPr>
          <w:rFonts w:cs="Times New Roman"/>
        </w:rPr>
      </w:pPr>
    </w:p>
    <w:p w14:paraId="2C99698E" w14:textId="77777777" w:rsidR="00602909" w:rsidRPr="003E2008" w:rsidRDefault="00602909" w:rsidP="00812761">
      <w:pPr>
        <w:pStyle w:val="Heading1"/>
        <w:rPr>
          <w:rFonts w:cs="Times New Roman"/>
        </w:rPr>
      </w:pPr>
      <w:r w:rsidRPr="003E2008">
        <w:rPr>
          <w:rFonts w:cs="Times New Roman"/>
        </w:rPr>
        <w:t>Results</w:t>
      </w:r>
    </w:p>
    <w:p w14:paraId="3A5EDFDA" w14:textId="6DAB423E" w:rsidR="00BA79F8" w:rsidRPr="008F0CEA" w:rsidRDefault="00BA79F8" w:rsidP="00DB1C12">
      <w:pPr>
        <w:pStyle w:val="Paragraph"/>
        <w:rPr>
          <w:b/>
          <w:bCs/>
          <w:i/>
          <w:iCs/>
        </w:rPr>
      </w:pPr>
      <w:r w:rsidRPr="008F0CEA">
        <w:rPr>
          <w:b/>
          <w:bCs/>
          <w:i/>
          <w:iCs/>
        </w:rPr>
        <w:t>Phase 1</w:t>
      </w:r>
    </w:p>
    <w:p w14:paraId="3D5F664B" w14:textId="0332B22C" w:rsidR="009A1EF4" w:rsidRDefault="008840FE" w:rsidP="00DB1C12">
      <w:pPr>
        <w:pStyle w:val="Paragraph"/>
      </w:pPr>
      <w:r>
        <w:t xml:space="preserve">The </w:t>
      </w:r>
      <w:r w:rsidR="00F96F86">
        <w:t>first literature review</w:t>
      </w:r>
      <w:r w:rsidR="00D62237">
        <w:t xml:space="preserve">, which </w:t>
      </w:r>
      <w:r w:rsidR="00680FF9">
        <w:t>aimed to find</w:t>
      </w:r>
      <w:r w:rsidR="00236023">
        <w:t xml:space="preserve"> the</w:t>
      </w:r>
      <w:r w:rsidR="00FC5FAB" w:rsidRPr="00FC5FAB">
        <w:t xml:space="preserve"> </w:t>
      </w:r>
      <w:r w:rsidR="00FC5FAB" w:rsidRPr="003E2008">
        <w:t xml:space="preserve">information required </w:t>
      </w:r>
      <w:r w:rsidR="00FC5FAB">
        <w:t>by</w:t>
      </w:r>
      <w:r w:rsidR="00FC5FAB" w:rsidRPr="003E2008">
        <w:t xml:space="preserve"> </w:t>
      </w:r>
      <w:r w:rsidR="00FC5FAB">
        <w:t>people</w:t>
      </w:r>
      <w:r w:rsidR="00FC5FAB" w:rsidRPr="003E2008">
        <w:t xml:space="preserve"> with neurodegenerative conditions considering a gastrostomy</w:t>
      </w:r>
      <w:r w:rsidR="009A1EF4">
        <w:t>,</w:t>
      </w:r>
      <w:r w:rsidR="00F96F86">
        <w:t xml:space="preserve"> identified 153 records through database searching</w:t>
      </w:r>
      <w:r w:rsidR="00BF4BFF">
        <w:t>. After duplicates were removed, 109 titles and abstracts were screened</w:t>
      </w:r>
      <w:r w:rsidR="008F6933">
        <w:t xml:space="preserve">, </w:t>
      </w:r>
      <w:r w:rsidR="00004649">
        <w:t>25 full text articles were assessed for eligibility</w:t>
      </w:r>
      <w:r w:rsidR="008F6933">
        <w:t xml:space="preserve"> and nine </w:t>
      </w:r>
      <w:r w:rsidR="00160DBE">
        <w:t>were found to include</w:t>
      </w:r>
      <w:r w:rsidR="003F4A57">
        <w:t xml:space="preserve"> relevant data</w:t>
      </w:r>
      <w:r w:rsidR="005C0675">
        <w:t xml:space="preserve"> </w:t>
      </w:r>
      <w:r w:rsidR="008C7F5F">
        <w:fldChar w:fldCharType="begin">
          <w:fldData xml:space="preserve">PEVuZE5vdGU+PENpdGU+PEF1dGhvcj5TY290dDwvQXV0aG9yPjxZZWFyPjE5OTM8L1llYXI+PFJl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</w:fldData>
        </w:fldChar>
      </w:r>
      <w:r w:rsidR="008C7F5F">
        <w:instrText xml:space="preserve"> ADDIN EN.CITE </w:instrText>
      </w:r>
      <w:r w:rsidR="008C7F5F">
        <w:fldChar w:fldCharType="begin">
          <w:fldData xml:space="preserve">PEVuZE5vdGU+PENpdGU+PEF1dGhvcj5TY290dDwvQXV0aG9yPjxZZWFyPjE5OTM8L1llYXI+PFJl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</w:fldData>
        </w:fldChar>
      </w:r>
      <w:r w:rsidR="008C7F5F">
        <w:instrText xml:space="preserve"> ADDIN EN.CITE.DATA </w:instrText>
      </w:r>
      <w:r w:rsidR="008C7F5F">
        <w:fldChar w:fldCharType="end"/>
      </w:r>
      <w:r w:rsidR="008C7F5F">
        <w:fldChar w:fldCharType="separate"/>
      </w:r>
      <w:r w:rsidR="008C7F5F">
        <w:rPr>
          <w:noProof/>
        </w:rPr>
        <w:t>(11, 12, 25-31)</w:t>
      </w:r>
      <w:r w:rsidR="008C7F5F">
        <w:fldChar w:fldCharType="end"/>
      </w:r>
      <w:r w:rsidR="003F4A57">
        <w:t>.</w:t>
      </w:r>
      <w:r w:rsidR="00C54ECA">
        <w:t xml:space="preserve"> </w:t>
      </w:r>
    </w:p>
    <w:p w14:paraId="41BD073D" w14:textId="3CEF7DC3" w:rsidR="0007251B" w:rsidRDefault="0007251B" w:rsidP="008F0CEA">
      <w:pPr>
        <w:pStyle w:val="Paragraph"/>
        <w:ind w:firstLine="720"/>
      </w:pPr>
      <w:r>
        <w:t xml:space="preserve">A total of 37 phase 1 interviews were carried out, </w:t>
      </w:r>
      <w:r w:rsidRPr="003E2008">
        <w:t xml:space="preserve">10 </w:t>
      </w:r>
      <w:r>
        <w:t xml:space="preserve">with </w:t>
      </w:r>
      <w:proofErr w:type="spellStart"/>
      <w:r>
        <w:t>plwMND</w:t>
      </w:r>
      <w:proofErr w:type="spellEnd"/>
      <w:r w:rsidRPr="003E2008">
        <w:t>,</w:t>
      </w:r>
      <w:r>
        <w:t xml:space="preserve"> </w:t>
      </w:r>
      <w:r w:rsidRPr="003E2008">
        <w:t xml:space="preserve">12 </w:t>
      </w:r>
      <w:r>
        <w:t xml:space="preserve">with </w:t>
      </w:r>
      <w:r w:rsidRPr="003E2008">
        <w:t>carers and 15</w:t>
      </w:r>
      <w:r>
        <w:t xml:space="preserve"> with</w:t>
      </w:r>
      <w:r w:rsidRPr="003E2008">
        <w:t xml:space="preserve"> </w:t>
      </w:r>
      <w:r>
        <w:t>HCPs</w:t>
      </w:r>
      <w:r w:rsidRPr="003E2008">
        <w:t>.</w:t>
      </w:r>
      <w:r>
        <w:t xml:space="preserve"> See </w:t>
      </w:r>
      <w:r w:rsidR="00E04D1E">
        <w:t>T</w:t>
      </w:r>
      <w:r>
        <w:t>able 1 for characteristics</w:t>
      </w:r>
      <w:r w:rsidR="00AE5761">
        <w:t xml:space="preserve"> of the </w:t>
      </w:r>
      <w:proofErr w:type="spellStart"/>
      <w:r w:rsidR="00AE5761">
        <w:t>plwMND</w:t>
      </w:r>
      <w:proofErr w:type="spellEnd"/>
      <w:r w:rsidR="00AE5761">
        <w:t xml:space="preserve"> group</w:t>
      </w:r>
      <w:r>
        <w:t xml:space="preserve">. Four individuals already had a gastrostomy when interviewed, </w:t>
      </w:r>
      <w:r w:rsidR="00C535E1">
        <w:t>three</w:t>
      </w:r>
      <w:r>
        <w:t xml:space="preserve"> had not yet made the decision, </w:t>
      </w:r>
      <w:r w:rsidR="00C535E1">
        <w:t>two</w:t>
      </w:r>
      <w:r w:rsidR="006C7EA5">
        <w:t xml:space="preserve"> were awaiting the procedure </w:t>
      </w:r>
      <w:r>
        <w:t xml:space="preserve">and </w:t>
      </w:r>
      <w:r w:rsidR="00C535E1">
        <w:t>one</w:t>
      </w:r>
      <w:r>
        <w:t xml:space="preserve"> had decided against. </w:t>
      </w:r>
      <w:r w:rsidR="004E297D">
        <w:t>More</w:t>
      </w:r>
      <w:r>
        <w:t xml:space="preserve"> carers were men (7/12), with a mean age of 67 years (range 52-80 years), and eight had a degree or equivalent.</w:t>
      </w:r>
      <w:r w:rsidR="00E41C00">
        <w:t xml:space="preserve"> </w:t>
      </w:r>
      <w:r w:rsidR="00F41705">
        <w:t xml:space="preserve">Five were caring for </w:t>
      </w:r>
      <w:proofErr w:type="spellStart"/>
      <w:r w:rsidR="00F41705">
        <w:t>plwMND</w:t>
      </w:r>
      <w:proofErr w:type="spellEnd"/>
      <w:r w:rsidR="00F41705">
        <w:t xml:space="preserve"> who had a g</w:t>
      </w:r>
      <w:r w:rsidR="00504180">
        <w:t xml:space="preserve">astrostomy. </w:t>
      </w:r>
      <w:r>
        <w:t xml:space="preserve">HCPs included neurology, </w:t>
      </w:r>
      <w:proofErr w:type="gramStart"/>
      <w:r>
        <w:t>neuro-rehabilitation</w:t>
      </w:r>
      <w:proofErr w:type="gramEnd"/>
      <w:r>
        <w:t xml:space="preserve"> and palliative care consultants, dietitians,</w:t>
      </w:r>
      <w:r w:rsidRPr="003E2008">
        <w:t xml:space="preserve"> </w:t>
      </w:r>
      <w:r>
        <w:t xml:space="preserve">specialist nurses, and speech and language therapists, with between 3 and 37 years of experience working with </w:t>
      </w:r>
      <w:proofErr w:type="spellStart"/>
      <w:r>
        <w:t>plwMND</w:t>
      </w:r>
      <w:proofErr w:type="spellEnd"/>
      <w:r>
        <w:t xml:space="preserve"> (mean 14 years).</w:t>
      </w:r>
    </w:p>
    <w:p w14:paraId="16B936A6" w14:textId="77777777" w:rsidR="008F0CEA" w:rsidRDefault="008F0CEA" w:rsidP="00454325">
      <w:pPr>
        <w:pStyle w:val="Newparagraph"/>
      </w:pPr>
    </w:p>
    <w:p w14:paraId="7B861BCB" w14:textId="7500E230" w:rsidR="00454325" w:rsidRDefault="00817305" w:rsidP="00454325">
      <w:pPr>
        <w:pStyle w:val="Newparagraph"/>
      </w:pPr>
      <w:r>
        <w:t>[</w:t>
      </w:r>
      <w:r w:rsidR="00454325">
        <w:t>Table 1</w:t>
      </w:r>
      <w:r>
        <w:t>]</w:t>
      </w:r>
    </w:p>
    <w:p w14:paraId="0F414BF5" w14:textId="77777777" w:rsidR="00454325" w:rsidRPr="00454325" w:rsidRDefault="00454325" w:rsidP="00454325">
      <w:pPr>
        <w:pStyle w:val="Newparagraph"/>
      </w:pPr>
    </w:p>
    <w:p w14:paraId="3EE2897E" w14:textId="161E14E4" w:rsidR="009A1EF4" w:rsidRDefault="00E57D69" w:rsidP="00405360">
      <w:pPr>
        <w:pStyle w:val="Newparagraph"/>
      </w:pPr>
      <w:r>
        <w:t xml:space="preserve">Relevant data </w:t>
      </w:r>
      <w:r w:rsidR="00DF0001">
        <w:t>from the literature review and interviews were extracte</w:t>
      </w:r>
      <w:r w:rsidR="00FE267F">
        <w:t xml:space="preserve">d to the same framework </w:t>
      </w:r>
      <w:r>
        <w:t>(supplementary material</w:t>
      </w:r>
      <w:r w:rsidR="00602114">
        <w:t xml:space="preserve">, </w:t>
      </w:r>
      <w:r w:rsidR="00F71B36">
        <w:t>S2 and S3</w:t>
      </w:r>
      <w:r>
        <w:t>).</w:t>
      </w:r>
      <w:r w:rsidR="00F71B36">
        <w:t xml:space="preserve"> </w:t>
      </w:r>
      <w:r w:rsidR="00EF10C8">
        <w:t>The prioritisation survey</w:t>
      </w:r>
      <w:r w:rsidR="007D67E6">
        <w:t>, drawn from this framework,</w:t>
      </w:r>
      <w:r w:rsidR="00EF10C8">
        <w:t xml:space="preserve"> included 82 items of content</w:t>
      </w:r>
      <w:r w:rsidR="008F6906">
        <w:t xml:space="preserve">. </w:t>
      </w:r>
      <w:r w:rsidR="00B841E5">
        <w:t xml:space="preserve">It was completed by </w:t>
      </w:r>
      <w:r w:rsidR="0025312F">
        <w:t xml:space="preserve">5 </w:t>
      </w:r>
      <w:proofErr w:type="spellStart"/>
      <w:r w:rsidR="0025312F">
        <w:t>plwMND</w:t>
      </w:r>
      <w:proofErr w:type="spellEnd"/>
      <w:r w:rsidR="0025312F">
        <w:t xml:space="preserve">, 8 </w:t>
      </w:r>
      <w:r w:rsidR="0025312F">
        <w:lastRenderedPageBreak/>
        <w:t>carers and 12 HCPs who had all taken part in the Phase 1 interviews and 10 members of the</w:t>
      </w:r>
      <w:r w:rsidR="00C94067">
        <w:t xml:space="preserve"> </w:t>
      </w:r>
      <w:r w:rsidR="00D216F7">
        <w:t>SAC</w:t>
      </w:r>
      <w:r w:rsidR="00C94067">
        <w:t>.</w:t>
      </w:r>
      <w:r w:rsidR="00F32D0F">
        <w:t xml:space="preserve"> </w:t>
      </w:r>
      <w:r w:rsidR="000F0774">
        <w:t>Most of the items of content (</w:t>
      </w:r>
      <w:r w:rsidR="00990128">
        <w:t>63/82, 77%)</w:t>
      </w:r>
      <w:r w:rsidR="004442C8">
        <w:t xml:space="preserve"> </w:t>
      </w:r>
      <w:r w:rsidR="00990128">
        <w:t>were retained.</w:t>
      </w:r>
    </w:p>
    <w:p w14:paraId="06DC8531" w14:textId="70AB3746" w:rsidR="00C83AE9" w:rsidRDefault="00D860E9" w:rsidP="00C83AE9">
      <w:pPr>
        <w:pStyle w:val="Newparagraph"/>
      </w:pPr>
      <w:r>
        <w:t xml:space="preserve">The second </w:t>
      </w:r>
      <w:r w:rsidR="00C816C6">
        <w:t>literature review</w:t>
      </w:r>
      <w:r w:rsidR="00B567C0">
        <w:t xml:space="preserve">, </w:t>
      </w:r>
      <w:r w:rsidR="007763AB">
        <w:t xml:space="preserve">which aimed </w:t>
      </w:r>
      <w:r w:rsidR="00B567C0">
        <w:t xml:space="preserve">to identify </w:t>
      </w:r>
      <w:r w:rsidR="00DA3651">
        <w:t xml:space="preserve">studies describing the development and/or evaluation of </w:t>
      </w:r>
      <w:r w:rsidR="00B567C0" w:rsidRPr="003E2008">
        <w:t xml:space="preserve">web-based </w:t>
      </w:r>
      <w:r w:rsidR="00B567C0">
        <w:t>PDA</w:t>
      </w:r>
      <w:r w:rsidR="00B567C0" w:rsidRPr="003E2008">
        <w:t>s</w:t>
      </w:r>
      <w:r w:rsidR="00DA3651">
        <w:t xml:space="preserve">, </w:t>
      </w:r>
      <w:r w:rsidR="002261D4">
        <w:t>found</w:t>
      </w:r>
      <w:r w:rsidR="00C816C6">
        <w:t xml:space="preserve"> 1343 records through database searching. After duplicates were removed, 855 titles and abstracts were screened, 95 full text articles were assessed for eligibility and </w:t>
      </w:r>
      <w:r w:rsidR="00FC5FAB">
        <w:t>25</w:t>
      </w:r>
      <w:r w:rsidR="00C816C6">
        <w:t xml:space="preserve"> </w:t>
      </w:r>
      <w:r w:rsidR="00026E14">
        <w:t>were relevant.</w:t>
      </w:r>
      <w:r w:rsidR="003C3E4D">
        <w:t xml:space="preserve"> Findings are summarised in </w:t>
      </w:r>
      <w:r w:rsidR="00B13FB7">
        <w:t>supplementary material S4</w:t>
      </w:r>
      <w:r w:rsidR="00CC66E6">
        <w:t>.</w:t>
      </w:r>
      <w:r w:rsidR="00026E14">
        <w:t xml:space="preserve"> </w:t>
      </w:r>
      <w:r w:rsidR="00645B02">
        <w:t xml:space="preserve">Most of the </w:t>
      </w:r>
      <w:r w:rsidR="004C1EC9">
        <w:t>decision</w:t>
      </w:r>
      <w:r w:rsidR="00C93ECC">
        <w:t>s</w:t>
      </w:r>
      <w:r w:rsidR="004C1EC9">
        <w:t xml:space="preserve"> related to cancer </w:t>
      </w:r>
      <w:r w:rsidR="00006867" w:rsidRPr="00006867">
        <w:t>(n=17)</w:t>
      </w:r>
      <w:r w:rsidR="00F64074">
        <w:t xml:space="preserve">. </w:t>
      </w:r>
      <w:proofErr w:type="gramStart"/>
      <w:r w:rsidR="00743AC6">
        <w:t>The majority of</w:t>
      </w:r>
      <w:proofErr w:type="gramEnd"/>
      <w:r w:rsidR="00743AC6">
        <w:t xml:space="preserve"> studies were</w:t>
      </w:r>
      <w:r w:rsidR="00006867" w:rsidRPr="00006867">
        <w:t xml:space="preserve"> conducted in the United </w:t>
      </w:r>
      <w:r w:rsidR="00743AC6">
        <w:t>S</w:t>
      </w:r>
      <w:r w:rsidR="00006867" w:rsidRPr="00006867">
        <w:t>tates (n=1</w:t>
      </w:r>
      <w:r w:rsidR="00D51123">
        <w:t>4</w:t>
      </w:r>
      <w:r w:rsidR="00006867" w:rsidRPr="00006867">
        <w:t>)</w:t>
      </w:r>
      <w:r w:rsidR="00D51123">
        <w:t>, with four in the Netherlands, three in Australia and one each in Canada, Germany, Spain and the UK</w:t>
      </w:r>
      <w:r w:rsidR="00006867" w:rsidRPr="00006867">
        <w:t>. None of the studies developed a decision aid for MND. The most commonly used outcome measures were the Decisional Conflict Scale (n= 15)</w:t>
      </w:r>
      <w:r w:rsidR="00732DBC">
        <w:t xml:space="preserve"> </w:t>
      </w:r>
      <w:r w:rsidR="00732DBC">
        <w:fldChar w:fldCharType="begin">
          <w:fldData xml:space="preserve">PjxrZXl3b3JkPkZlbWFsZTwva2V5d29yZD48a2V5d29yZD5IZWFsdGggS25vd2xlZGdlLCBBdHRp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</w:fldData>
        </w:fldChar>
      </w:r>
      <w:r w:rsidR="008C7F5F">
        <w:instrText xml:space="preserve"> ADDIN EN.CITE </w:instrText>
      </w:r>
      <w:r w:rsidR="008C7F5F">
        <w:fldChar w:fldCharType="begin">
          <w:fldData xml:space="preserve">PEVuZE5vdGU+PENpdGU+PEF1dGhvcj5MYXU8L0F1dGhvcj48WWVhcj4yMDE1PC9ZZWFyPjxSZWNO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==
</w:fldData>
        </w:fldChar>
      </w:r>
      <w:r w:rsidR="008C7F5F">
        <w:instrText xml:space="preserve"> ADDIN EN.CITE.DATA </w:instrText>
      </w:r>
      <w:r w:rsidR="008C7F5F">
        <w:fldChar w:fldCharType="end"/>
      </w:r>
      <w:r w:rsidR="008C7F5F">
        <w:fldChar w:fldCharType="begin">
          <w:fldData xml:space="preserve">PjxrZXl3b3JkPkZlbWFsZTwva2V5d29yZD48a2V5d29yZD5IZWFsdGggS25vd2xlZGdlLCBBdHRp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</w:fldData>
        </w:fldChar>
      </w:r>
      <w:r w:rsidR="008C7F5F">
        <w:instrText xml:space="preserve"> ADDIN EN.CITE.DATA </w:instrText>
      </w:r>
      <w:r w:rsidR="008C7F5F">
        <w:fldChar w:fldCharType="end"/>
      </w:r>
      <w:r w:rsidR="00732DBC">
        <w:fldChar w:fldCharType="separate"/>
      </w:r>
      <w:r w:rsidR="008C7F5F">
        <w:rPr>
          <w:noProof/>
        </w:rPr>
        <w:t>(32-46)</w:t>
      </w:r>
      <w:r w:rsidR="00732DBC">
        <w:fldChar w:fldCharType="end"/>
      </w:r>
      <w:r w:rsidR="00006867" w:rsidRPr="00006867">
        <w:t xml:space="preserve">, </w:t>
      </w:r>
      <w:r w:rsidR="00504645">
        <w:t>Preparation for Decision Making</w:t>
      </w:r>
      <w:r w:rsidR="00006867" w:rsidRPr="00006867">
        <w:t xml:space="preserve"> Scale (n=7)</w:t>
      </w:r>
      <w:r w:rsidR="005A3890">
        <w:t xml:space="preserve"> </w:t>
      </w:r>
      <w:r w:rsidR="005A3890">
        <w:fldChar w:fldCharType="begin">
          <w:fldData xml:space="preserve">PEVuZE5vdGU+PENpdGU+PEF1dGhvcj5CYW5lZ2FzPC9BdXRob3I+PFllYXI+MjAxMzwvWWVhcj48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</w:fldData>
        </w:fldChar>
      </w:r>
      <w:r w:rsidR="008C7F5F">
        <w:instrText xml:space="preserve"> ADDIN EN.CITE </w:instrText>
      </w:r>
      <w:r w:rsidR="008C7F5F">
        <w:fldChar w:fldCharType="begin">
          <w:fldData xml:space="preserve">PEVuZE5vdGU+PENpdGU+PEF1dGhvcj5CYW5lZ2FzPC9BdXRob3I+PFllYXI+MjAxMzwvWWVhcj48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</w:fldData>
        </w:fldChar>
      </w:r>
      <w:r w:rsidR="008C7F5F">
        <w:instrText xml:space="preserve"> ADDIN EN.CITE.DATA </w:instrText>
      </w:r>
      <w:r w:rsidR="008C7F5F">
        <w:fldChar w:fldCharType="end"/>
      </w:r>
      <w:r w:rsidR="005A3890">
        <w:fldChar w:fldCharType="separate"/>
      </w:r>
      <w:r w:rsidR="008C7F5F">
        <w:rPr>
          <w:noProof/>
        </w:rPr>
        <w:t>(33, 34, 40, 42, 46-48)</w:t>
      </w:r>
      <w:r w:rsidR="005A3890">
        <w:fldChar w:fldCharType="end"/>
      </w:r>
      <w:r w:rsidR="00006867" w:rsidRPr="00006867">
        <w:t xml:space="preserve">, </w:t>
      </w:r>
      <w:r w:rsidR="00EE7D81">
        <w:t>Decisional Regret</w:t>
      </w:r>
      <w:r w:rsidR="00006867" w:rsidRPr="00006867">
        <w:t xml:space="preserve"> Scale (N=5)</w:t>
      </w:r>
      <w:r w:rsidR="005A3890">
        <w:t xml:space="preserve"> </w:t>
      </w:r>
      <w:r w:rsidR="005A3890">
        <w:fldChar w:fldCharType="begin">
          <w:fldData xml:space="preserve">PEVuZE5vdGU+PENpdGU+PEF1dGhvcj5CZXJyeTwvQXV0aG9yPjxZZWFyPjIwMTI8L1llYXI+PFJl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=
</w:fldData>
        </w:fldChar>
      </w:r>
      <w:r w:rsidR="008C7F5F">
        <w:instrText xml:space="preserve"> ADDIN EN.CITE </w:instrText>
      </w:r>
      <w:r w:rsidR="008C7F5F">
        <w:fldChar w:fldCharType="begin">
          <w:fldData xml:space="preserve">PEVuZE5vdGU+PENpdGU+PEF1dGhvcj5CZXJyeTwvQXV0aG9yPjxZZWFyPjIwMTI8L1llYXI+PFJl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=
</w:fldData>
        </w:fldChar>
      </w:r>
      <w:r w:rsidR="008C7F5F">
        <w:instrText xml:space="preserve"> ADDIN EN.CITE.DATA </w:instrText>
      </w:r>
      <w:r w:rsidR="008C7F5F">
        <w:fldChar w:fldCharType="end"/>
      </w:r>
      <w:r w:rsidR="005A3890">
        <w:fldChar w:fldCharType="separate"/>
      </w:r>
      <w:r w:rsidR="008C7F5F">
        <w:rPr>
          <w:noProof/>
        </w:rPr>
        <w:t>(37, 39, 42, 46, 47)</w:t>
      </w:r>
      <w:r w:rsidR="005A3890">
        <w:fldChar w:fldCharType="end"/>
      </w:r>
      <w:r w:rsidR="006B3D76">
        <w:t xml:space="preserve"> </w:t>
      </w:r>
      <w:r w:rsidR="00006867" w:rsidRPr="00006867">
        <w:t xml:space="preserve">and </w:t>
      </w:r>
      <w:r w:rsidR="00EE021A" w:rsidRPr="00EE021A">
        <w:t>Control Preferences Scale</w:t>
      </w:r>
      <w:r w:rsidR="006B3D76">
        <w:t xml:space="preserve"> </w:t>
      </w:r>
      <w:r w:rsidR="00006867" w:rsidRPr="00006867">
        <w:t>(n=5)</w:t>
      </w:r>
      <w:r w:rsidR="006B3D76">
        <w:t xml:space="preserve"> </w:t>
      </w:r>
      <w:r w:rsidR="006B3D76">
        <w:fldChar w:fldCharType="begin">
          <w:fldData xml:space="preserve">PEVuZE5vdGU+PENpdGU+PEF1dGhvcj5CZXJyeTwvQXV0aG9yPjxZZWFyPjIwMTI8L1llYXI+PFJl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</w:fldData>
        </w:fldChar>
      </w:r>
      <w:r w:rsidR="008C7F5F">
        <w:instrText xml:space="preserve"> ADDIN EN.CITE </w:instrText>
      </w:r>
      <w:r w:rsidR="008C7F5F">
        <w:fldChar w:fldCharType="begin">
          <w:fldData xml:space="preserve">PEVuZE5vdGU+PENpdGU+PEF1dGhvcj5CZXJyeTwvQXV0aG9yPjxZZWFyPjIwMTI8L1llYXI+PFJl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</w:fldData>
        </w:fldChar>
      </w:r>
      <w:r w:rsidR="008C7F5F">
        <w:instrText xml:space="preserve"> ADDIN EN.CITE.DATA </w:instrText>
      </w:r>
      <w:r w:rsidR="008C7F5F">
        <w:fldChar w:fldCharType="end"/>
      </w:r>
      <w:r w:rsidR="006B3D76">
        <w:fldChar w:fldCharType="separate"/>
      </w:r>
      <w:r w:rsidR="008C7F5F">
        <w:rPr>
          <w:noProof/>
        </w:rPr>
        <w:t>(43-47)</w:t>
      </w:r>
      <w:r w:rsidR="006B3D76">
        <w:fldChar w:fldCharType="end"/>
      </w:r>
      <w:r w:rsidR="00006867" w:rsidRPr="00006867">
        <w:t>. Typically</w:t>
      </w:r>
      <w:r w:rsidR="00EE021A">
        <w:t>,</w:t>
      </w:r>
      <w:r w:rsidR="00006867" w:rsidRPr="00006867">
        <w:t xml:space="preserve"> bespoke measures were used to capture knowledge of a disease or its treatment.</w:t>
      </w:r>
      <w:r w:rsidR="008F422D">
        <w:t xml:space="preserve"> </w:t>
      </w:r>
      <w:r w:rsidR="002315FA">
        <w:t>I</w:t>
      </w:r>
      <w:r w:rsidR="00102E9D">
        <w:t xml:space="preserve">t was possible to view </w:t>
      </w:r>
      <w:r w:rsidR="00887272">
        <w:t>6</w:t>
      </w:r>
      <w:r w:rsidR="002315FA" w:rsidRPr="00887272">
        <w:t>/25</w:t>
      </w:r>
      <w:r w:rsidR="0016048D">
        <w:t xml:space="preserve"> (24%)</w:t>
      </w:r>
      <w:r w:rsidR="002315FA">
        <w:t xml:space="preserve"> </w:t>
      </w:r>
      <w:r w:rsidR="00D1643C">
        <w:t>PDAs included in the studies</w:t>
      </w:r>
      <w:r w:rsidR="00102E9D">
        <w:t>.</w:t>
      </w:r>
    </w:p>
    <w:p w14:paraId="129F6D4F" w14:textId="1F4340DA" w:rsidR="00731EB7" w:rsidRPr="00817305" w:rsidRDefault="00731EB7" w:rsidP="00731EB7">
      <w:pPr>
        <w:pStyle w:val="Paragraph"/>
        <w:rPr>
          <w:b/>
          <w:bCs/>
          <w:i/>
          <w:iCs/>
        </w:rPr>
      </w:pPr>
      <w:r w:rsidRPr="00817305">
        <w:rPr>
          <w:b/>
          <w:bCs/>
          <w:i/>
          <w:iCs/>
        </w:rPr>
        <w:t>Phase 2</w:t>
      </w:r>
    </w:p>
    <w:p w14:paraId="30D65218" w14:textId="08F8E17A" w:rsidR="00F7044E" w:rsidRDefault="00F7044E" w:rsidP="00F7044E">
      <w:pPr>
        <w:pStyle w:val="Paragraph"/>
      </w:pPr>
      <w:r>
        <w:t xml:space="preserve">A total of 20 </w:t>
      </w:r>
      <w:r w:rsidR="00BC0709">
        <w:t>P</w:t>
      </w:r>
      <w:r>
        <w:t>hase 2 interviews were carried out</w:t>
      </w:r>
      <w:r w:rsidR="003D5F9A">
        <w:t xml:space="preserve"> with</w:t>
      </w:r>
      <w:r>
        <w:t xml:space="preserve"> </w:t>
      </w:r>
      <w:r w:rsidR="00BC0709">
        <w:t>six</w:t>
      </w:r>
      <w:r w:rsidRPr="003E2008">
        <w:t xml:space="preserve"> </w:t>
      </w:r>
      <w:proofErr w:type="spellStart"/>
      <w:r>
        <w:t>plwMND</w:t>
      </w:r>
      <w:proofErr w:type="spellEnd"/>
      <w:r w:rsidRPr="003E2008">
        <w:t>,</w:t>
      </w:r>
      <w:r>
        <w:t xml:space="preserve"> </w:t>
      </w:r>
      <w:r w:rsidR="00BC0709">
        <w:t>four</w:t>
      </w:r>
      <w:r w:rsidRPr="003E2008">
        <w:t xml:space="preserve"> carers and </w:t>
      </w:r>
      <w:r w:rsidR="00BC0709">
        <w:t>ten</w:t>
      </w:r>
      <w:r w:rsidR="00EE6B57">
        <w:t xml:space="preserve"> </w:t>
      </w:r>
      <w:r>
        <w:t>HCPs</w:t>
      </w:r>
      <w:r w:rsidRPr="003E2008">
        <w:t>.</w:t>
      </w:r>
      <w:r>
        <w:t xml:space="preserve"> See </w:t>
      </w:r>
      <w:r w:rsidR="00030641">
        <w:t>T</w:t>
      </w:r>
      <w:r>
        <w:t xml:space="preserve">able 1 for characteristics of the </w:t>
      </w:r>
      <w:proofErr w:type="spellStart"/>
      <w:r>
        <w:t>plwMND</w:t>
      </w:r>
      <w:proofErr w:type="spellEnd"/>
      <w:r>
        <w:t xml:space="preserve"> group. </w:t>
      </w:r>
      <w:r w:rsidR="00E80F1D">
        <w:t>Two</w:t>
      </w:r>
      <w:r w:rsidR="001F3BC0">
        <w:t xml:space="preserve"> individuals already had a gastrostomy when interviewed, </w:t>
      </w:r>
      <w:r w:rsidR="00314532">
        <w:t>two</w:t>
      </w:r>
      <w:r w:rsidR="001F3BC0">
        <w:t xml:space="preserve"> had not yet made the decision, </w:t>
      </w:r>
      <w:r w:rsidR="00314532">
        <w:t xml:space="preserve">and </w:t>
      </w:r>
      <w:r w:rsidR="001F3BC0">
        <w:t>two were awaiting the procedure.</w:t>
      </w:r>
      <w:r w:rsidR="00314532">
        <w:t xml:space="preserve"> </w:t>
      </w:r>
      <w:r w:rsidR="00913296">
        <w:t xml:space="preserve">The four </w:t>
      </w:r>
      <w:r>
        <w:t xml:space="preserve">carers were </w:t>
      </w:r>
      <w:r w:rsidR="00913296">
        <w:t xml:space="preserve">all </w:t>
      </w:r>
      <w:r w:rsidR="008306E3">
        <w:t>women</w:t>
      </w:r>
      <w:r>
        <w:t xml:space="preserve">, with a mean age of </w:t>
      </w:r>
      <w:r w:rsidR="008306E3">
        <w:t>52</w:t>
      </w:r>
      <w:r>
        <w:t xml:space="preserve"> years (range </w:t>
      </w:r>
      <w:r w:rsidR="008306E3">
        <w:t>34</w:t>
      </w:r>
      <w:r>
        <w:t>-</w:t>
      </w:r>
      <w:r w:rsidR="008306E3">
        <w:t>61</w:t>
      </w:r>
      <w:r>
        <w:t xml:space="preserve"> years), and </w:t>
      </w:r>
      <w:r w:rsidR="008306E3">
        <w:t>two</w:t>
      </w:r>
      <w:r>
        <w:t xml:space="preserve"> had a degree or equivalent. HCPs included </w:t>
      </w:r>
      <w:r w:rsidR="00717EFE">
        <w:t>a</w:t>
      </w:r>
      <w:r w:rsidR="00291041">
        <w:t xml:space="preserve"> </w:t>
      </w:r>
      <w:r w:rsidR="008306E3">
        <w:t>retired hospice medical director,</w:t>
      </w:r>
      <w:r w:rsidR="008306E3" w:rsidRPr="008306E3">
        <w:t xml:space="preserve"> </w:t>
      </w:r>
      <w:r w:rsidR="008306E3">
        <w:t>speech and language therapists,</w:t>
      </w:r>
      <w:r w:rsidR="008306E3" w:rsidRPr="008306E3">
        <w:t xml:space="preserve"> </w:t>
      </w:r>
      <w:r w:rsidR="008306E3">
        <w:t xml:space="preserve">dietitians, MND care coordinator, specialist nurse, </w:t>
      </w:r>
      <w:r w:rsidR="007A014B">
        <w:t xml:space="preserve">each </w:t>
      </w:r>
      <w:r>
        <w:t>with between 3 and 3</w:t>
      </w:r>
      <w:r w:rsidR="008306E3">
        <w:t>0</w:t>
      </w:r>
      <w:r>
        <w:t xml:space="preserve"> years of experience working with </w:t>
      </w:r>
      <w:proofErr w:type="spellStart"/>
      <w:r>
        <w:t>plwMND</w:t>
      </w:r>
      <w:proofErr w:type="spellEnd"/>
      <w:r>
        <w:t xml:space="preserve"> (mean 1</w:t>
      </w:r>
      <w:r w:rsidR="008306E3">
        <w:t>3</w:t>
      </w:r>
      <w:r>
        <w:t xml:space="preserve"> years).</w:t>
      </w:r>
    </w:p>
    <w:p w14:paraId="61FC8DBC" w14:textId="77777777" w:rsidR="00F7044E" w:rsidRDefault="00F7044E" w:rsidP="00884124">
      <w:pPr>
        <w:pStyle w:val="Newparagraph"/>
      </w:pPr>
    </w:p>
    <w:p w14:paraId="5440D647" w14:textId="25BEDC36" w:rsidR="00884124" w:rsidRDefault="001450BD" w:rsidP="00884124">
      <w:pPr>
        <w:pStyle w:val="Newparagraph"/>
        <w:rPr>
          <w:i/>
          <w:iCs/>
        </w:rPr>
      </w:pPr>
      <w:r>
        <w:t>Alpha testing</w:t>
      </w:r>
      <w:r w:rsidR="00884124" w:rsidRPr="003E2008">
        <w:t xml:space="preserve"> </w:t>
      </w:r>
      <w:r w:rsidR="00BD0374" w:rsidRPr="003E2008">
        <w:t xml:space="preserve">feedback on the initial draft of the </w:t>
      </w:r>
      <w:r w:rsidR="00E226D8">
        <w:t>PDA</w:t>
      </w:r>
      <w:r w:rsidR="00FD2E87">
        <w:t xml:space="preserve"> </w:t>
      </w:r>
      <w:r w:rsidR="00BD0374" w:rsidRPr="003E2008">
        <w:t>included</w:t>
      </w:r>
      <w:r w:rsidR="00DE469D">
        <w:t>:</w:t>
      </w:r>
      <w:r w:rsidR="00BD0374" w:rsidRPr="003E2008">
        <w:t xml:space="preserve"> general changes to formatting to help with navigation through the </w:t>
      </w:r>
      <w:r w:rsidR="00E226D8">
        <w:t>PDA</w:t>
      </w:r>
      <w:r w:rsidR="00BD0374" w:rsidRPr="003E2008">
        <w:t xml:space="preserve">; adding an explanation on what a </w:t>
      </w:r>
      <w:r w:rsidR="00E226D8">
        <w:t>PDA</w:t>
      </w:r>
      <w:r w:rsidR="00BD0374" w:rsidRPr="003E2008">
        <w:t xml:space="preserve"> is and </w:t>
      </w:r>
      <w:r w:rsidR="00BE2E2D">
        <w:t xml:space="preserve">clarifying </w:t>
      </w:r>
      <w:r w:rsidR="00BD0374" w:rsidRPr="003E2008">
        <w:t xml:space="preserve">who this </w:t>
      </w:r>
      <w:r w:rsidR="00E226D8">
        <w:t>PDA</w:t>
      </w:r>
      <w:r w:rsidR="00BD0374" w:rsidRPr="003E2008">
        <w:t xml:space="preserve"> is for; </w:t>
      </w:r>
      <w:r w:rsidR="00BC0709">
        <w:t xml:space="preserve">and </w:t>
      </w:r>
      <w:r w:rsidR="00BD0374" w:rsidRPr="003E2008">
        <w:t xml:space="preserve">recommendations to add extra detail or clarity on some of the technical terms used. In </w:t>
      </w:r>
      <w:r w:rsidR="00FD2E87">
        <w:t>beta testing of the revised prototype</w:t>
      </w:r>
      <w:r w:rsidR="00B763CC">
        <w:t xml:space="preserve">, </w:t>
      </w:r>
      <w:r w:rsidR="00BD0374" w:rsidRPr="003E2008">
        <w:t xml:space="preserve">feedback </w:t>
      </w:r>
      <w:r w:rsidR="00B763CC">
        <w:t>included</w:t>
      </w:r>
      <w:r w:rsidR="00BD0374" w:rsidRPr="003E2008">
        <w:t>:</w:t>
      </w:r>
      <w:r w:rsidR="00F86B91" w:rsidRPr="003E2008">
        <w:t xml:space="preserve"> changing the order of the content so that </w:t>
      </w:r>
      <w:r w:rsidR="00F51838">
        <w:t xml:space="preserve">the </w:t>
      </w:r>
      <w:r w:rsidR="00717EFE">
        <w:t>k</w:t>
      </w:r>
      <w:r w:rsidR="00F51838">
        <w:t xml:space="preserve">ey </w:t>
      </w:r>
      <w:r w:rsidR="00717EFE">
        <w:t>i</w:t>
      </w:r>
      <w:r w:rsidR="00F51838">
        <w:t>nformation section came immediately a</w:t>
      </w:r>
      <w:r w:rsidR="00F86B91" w:rsidRPr="003E2008">
        <w:t>fter the introduction page; formatting changes to the text; amendment</w:t>
      </w:r>
      <w:r w:rsidR="00F51838">
        <w:t>s</w:t>
      </w:r>
      <w:r w:rsidR="00F86B91" w:rsidRPr="003E2008">
        <w:t xml:space="preserve"> to explanations about button tubes and information about the procedure.</w:t>
      </w:r>
      <w:r w:rsidR="00BD0374" w:rsidRPr="003E2008">
        <w:t xml:space="preserve"> </w:t>
      </w:r>
      <w:r w:rsidR="00D3744E">
        <w:t>The outline for the final version of the PDA</w:t>
      </w:r>
      <w:r w:rsidR="00032D02">
        <w:t xml:space="preserve">, named </w:t>
      </w:r>
      <w:r w:rsidR="00032D02" w:rsidRPr="00E1150C">
        <w:rPr>
          <w:i/>
          <w:iCs/>
        </w:rPr>
        <w:t xml:space="preserve">Gastrostomy tube – Is it for </w:t>
      </w:r>
      <w:proofErr w:type="gramStart"/>
      <w:r w:rsidR="00032D02" w:rsidRPr="00E1150C">
        <w:rPr>
          <w:i/>
          <w:iCs/>
        </w:rPr>
        <w:t>me?</w:t>
      </w:r>
      <w:r w:rsidR="00AE5CCA">
        <w:rPr>
          <w:i/>
          <w:iCs/>
        </w:rPr>
        <w:t>,</w:t>
      </w:r>
      <w:proofErr w:type="gramEnd"/>
      <w:r w:rsidR="00D3744E">
        <w:t xml:space="preserve"> is shown in </w:t>
      </w:r>
      <w:r w:rsidR="00A67CF1">
        <w:t xml:space="preserve">Table </w:t>
      </w:r>
      <w:r w:rsidR="00461C4B">
        <w:t>2</w:t>
      </w:r>
      <w:r w:rsidR="00A67CF1">
        <w:t xml:space="preserve"> and some screenshots </w:t>
      </w:r>
      <w:r w:rsidR="00B92CDE">
        <w:t xml:space="preserve">are provided in </w:t>
      </w:r>
      <w:r w:rsidR="00D3744E">
        <w:t>Figure 2.</w:t>
      </w:r>
    </w:p>
    <w:p w14:paraId="04C247C3" w14:textId="2C47ACFA" w:rsidR="00D17F97" w:rsidRDefault="00D17F97" w:rsidP="00884124">
      <w:pPr>
        <w:pStyle w:val="Newparagraph"/>
        <w:rPr>
          <w:i/>
          <w:iCs/>
        </w:rPr>
      </w:pPr>
    </w:p>
    <w:p w14:paraId="7E3A1578" w14:textId="3DF251C9" w:rsidR="008F0CEA" w:rsidRDefault="00817305" w:rsidP="00884124">
      <w:pPr>
        <w:pStyle w:val="Newparagraph"/>
      </w:pPr>
      <w:r>
        <w:t>[</w:t>
      </w:r>
      <w:r w:rsidR="00490FE9">
        <w:t>Table</w:t>
      </w:r>
      <w:r w:rsidR="008F0CEA">
        <w:t xml:space="preserve"> </w:t>
      </w:r>
      <w:r w:rsidR="00461C4B">
        <w:t>2</w:t>
      </w:r>
      <w:r>
        <w:t>]</w:t>
      </w:r>
    </w:p>
    <w:p w14:paraId="18D8C168" w14:textId="143870A7" w:rsidR="00981A09" w:rsidRDefault="00981A09" w:rsidP="00884124">
      <w:pPr>
        <w:pStyle w:val="Newparagraph"/>
      </w:pPr>
      <w:r>
        <w:t>[Figure 2]</w:t>
      </w:r>
    </w:p>
    <w:p w14:paraId="6720E588" w14:textId="5EAE1110" w:rsidR="00731EB7" w:rsidRPr="00817305" w:rsidRDefault="00731EB7" w:rsidP="00731EB7">
      <w:pPr>
        <w:pStyle w:val="Paragraph"/>
        <w:rPr>
          <w:b/>
          <w:bCs/>
          <w:i/>
          <w:iCs/>
        </w:rPr>
      </w:pPr>
      <w:r w:rsidRPr="00817305">
        <w:rPr>
          <w:b/>
          <w:bCs/>
          <w:i/>
          <w:iCs/>
        </w:rPr>
        <w:t>Phase 3</w:t>
      </w:r>
    </w:p>
    <w:p w14:paraId="19687EC2" w14:textId="51D29FEA" w:rsidR="003E2008" w:rsidRPr="003E2008" w:rsidRDefault="003E2008" w:rsidP="003E2008">
      <w:r w:rsidRPr="003E2008">
        <w:t xml:space="preserve">In Phase 3, 17 </w:t>
      </w:r>
      <w:proofErr w:type="spellStart"/>
      <w:r w:rsidR="0058614C">
        <w:t>plwMND</w:t>
      </w:r>
      <w:proofErr w:type="spellEnd"/>
      <w:r w:rsidRPr="003E2008">
        <w:t xml:space="preserve"> completed the questionnaires after using the </w:t>
      </w:r>
      <w:r w:rsidR="00E226D8">
        <w:t>PDA</w:t>
      </w:r>
      <w:r w:rsidR="001608E7">
        <w:t xml:space="preserve"> (see Table 1 for characteristics)</w:t>
      </w:r>
      <w:r w:rsidRPr="003E2008">
        <w:t xml:space="preserve">. </w:t>
      </w:r>
      <w:r w:rsidR="00B1218A">
        <w:t>Most (12/17</w:t>
      </w:r>
      <w:r w:rsidR="009E7812">
        <w:t xml:space="preserve">) did not have a </w:t>
      </w:r>
      <w:r w:rsidR="00314532">
        <w:t xml:space="preserve">gastrostomy </w:t>
      </w:r>
      <w:r w:rsidR="001200D0">
        <w:t>when they completed the questionnaires</w:t>
      </w:r>
      <w:r w:rsidR="00314532">
        <w:t>.</w:t>
      </w:r>
      <w:r w:rsidR="001200D0">
        <w:t xml:space="preserve"> </w:t>
      </w:r>
      <w:r w:rsidRPr="003E2008">
        <w:t>For the acceptability questions, 16/17</w:t>
      </w:r>
      <w:r w:rsidR="00C135F2">
        <w:t xml:space="preserve"> </w:t>
      </w:r>
      <w:r w:rsidRPr="003E2008">
        <w:t xml:space="preserve">(94%) found the </w:t>
      </w:r>
      <w:r w:rsidR="00E226D8">
        <w:t>PDA</w:t>
      </w:r>
      <w:r w:rsidRPr="003E2008">
        <w:t xml:space="preserve"> completely acceptable and would recommend it to other people in their position.</w:t>
      </w:r>
      <w:r w:rsidR="00E47023">
        <w:t xml:space="preserve"> The </w:t>
      </w:r>
      <w:r w:rsidR="0070542B">
        <w:t>participant</w:t>
      </w:r>
      <w:r w:rsidR="00E47023">
        <w:t xml:space="preserve"> who would not recommend it did not </w:t>
      </w:r>
      <w:r w:rsidR="00890A4D">
        <w:t xml:space="preserve">view </w:t>
      </w:r>
      <w:r w:rsidR="00764B86">
        <w:t>‘no intervention’ as a viable choice</w:t>
      </w:r>
      <w:r w:rsidR="00C1729C">
        <w:t xml:space="preserve"> so did not </w:t>
      </w:r>
      <w:r w:rsidR="00E47023">
        <w:t>believe there was a decision to be made</w:t>
      </w:r>
      <w:r w:rsidR="00CD666E">
        <w:t xml:space="preserve"> about</w:t>
      </w:r>
      <w:r w:rsidR="00643D0E">
        <w:t xml:space="preserve"> </w:t>
      </w:r>
      <w:r w:rsidR="00CD666E">
        <w:t>gastrostomy tube pl</w:t>
      </w:r>
      <w:r w:rsidR="00643D0E">
        <w:t>acement</w:t>
      </w:r>
      <w:r w:rsidR="00927DF6">
        <w:t>, “If you are losing the ability to swallow, you need a PEG to stay alive</w:t>
      </w:r>
      <w:r w:rsidR="00FA581F">
        <w:t>. Full stop. It’s not a decision”</w:t>
      </w:r>
      <w:r w:rsidR="00B300D9">
        <w:t>.</w:t>
      </w:r>
      <w:r w:rsidRPr="003E2008">
        <w:t xml:space="preserve"> After using the </w:t>
      </w:r>
      <w:r w:rsidR="00E226D8">
        <w:t>PDA</w:t>
      </w:r>
      <w:r w:rsidRPr="003E2008">
        <w:t>, 15/17 (88%) had no decisional conflict, 14/17 (82%) had a high score on Preparation for Decision Making and 17/17 (100%) had a high score on Satisfaction with Decision Making.</w:t>
      </w:r>
      <w:r>
        <w:t xml:space="preserve"> </w:t>
      </w:r>
    </w:p>
    <w:p w14:paraId="387A6A74" w14:textId="261C6307" w:rsidR="003A0A95" w:rsidRDefault="00974341" w:rsidP="00784FC0">
      <w:pPr>
        <w:ind w:firstLine="720"/>
        <w:jc w:val="both"/>
      </w:pPr>
      <w:r>
        <w:lastRenderedPageBreak/>
        <w:t>The three</w:t>
      </w:r>
      <w:r w:rsidR="003E2008" w:rsidRPr="003E2008">
        <w:t xml:space="preserve"> </w:t>
      </w:r>
      <w:r>
        <w:t xml:space="preserve">HCP </w:t>
      </w:r>
      <w:r w:rsidR="003E2008" w:rsidRPr="003E2008">
        <w:t xml:space="preserve">focus groups were </w:t>
      </w:r>
      <w:r>
        <w:t>atte</w:t>
      </w:r>
      <w:r w:rsidR="00FD1E4A">
        <w:t xml:space="preserve">nded by a total of </w:t>
      </w:r>
      <w:r w:rsidR="00D609D5">
        <w:t>17 HCPs</w:t>
      </w:r>
      <w:r w:rsidR="00CA13C6">
        <w:t xml:space="preserve"> who worked with </w:t>
      </w:r>
      <w:r w:rsidR="008D4761">
        <w:t>people with MND</w:t>
      </w:r>
      <w:r w:rsidR="00D609D5">
        <w:t>, including</w:t>
      </w:r>
      <w:r w:rsidR="002D1996">
        <w:t xml:space="preserve"> </w:t>
      </w:r>
      <w:r w:rsidR="003E2008" w:rsidRPr="003E2008">
        <w:t xml:space="preserve">dietitians, specialist nurses, occupational </w:t>
      </w:r>
      <w:proofErr w:type="gramStart"/>
      <w:r w:rsidR="003E2008" w:rsidRPr="003E2008">
        <w:t>therapists</w:t>
      </w:r>
      <w:proofErr w:type="gramEnd"/>
      <w:r w:rsidR="003E2008" w:rsidRPr="003E2008">
        <w:t xml:space="preserve"> and palliative care doctors.</w:t>
      </w:r>
      <w:r w:rsidR="008044A1">
        <w:t xml:space="preserve"> </w:t>
      </w:r>
      <w:r w:rsidR="003D6289">
        <w:t xml:space="preserve">Findings are shown in </w:t>
      </w:r>
      <w:r w:rsidR="00B53E2B">
        <w:t xml:space="preserve">supplementary material </w:t>
      </w:r>
      <w:r w:rsidR="008451FF">
        <w:t>S5</w:t>
      </w:r>
      <w:r w:rsidR="003D6289">
        <w:t xml:space="preserve">. </w:t>
      </w:r>
      <w:r w:rsidR="008044A1">
        <w:t>Most of the feedback was positive, with p</w:t>
      </w:r>
      <w:r w:rsidR="005D602E" w:rsidRPr="003E2008">
        <w:t xml:space="preserve">articipants </w:t>
      </w:r>
      <w:r w:rsidR="008044A1">
        <w:t>commenting that the PDA</w:t>
      </w:r>
      <w:r w:rsidR="00784FC0">
        <w:t xml:space="preserve"> </w:t>
      </w:r>
      <w:r w:rsidR="008C19C0">
        <w:t xml:space="preserve">was </w:t>
      </w:r>
      <w:r w:rsidR="005D602E" w:rsidRPr="003E2008">
        <w:t>straightforward and pooled all the relevant information in one place.</w:t>
      </w:r>
      <w:r w:rsidR="00784FC0">
        <w:t xml:space="preserve"> However, there were suggestions for </w:t>
      </w:r>
      <w:r w:rsidR="006C535B">
        <w:t>further</w:t>
      </w:r>
      <w:r w:rsidR="00784FC0">
        <w:t xml:space="preserve"> content</w:t>
      </w:r>
      <w:r w:rsidR="00ED200C">
        <w:t xml:space="preserve">, some wording </w:t>
      </w:r>
      <w:proofErr w:type="gramStart"/>
      <w:r w:rsidR="00ED200C">
        <w:t>changes</w:t>
      </w:r>
      <w:proofErr w:type="gramEnd"/>
      <w:r w:rsidR="00ED200C">
        <w:t xml:space="preserve"> and the addition of videos</w:t>
      </w:r>
      <w:r w:rsidR="006C535B">
        <w:t xml:space="preserve">. </w:t>
      </w:r>
      <w:r w:rsidR="00176798">
        <w:t>Suggested b</w:t>
      </w:r>
      <w:r w:rsidR="006C535B">
        <w:t>arriers</w:t>
      </w:r>
      <w:r w:rsidR="00106F34">
        <w:t xml:space="preserve"> to PDA use were</w:t>
      </w:r>
      <w:r w:rsidR="00C620B1">
        <w:t xml:space="preserve"> </w:t>
      </w:r>
      <w:r w:rsidR="006C535B">
        <w:t xml:space="preserve">mainly related to digital </w:t>
      </w:r>
      <w:r w:rsidR="00C114D5">
        <w:t xml:space="preserve">exclusion. </w:t>
      </w:r>
      <w:r w:rsidR="006706C5">
        <w:t>Parti</w:t>
      </w:r>
      <w:r w:rsidR="00EA35C2">
        <w:t>cipants noted that w</w:t>
      </w:r>
      <w:r w:rsidR="00C620B1">
        <w:t>hen</w:t>
      </w:r>
      <w:r w:rsidR="002C7707">
        <w:t xml:space="preserve"> resources were publicly </w:t>
      </w:r>
      <w:r w:rsidR="00DE3431">
        <w:t>available, the need for governance processes were negated</w:t>
      </w:r>
      <w:r w:rsidR="0091332B">
        <w:t>, and</w:t>
      </w:r>
      <w:r w:rsidR="00AF6043">
        <w:t xml:space="preserve"> </w:t>
      </w:r>
      <w:r w:rsidR="00171BC9">
        <w:t xml:space="preserve">tools </w:t>
      </w:r>
      <w:r w:rsidR="0091332B">
        <w:t>could be</w:t>
      </w:r>
      <w:r w:rsidR="00171BC9">
        <w:t xml:space="preserve"> integrated into clinical practice at </w:t>
      </w:r>
      <w:r w:rsidR="0091332B">
        <w:t>the</w:t>
      </w:r>
      <w:r w:rsidR="00171BC9">
        <w:t xml:space="preserve"> discretion</w:t>
      </w:r>
      <w:r w:rsidR="0091332B">
        <w:t xml:space="preserve"> of the individual</w:t>
      </w:r>
      <w:r w:rsidR="00171BC9">
        <w:t xml:space="preserve">, </w:t>
      </w:r>
      <w:r w:rsidR="00A67FD6">
        <w:t>as a team decision or through direction by senior colleagues.</w:t>
      </w:r>
      <w:r w:rsidR="0072446B">
        <w:t xml:space="preserve"> Key to i</w:t>
      </w:r>
      <w:r w:rsidR="00C620B1">
        <w:t xml:space="preserve">mplementation </w:t>
      </w:r>
      <w:r w:rsidR="0072446B">
        <w:t>was therefore widespread dissemination</w:t>
      </w:r>
      <w:r w:rsidR="00277FC3">
        <w:t xml:space="preserve">, and </w:t>
      </w:r>
      <w:r w:rsidR="007F7891">
        <w:t>avenues for this were suggested.</w:t>
      </w:r>
      <w:r w:rsidR="000B17C6">
        <w:t xml:space="preserve"> Whilst there was universal agreement that training was not required </w:t>
      </w:r>
      <w:r w:rsidR="00D36197">
        <w:t>for using the PDA itself, it was suggested that some HCPs could benefit from additional training in communication skills</w:t>
      </w:r>
      <w:r w:rsidR="009C3081">
        <w:t>, advanced care planning and tube withdrawal.</w:t>
      </w:r>
      <w:r w:rsidR="007F7891">
        <w:t xml:space="preserve"> </w:t>
      </w:r>
    </w:p>
    <w:p w14:paraId="1179BA68" w14:textId="77777777" w:rsidR="00602909" w:rsidRPr="003E2008" w:rsidRDefault="00602909" w:rsidP="003E2008">
      <w:pPr>
        <w:pStyle w:val="Heading1"/>
        <w:spacing w:line="480" w:lineRule="auto"/>
        <w:rPr>
          <w:rFonts w:cs="Times New Roman"/>
        </w:rPr>
      </w:pPr>
      <w:r w:rsidRPr="003E2008">
        <w:rPr>
          <w:rFonts w:cs="Times New Roman"/>
        </w:rPr>
        <w:t>Discussion</w:t>
      </w:r>
    </w:p>
    <w:p w14:paraId="0893FB39" w14:textId="63846723" w:rsidR="000B0E48" w:rsidRDefault="00DB0A7E" w:rsidP="000B0E48">
      <w:r>
        <w:t xml:space="preserve">This study </w:t>
      </w:r>
      <w:r w:rsidR="00FB40B7">
        <w:t>describes</w:t>
      </w:r>
      <w:r w:rsidR="002109E3">
        <w:t xml:space="preserve"> the development</w:t>
      </w:r>
      <w:r w:rsidR="00ED5F61">
        <w:t xml:space="preserve"> and preliminary evaluation</w:t>
      </w:r>
      <w:r w:rsidR="002109E3">
        <w:t xml:space="preserve"> </w:t>
      </w:r>
      <w:r w:rsidR="008F2F7B">
        <w:t xml:space="preserve">of </w:t>
      </w:r>
      <w:r w:rsidR="005870F8" w:rsidRPr="002D3086">
        <w:rPr>
          <w:i/>
          <w:iCs/>
        </w:rPr>
        <w:t xml:space="preserve">Gastrostomy tube – Is it for </w:t>
      </w:r>
      <w:proofErr w:type="gramStart"/>
      <w:r w:rsidR="005870F8" w:rsidRPr="002D3086">
        <w:rPr>
          <w:i/>
          <w:iCs/>
        </w:rPr>
        <w:t>me?</w:t>
      </w:r>
      <w:r w:rsidR="000D00E4" w:rsidRPr="009C698E">
        <w:t>,</w:t>
      </w:r>
      <w:proofErr w:type="gramEnd"/>
      <w:r w:rsidR="000D00E4" w:rsidRPr="009C698E">
        <w:t xml:space="preserve"> </w:t>
      </w:r>
      <w:r w:rsidR="002D3086">
        <w:t xml:space="preserve">the </w:t>
      </w:r>
      <w:r w:rsidR="00952FB6" w:rsidRPr="00952FB6">
        <w:t xml:space="preserve">first UK PDA to support </w:t>
      </w:r>
      <w:proofErr w:type="spellStart"/>
      <w:r w:rsidR="00952FB6" w:rsidRPr="00952FB6">
        <w:t>plwMND</w:t>
      </w:r>
      <w:proofErr w:type="spellEnd"/>
      <w:r w:rsidR="00952FB6" w:rsidRPr="00952FB6">
        <w:t xml:space="preserve"> in gastrostomy tube</w:t>
      </w:r>
      <w:r w:rsidR="007B6E84">
        <w:t xml:space="preserve"> placement</w:t>
      </w:r>
      <w:r w:rsidR="00952FB6" w:rsidRPr="00952FB6">
        <w:t xml:space="preserve"> decision</w:t>
      </w:r>
      <w:r w:rsidR="009C698E">
        <w:t>-</w:t>
      </w:r>
      <w:r w:rsidR="00952FB6" w:rsidRPr="00952FB6">
        <w:t>making.</w:t>
      </w:r>
      <w:r w:rsidR="0014179C">
        <w:t xml:space="preserve"> </w:t>
      </w:r>
      <w:r w:rsidR="00590EF4">
        <w:t>The PDA was developed</w:t>
      </w:r>
      <w:r w:rsidR="001A08C2">
        <w:t xml:space="preserve"> to </w:t>
      </w:r>
      <w:r w:rsidR="0002397F">
        <w:t xml:space="preserve">support individuals to make an informed choice </w:t>
      </w:r>
      <w:r w:rsidR="000D349B">
        <w:t>about gastrostomy tube placement, consi</w:t>
      </w:r>
      <w:r w:rsidR="00ED5F61">
        <w:t xml:space="preserve">stent with </w:t>
      </w:r>
      <w:r w:rsidR="007F4C3F">
        <w:t>their personal</w:t>
      </w:r>
      <w:r w:rsidR="00ED5F61">
        <w:t xml:space="preserve"> </w:t>
      </w:r>
      <w:r w:rsidR="001F2301">
        <w:t>values</w:t>
      </w:r>
      <w:r w:rsidR="00634020">
        <w:t>,</w:t>
      </w:r>
      <w:r w:rsidR="001F2301">
        <w:t xml:space="preserve"> and </w:t>
      </w:r>
      <w:r w:rsidR="002226B9">
        <w:t xml:space="preserve">as such </w:t>
      </w:r>
      <w:r w:rsidR="00275BF1">
        <w:t>facilitates the</w:t>
      </w:r>
      <w:r w:rsidR="002226B9">
        <w:t xml:space="preserve"> </w:t>
      </w:r>
      <w:r w:rsidR="001A08C2">
        <w:t xml:space="preserve">shared </w:t>
      </w:r>
      <w:proofErr w:type="gramStart"/>
      <w:r w:rsidR="001A08C2">
        <w:t xml:space="preserve">decision </w:t>
      </w:r>
      <w:r w:rsidR="0002397F">
        <w:t>making</w:t>
      </w:r>
      <w:proofErr w:type="gramEnd"/>
      <w:r w:rsidR="002226B9">
        <w:t xml:space="preserve"> process</w:t>
      </w:r>
      <w:r w:rsidR="000F6C3F">
        <w:t xml:space="preserve">. </w:t>
      </w:r>
      <w:r w:rsidR="0002397F">
        <w:t xml:space="preserve"> </w:t>
      </w:r>
      <w:r w:rsidR="000F6C3F" w:rsidRPr="002D3086">
        <w:rPr>
          <w:i/>
          <w:iCs/>
        </w:rPr>
        <w:t>Gastrostomy tube – Is it for me?</w:t>
      </w:r>
      <w:r w:rsidR="000F6C3F">
        <w:t xml:space="preserve"> </w:t>
      </w:r>
      <w:r w:rsidR="00E60640">
        <w:t>was developed following standard methods</w:t>
      </w:r>
      <w:r w:rsidR="004C76D8">
        <w:t>, including literature reviews, semi-</w:t>
      </w:r>
      <w:r w:rsidR="006B001F">
        <w:t>structured</w:t>
      </w:r>
      <w:r w:rsidR="004C76D8">
        <w:t xml:space="preserve"> interviews </w:t>
      </w:r>
      <w:r w:rsidR="001C1411">
        <w:t>and ‘think aloud’ interviews, over two phases</w:t>
      </w:r>
      <w:r w:rsidR="007A72B2">
        <w:t xml:space="preserve">. </w:t>
      </w:r>
      <w:r w:rsidR="00382EA7">
        <w:t xml:space="preserve">In phase 3, </w:t>
      </w:r>
      <w:proofErr w:type="spellStart"/>
      <w:r w:rsidR="00382EA7">
        <w:t>plwMND</w:t>
      </w:r>
      <w:proofErr w:type="spellEnd"/>
      <w:r w:rsidR="00382EA7">
        <w:t xml:space="preserve"> </w:t>
      </w:r>
      <w:r w:rsidR="007A72B2">
        <w:t xml:space="preserve">completed </w:t>
      </w:r>
      <w:r w:rsidR="0002368F">
        <w:t xml:space="preserve">validated </w:t>
      </w:r>
      <w:r w:rsidR="00704C0F">
        <w:t xml:space="preserve">measures of </w:t>
      </w:r>
      <w:r w:rsidR="00AB3F4F">
        <w:t xml:space="preserve">decisional conflict, </w:t>
      </w:r>
      <w:r w:rsidR="004C1D46">
        <w:t>decision pr</w:t>
      </w:r>
      <w:r w:rsidR="00477005">
        <w:t>eparation</w:t>
      </w:r>
      <w:r w:rsidR="00786E3C">
        <w:t xml:space="preserve"> and satisfaction</w:t>
      </w:r>
      <w:r w:rsidR="00AD2E97">
        <w:t xml:space="preserve"> </w:t>
      </w:r>
      <w:r w:rsidR="00382EA7">
        <w:t>and an acceptability survey</w:t>
      </w:r>
      <w:r w:rsidR="0002368F">
        <w:t>, and f</w:t>
      </w:r>
      <w:r w:rsidR="00481B45">
        <w:t>eedback from</w:t>
      </w:r>
      <w:r w:rsidR="0002368F">
        <w:t xml:space="preserve"> HCPs</w:t>
      </w:r>
      <w:r w:rsidR="004B7FA2">
        <w:t xml:space="preserve"> was acquired through </w:t>
      </w:r>
      <w:r w:rsidR="004B7FA2">
        <w:lastRenderedPageBreak/>
        <w:t>f</w:t>
      </w:r>
      <w:r w:rsidR="00AD2E97">
        <w:t>ocus groups</w:t>
      </w:r>
      <w:r w:rsidR="00FC70F0">
        <w:t xml:space="preserve">, along with their thoughts on how </w:t>
      </w:r>
      <w:r w:rsidR="00984DA9" w:rsidRPr="002D3086">
        <w:rPr>
          <w:i/>
          <w:iCs/>
        </w:rPr>
        <w:t>Gastrostomy tube – Is it for me?</w:t>
      </w:r>
      <w:r w:rsidR="00984DA9" w:rsidRPr="00984DA9">
        <w:t xml:space="preserve"> could be integrated into clinical practice.</w:t>
      </w:r>
    </w:p>
    <w:p w14:paraId="5EBC6F25" w14:textId="72B61640" w:rsidR="003E73C2" w:rsidRPr="00462D86" w:rsidRDefault="00B03CA7" w:rsidP="000B0E48">
      <w:pPr>
        <w:ind w:firstLine="720"/>
        <w:rPr>
          <w:rFonts w:ascii="Segoe UI" w:hAnsi="Segoe UI" w:cs="Segoe UI"/>
          <w:sz w:val="18"/>
          <w:szCs w:val="18"/>
        </w:rPr>
      </w:pPr>
      <w:r>
        <w:t xml:space="preserve">At the start of the PDA, </w:t>
      </w:r>
      <w:r w:rsidR="00FF1345">
        <w:t xml:space="preserve">it is made clear that the </w:t>
      </w:r>
      <w:r w:rsidR="00EE50A1">
        <w:t>choice being made is whether</w:t>
      </w:r>
      <w:r w:rsidR="00260379">
        <w:t xml:space="preserve"> to have a gastrostomy tube or not</w:t>
      </w:r>
      <w:r w:rsidR="00222BD6">
        <w:t xml:space="preserve"> and d</w:t>
      </w:r>
      <w:r w:rsidR="00023AEF">
        <w:t>eciding not to have a gastrostomy tube could</w:t>
      </w:r>
      <w:r w:rsidR="00222BD6">
        <w:t xml:space="preserve"> have one of three meanings:</w:t>
      </w:r>
      <w:r w:rsidR="00023AEF">
        <w:t xml:space="preserve"> </w:t>
      </w:r>
      <w:r w:rsidR="00AF2C12">
        <w:t>the individual never wants a tube, they do not want a tube now but will reconsider in the future or</w:t>
      </w:r>
      <w:r w:rsidR="00064C5D">
        <w:t xml:space="preserve"> they are </w:t>
      </w:r>
      <w:r w:rsidR="00F04911">
        <w:t xml:space="preserve">currently </w:t>
      </w:r>
      <w:r w:rsidR="00064C5D">
        <w:t>unsure.</w:t>
      </w:r>
      <w:r w:rsidR="00023AEF">
        <w:t xml:space="preserve"> </w:t>
      </w:r>
      <w:r w:rsidR="00224471">
        <w:t>This recognises that m</w:t>
      </w:r>
      <w:r w:rsidR="003E73C2">
        <w:t>aking the decision about having a gastrostomy is a process</w:t>
      </w:r>
      <w:r w:rsidR="003A6E36">
        <w:t xml:space="preserve"> and </w:t>
      </w:r>
      <w:proofErr w:type="gramStart"/>
      <w:r w:rsidR="003A6E36">
        <w:t>a</w:t>
      </w:r>
      <w:r w:rsidR="003E73C2">
        <w:t>s long as</w:t>
      </w:r>
      <w:proofErr w:type="gramEnd"/>
      <w:r w:rsidR="003E73C2">
        <w:t xml:space="preserve"> the physical condition allows, the decision can be revisited.</w:t>
      </w:r>
      <w:r w:rsidR="00707797">
        <w:t xml:space="preserve"> This is necessary because </w:t>
      </w:r>
      <w:r w:rsidR="00ED142E">
        <w:t xml:space="preserve">for those people who do not have dysphagia and </w:t>
      </w:r>
      <w:r w:rsidR="00D57A58">
        <w:t>are not currently losing weight, the decision can seem very abstract</w:t>
      </w:r>
      <w:r w:rsidR="0053688A">
        <w:t xml:space="preserve"> and not relevant</w:t>
      </w:r>
      <w:r w:rsidR="003F1E83">
        <w:t xml:space="preserve"> </w:t>
      </w:r>
      <w:r w:rsidR="008B63E0">
        <w:fldChar w:fldCharType="begin">
          <w:fldData xml:space="preserve">PEVuZE5vdGU+PENpdGU+PEF1dGhvcj5TZWViZXI8L0F1dGhvcj48WWVhcj4yMDE5PC9ZZWFyPjxS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</w:fldData>
        </w:fldChar>
      </w:r>
      <w:r w:rsidR="008C7F5F">
        <w:instrText xml:space="preserve"> ADDIN EN.CITE </w:instrText>
      </w:r>
      <w:r w:rsidR="008C7F5F">
        <w:fldChar w:fldCharType="begin">
          <w:fldData xml:space="preserve">PEVuZE5vdGU+PENpdGU+PEF1dGhvcj5TZWViZXI8L0F1dGhvcj48WWVhcj4yMDE5PC9ZZWFyPjxS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</w:fldData>
        </w:fldChar>
      </w:r>
      <w:r w:rsidR="008C7F5F">
        <w:instrText xml:space="preserve"> ADDIN EN.CITE.DATA </w:instrText>
      </w:r>
      <w:r w:rsidR="008C7F5F">
        <w:fldChar w:fldCharType="end"/>
      </w:r>
      <w:r w:rsidR="008B63E0">
        <w:fldChar w:fldCharType="separate"/>
      </w:r>
      <w:r w:rsidR="008C7F5F">
        <w:rPr>
          <w:noProof/>
        </w:rPr>
        <w:t>(49, 50)</w:t>
      </w:r>
      <w:r w:rsidR="008B63E0">
        <w:fldChar w:fldCharType="end"/>
      </w:r>
      <w:r w:rsidR="008B63E0">
        <w:t>.</w:t>
      </w:r>
      <w:r w:rsidR="000F04BC">
        <w:t xml:space="preserve"> </w:t>
      </w:r>
      <w:r w:rsidR="00085074">
        <w:t xml:space="preserve">In addition, whilst some people may resist the idea of a </w:t>
      </w:r>
      <w:r w:rsidR="006A7C33">
        <w:t>gastrostomy tube</w:t>
      </w:r>
      <w:r w:rsidR="00085074">
        <w:t xml:space="preserve"> when first</w:t>
      </w:r>
      <w:r w:rsidR="00873E4A">
        <w:t xml:space="preserve"> discussed, viewing it as</w:t>
      </w:r>
      <w:r w:rsidR="003E73C2">
        <w:t xml:space="preserve"> a symbol of deterioration</w:t>
      </w:r>
      <w:r w:rsidR="00873E4A">
        <w:t xml:space="preserve">, later </w:t>
      </w:r>
      <w:r w:rsidR="00D60BDA">
        <w:t xml:space="preserve">on in the disease trajectory, </w:t>
      </w:r>
      <w:r w:rsidR="004B477C">
        <w:t xml:space="preserve">they may come to view it as offering symptomatic relief and easing of concerns </w:t>
      </w:r>
      <w:r w:rsidR="008B63E0">
        <w:fldChar w:fldCharType="begin">
          <w:fldData xml:space="preserve">PEVuZE5vdGU+PENpdGU+PEF1dGhvcj5Qb2xzPC9BdXRob3I+PFllYXI+MjAxNjwvWWVhcj48UmVj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</w:fldData>
        </w:fldChar>
      </w:r>
      <w:r w:rsidR="008C7F5F">
        <w:instrText xml:space="preserve"> ADDIN EN.CITE </w:instrText>
      </w:r>
      <w:r w:rsidR="008C7F5F">
        <w:fldChar w:fldCharType="begin">
          <w:fldData xml:space="preserve">PEVuZE5vdGU+PENpdGU+PEF1dGhvcj5Qb2xzPC9BdXRob3I+PFllYXI+MjAxNjwvWWVhcj48UmVj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</w:fldData>
        </w:fldChar>
      </w:r>
      <w:r w:rsidR="008C7F5F">
        <w:instrText xml:space="preserve"> ADDIN EN.CITE.DATA </w:instrText>
      </w:r>
      <w:r w:rsidR="008C7F5F">
        <w:fldChar w:fldCharType="end"/>
      </w:r>
      <w:r w:rsidR="008B63E0">
        <w:fldChar w:fldCharType="separate"/>
      </w:r>
      <w:r w:rsidR="008C7F5F">
        <w:rPr>
          <w:noProof/>
        </w:rPr>
        <w:t>(31)</w:t>
      </w:r>
      <w:r w:rsidR="008B63E0">
        <w:fldChar w:fldCharType="end"/>
      </w:r>
      <w:r w:rsidR="003E73C2">
        <w:t xml:space="preserve">. </w:t>
      </w:r>
    </w:p>
    <w:p w14:paraId="0C32EBEE" w14:textId="77777777" w:rsidR="00712B05" w:rsidRDefault="00165942" w:rsidP="000B0E48">
      <w:pPr>
        <w:ind w:firstLine="720"/>
      </w:pPr>
      <w:r>
        <w:t xml:space="preserve">The issue around timing of when the topic of gastrostomy tubes </w:t>
      </w:r>
      <w:r w:rsidR="00F83704">
        <w:t xml:space="preserve">should be raised with </w:t>
      </w:r>
      <w:proofErr w:type="spellStart"/>
      <w:r w:rsidR="00F83704">
        <w:t>plwMND</w:t>
      </w:r>
      <w:proofErr w:type="spellEnd"/>
      <w:r w:rsidR="00F83704">
        <w:t xml:space="preserve"> is distinct, but clearly related</w:t>
      </w:r>
      <w:r w:rsidR="006065B0">
        <w:t xml:space="preserve">. </w:t>
      </w:r>
      <w:r w:rsidR="005C2910">
        <w:t xml:space="preserve">We consider this in </w:t>
      </w:r>
      <w:r w:rsidR="00826F99">
        <w:t>detail in a separate paper, which draws</w:t>
      </w:r>
      <w:r w:rsidR="00371234">
        <w:t xml:space="preserve"> on </w:t>
      </w:r>
      <w:r w:rsidR="00826F99">
        <w:t xml:space="preserve">both </w:t>
      </w:r>
      <w:r w:rsidR="00371234">
        <w:t xml:space="preserve">the interviews </w:t>
      </w:r>
      <w:r w:rsidR="00147E5A">
        <w:t>carried out</w:t>
      </w:r>
      <w:r w:rsidR="005C2910">
        <w:t xml:space="preserve"> </w:t>
      </w:r>
      <w:r w:rsidR="00826F99">
        <w:t xml:space="preserve">for the development </w:t>
      </w:r>
      <w:r w:rsidR="00243233">
        <w:t xml:space="preserve">of </w:t>
      </w:r>
      <w:r w:rsidR="00243233" w:rsidRPr="002D3086">
        <w:rPr>
          <w:i/>
          <w:iCs/>
        </w:rPr>
        <w:t>Gastrostomy tube – Is it for me?</w:t>
      </w:r>
      <w:r w:rsidR="005C2910">
        <w:t xml:space="preserve"> and a systematic sea</w:t>
      </w:r>
      <w:r w:rsidR="003C00A4">
        <w:t>r</w:t>
      </w:r>
      <w:r w:rsidR="005C2910">
        <w:t>ch of the literature</w:t>
      </w:r>
      <w:r w:rsidR="00020A33">
        <w:t xml:space="preserve"> </w:t>
      </w:r>
      <w:r w:rsidR="00347994">
        <w:fldChar w:fldCharType="begin"/>
      </w:r>
      <w:r w:rsidR="008C7F5F">
        <w:instrText xml:space="preserve"> ADDIN EN.CITE &lt;EndNote&gt;&lt;Cite&gt;&lt;Author&gt;Wheelwright&lt;/Author&gt;&lt;Year&gt;in prep&lt;/Year&gt;&lt;RecNum&gt;45&lt;/RecNum&gt;&lt;DisplayText&gt;(51)&lt;/DisplayText&gt;&lt;record&gt;&lt;rec-number&gt;45&lt;/rec-number&gt;&lt;foreign-keys&gt;&lt;key app="EN" db-id="w2devwra8rawv8esx5cp2ztnv5et5wveszd2" timestamp="1678372212"&gt;45&lt;/key&gt;&lt;/foreign-keys&gt;&lt;ref-type name="Journal Article"&gt;17&lt;/ref-type&gt;&lt;contributors&gt;&lt;authors&gt;&lt;author&gt;S Wheelwright&lt;/author&gt;&lt;author&gt;et.al&lt;/author&gt;&lt;/authors&gt;&lt;/contributors&gt;&lt;titles&gt;&lt;title&gt;When should health care professionals start talking about gastrostomy tubes to people diagnosed with motor neurone disease? A systematic literature search and findings from the DIAMOND study&lt;/title&gt;&lt;/titles&gt;&lt;dates&gt;&lt;year&gt;in prep&lt;/year&gt;&lt;/dates&gt;&lt;urls&gt;&lt;/urls&gt;&lt;/record&gt;&lt;/Cite&gt;&lt;/EndNote&gt;</w:instrText>
      </w:r>
      <w:r w:rsidR="00347994">
        <w:fldChar w:fldCharType="separate"/>
      </w:r>
      <w:r w:rsidR="008C7F5F">
        <w:rPr>
          <w:noProof/>
        </w:rPr>
        <w:t>(51)</w:t>
      </w:r>
      <w:r w:rsidR="00347994">
        <w:fldChar w:fldCharType="end"/>
      </w:r>
      <w:r w:rsidR="007D22C6">
        <w:t>.</w:t>
      </w:r>
      <w:r w:rsidR="00DE4B55">
        <w:t xml:space="preserve"> </w:t>
      </w:r>
      <w:r w:rsidR="00FE78F9" w:rsidRPr="002D3086">
        <w:rPr>
          <w:i/>
          <w:iCs/>
        </w:rPr>
        <w:t>Gastrostomy tube – Is it for me?</w:t>
      </w:r>
      <w:r w:rsidR="00FE78F9">
        <w:t xml:space="preserve"> </w:t>
      </w:r>
      <w:r w:rsidR="00E316EA">
        <w:t xml:space="preserve">does not provide any guidance on when to introduce the topic of gastrostomy tubes to </w:t>
      </w:r>
      <w:proofErr w:type="spellStart"/>
      <w:r w:rsidR="00E316EA">
        <w:t>plwMND</w:t>
      </w:r>
      <w:proofErr w:type="spellEnd"/>
      <w:r w:rsidR="00E316EA">
        <w:t xml:space="preserve"> or when to go ahead with the procedure</w:t>
      </w:r>
      <w:r w:rsidR="009200BC">
        <w:t xml:space="preserve"> </w:t>
      </w:r>
      <w:r w:rsidR="00234C9F">
        <w:t xml:space="preserve">- it </w:t>
      </w:r>
      <w:r w:rsidR="003108F7">
        <w:t>focuses on the</w:t>
      </w:r>
      <w:r w:rsidR="00234C9F">
        <w:t xml:space="preserve"> decision </w:t>
      </w:r>
      <w:r w:rsidR="003108F7">
        <w:t>about</w:t>
      </w:r>
      <w:r w:rsidR="00234C9F">
        <w:t xml:space="preserve"> whether to have a gastrostomy tube </w:t>
      </w:r>
      <w:r w:rsidR="00473A0E">
        <w:t>placed</w:t>
      </w:r>
      <w:r w:rsidR="00234C9F">
        <w:t xml:space="preserve">. </w:t>
      </w:r>
    </w:p>
    <w:p w14:paraId="1DCDE53F" w14:textId="4B02A2E9" w:rsidR="00CD7BF6" w:rsidRDefault="00661221" w:rsidP="000B0E48">
      <w:pPr>
        <w:ind w:firstLine="720"/>
      </w:pPr>
      <w:r>
        <w:t>How</w:t>
      </w:r>
      <w:r w:rsidR="00AA6C68">
        <w:t xml:space="preserve"> and when</w:t>
      </w:r>
      <w:r>
        <w:t xml:space="preserve"> HCPs use the PDA will depend on their own clinical practice and the</w:t>
      </w:r>
      <w:r w:rsidR="007948F4">
        <w:t xml:space="preserve"> needs of individual patients.</w:t>
      </w:r>
      <w:r w:rsidR="002479A0">
        <w:t xml:space="preserve"> </w:t>
      </w:r>
      <w:r w:rsidR="002479A0" w:rsidRPr="002D3086">
        <w:rPr>
          <w:i/>
          <w:iCs/>
        </w:rPr>
        <w:t>Gastrostomy tube – Is it for me?</w:t>
      </w:r>
      <w:r w:rsidR="002479A0">
        <w:t xml:space="preserve"> </w:t>
      </w:r>
      <w:r w:rsidR="003B1ABB">
        <w:t xml:space="preserve">can be introduced </w:t>
      </w:r>
      <w:r w:rsidR="00302C5C">
        <w:t>as soon as the topic of gastrostomy is first introduced</w:t>
      </w:r>
      <w:r w:rsidR="00BA7D00">
        <w:t xml:space="preserve">, to complement rather than </w:t>
      </w:r>
      <w:r w:rsidR="00DF2B28">
        <w:t xml:space="preserve">replace clinical </w:t>
      </w:r>
      <w:r w:rsidR="00430675">
        <w:t>conversations</w:t>
      </w:r>
      <w:r w:rsidR="007800F6">
        <w:t>.</w:t>
      </w:r>
      <w:r w:rsidR="00320E5A">
        <w:t xml:space="preserve"> </w:t>
      </w:r>
      <w:r w:rsidR="007948F4">
        <w:t xml:space="preserve"> In discussions with HCPs </w:t>
      </w:r>
      <w:r w:rsidR="00BD3CE2">
        <w:t xml:space="preserve">throughout this project, </w:t>
      </w:r>
      <w:r w:rsidR="00404B76">
        <w:t xml:space="preserve">suggested </w:t>
      </w:r>
      <w:r w:rsidR="00BD3CE2">
        <w:t>uses for the PDA have included</w:t>
      </w:r>
      <w:r w:rsidR="00604006">
        <w:t xml:space="preserve"> setting it as ‘homework’ for patients after </w:t>
      </w:r>
      <w:r w:rsidR="00604006">
        <w:lastRenderedPageBreak/>
        <w:t xml:space="preserve">first introducing the topic, signposting carers to it and going through the PDA with the patient during </w:t>
      </w:r>
      <w:r w:rsidR="00404B76">
        <w:t xml:space="preserve">a clinic session or home visit. It has also been suggested that </w:t>
      </w:r>
      <w:r w:rsidR="00404B76" w:rsidRPr="002D3086">
        <w:rPr>
          <w:i/>
          <w:iCs/>
        </w:rPr>
        <w:t>Gastrostomy tube – Is it for me?</w:t>
      </w:r>
      <w:r w:rsidR="00404B76">
        <w:t xml:space="preserve"> could be formally </w:t>
      </w:r>
      <w:r w:rsidR="00C707A9">
        <w:t>incorporated</w:t>
      </w:r>
      <w:r w:rsidR="00404B76">
        <w:t xml:space="preserve"> into </w:t>
      </w:r>
      <w:r w:rsidR="00C707A9">
        <w:t>clinical pathways.</w:t>
      </w:r>
      <w:r w:rsidR="00EB0ED1">
        <w:t xml:space="preserve"> </w:t>
      </w:r>
    </w:p>
    <w:p w14:paraId="392ECD2D" w14:textId="66FEAA83" w:rsidR="003C00A4" w:rsidRDefault="00EA04C5" w:rsidP="000B0E48">
      <w:pPr>
        <w:ind w:firstLine="720"/>
      </w:pPr>
      <w:r>
        <w:t>Whichever way</w:t>
      </w:r>
      <w:r w:rsidR="00C707A9">
        <w:t xml:space="preserve"> HCPs choose to use </w:t>
      </w:r>
      <w:r w:rsidR="00DA01C0" w:rsidRPr="002D3086">
        <w:rPr>
          <w:i/>
          <w:iCs/>
        </w:rPr>
        <w:t>Gastrostomy tube – Is it for me</w:t>
      </w:r>
      <w:r w:rsidR="00DA01C0">
        <w:rPr>
          <w:i/>
          <w:iCs/>
        </w:rPr>
        <w:t>?</w:t>
      </w:r>
      <w:r w:rsidR="00DA01C0">
        <w:t xml:space="preserve"> </w:t>
      </w:r>
      <w:r w:rsidR="00472F62">
        <w:t xml:space="preserve">it is important to </w:t>
      </w:r>
      <w:r w:rsidR="000F35A9">
        <w:t xml:space="preserve">recognise that it is just one tool </w:t>
      </w:r>
      <w:r w:rsidR="00A82B26">
        <w:t xml:space="preserve">in the </w:t>
      </w:r>
      <w:r w:rsidR="009C698E">
        <w:t>decision-making</w:t>
      </w:r>
      <w:r w:rsidR="00A82B26">
        <w:t xml:space="preserve"> process. It is </w:t>
      </w:r>
      <w:r w:rsidR="00FF34AA">
        <w:t xml:space="preserve">intended to be used in conjunction with clinical conversations and other resources, such as the education website </w:t>
      </w:r>
      <w:proofErr w:type="spellStart"/>
      <w:r w:rsidR="00175A9E">
        <w:t>myTube</w:t>
      </w:r>
      <w:proofErr w:type="spellEnd"/>
      <w:r w:rsidR="00BC0709">
        <w:t xml:space="preserve"> (</w:t>
      </w:r>
      <w:r w:rsidR="00BC0709" w:rsidRPr="00BC0709">
        <w:t>mytube.mymnd.org.uk</w:t>
      </w:r>
      <w:r w:rsidR="00BC0709">
        <w:t>)</w:t>
      </w:r>
      <w:r w:rsidR="009E4267">
        <w:t xml:space="preserve"> </w:t>
      </w:r>
      <w:r w:rsidR="009D3AF4">
        <w:fldChar w:fldCharType="begin"/>
      </w:r>
      <w:r w:rsidR="008C7F5F">
        <w:instrText xml:space="preserve"> ADDIN EN.CITE &lt;EndNote&gt;&lt;Cite&gt;&lt;Author&gt;White&lt;/Author&gt;&lt;Year&gt;2017&lt;/Year&gt;&lt;RecNum&gt;46&lt;/RecNum&gt;&lt;DisplayText&gt;(52)&lt;/DisplayText&gt;&lt;record&gt;&lt;rec-number&gt;46&lt;/rec-number&gt;&lt;foreign-keys&gt;&lt;key app="EN" db-id="w2devwra8rawv8esx5cp2ztnv5et5wveszd2" timestamp="1678372212"&gt;46&lt;/key&gt;&lt;/foreign-keys&gt;&lt;ref-type name="Journal Article"&gt;17&lt;/ref-type&gt;&lt;contributors&gt;&lt;authors&gt;&lt;author&gt;White, S&lt;/author&gt;&lt;author&gt;Hobson, E.V.&lt;/author&gt;&lt;author&gt;Soreny, C&lt;/author&gt;&lt;/authors&gt;&lt;/contributors&gt;&lt;titles&gt;&lt;title&gt;The Development of the myTube Website&lt;/title&gt;&lt;secondary-title&gt;Complete Nutrition Focus&lt;/secondary-title&gt;&lt;/titles&gt;&lt;periodical&gt;&lt;full-title&gt;Complete Nutrition Focus&lt;/full-title&gt;&lt;/periodical&gt;&lt;pages&gt;47-50&lt;/pages&gt;&lt;volume&gt;9&lt;/volume&gt;&lt;number&gt;1&lt;/number&gt;&lt;dates&gt;&lt;year&gt;2017&lt;/year&gt;&lt;/dates&gt;&lt;urls&gt;&lt;/urls&gt;&lt;/record&gt;&lt;/Cite&gt;&lt;/EndNote&gt;</w:instrText>
      </w:r>
      <w:r w:rsidR="009D3AF4">
        <w:fldChar w:fldCharType="separate"/>
      </w:r>
      <w:r w:rsidR="008C7F5F">
        <w:rPr>
          <w:noProof/>
        </w:rPr>
        <w:t>(52)</w:t>
      </w:r>
      <w:r w:rsidR="009D3AF4">
        <w:fldChar w:fldCharType="end"/>
      </w:r>
      <w:r w:rsidR="00175A9E">
        <w:t xml:space="preserve">, which uses short films and written information to </w:t>
      </w:r>
      <w:r w:rsidR="00316495">
        <w:t>provide an insight into living with a gastrostomy tube</w:t>
      </w:r>
      <w:r w:rsidR="006448CA">
        <w:t>.</w:t>
      </w:r>
      <w:r w:rsidR="00DF2B28">
        <w:t xml:space="preserve"> </w:t>
      </w:r>
      <w:r w:rsidR="000A7E81">
        <w:t>As</w:t>
      </w:r>
      <w:r w:rsidR="006C367C">
        <w:t xml:space="preserve"> local</w:t>
      </w:r>
      <w:r w:rsidR="000A7E81">
        <w:t xml:space="preserve"> </w:t>
      </w:r>
      <w:r w:rsidR="0087604A" w:rsidRPr="0087604A">
        <w:t>MND services and gastrostomy resources</w:t>
      </w:r>
      <w:r w:rsidR="00916E15">
        <w:t xml:space="preserve"> and </w:t>
      </w:r>
      <w:r w:rsidR="0087604A" w:rsidRPr="0087604A">
        <w:t>practices vary</w:t>
      </w:r>
      <w:r w:rsidR="006C367C">
        <w:t xml:space="preserve"> so much</w:t>
      </w:r>
      <w:r w:rsidR="007005B7">
        <w:t xml:space="preserve">, both nationally and internationally, </w:t>
      </w:r>
      <w:r w:rsidR="00B00CAE">
        <w:t>HCPs may need to localise some of</w:t>
      </w:r>
      <w:r w:rsidR="00E03248">
        <w:t xml:space="preserve"> the </w:t>
      </w:r>
      <w:r w:rsidR="0087604A" w:rsidRPr="0087604A">
        <w:t xml:space="preserve">information in the </w:t>
      </w:r>
      <w:r w:rsidR="00E03248">
        <w:t>P</w:t>
      </w:r>
      <w:r w:rsidR="0087604A" w:rsidRPr="0087604A">
        <w:t>DA</w:t>
      </w:r>
      <w:r w:rsidR="005257E8">
        <w:t xml:space="preserve"> for their patients</w:t>
      </w:r>
      <w:r w:rsidR="0087604A" w:rsidRPr="0087604A">
        <w:t>.</w:t>
      </w:r>
    </w:p>
    <w:p w14:paraId="480E1B8F" w14:textId="4013B57C" w:rsidR="00043384" w:rsidRDefault="00BC0709" w:rsidP="000B0E48">
      <w:pPr>
        <w:ind w:firstLine="720"/>
      </w:pPr>
      <w:r>
        <w:t>A</w:t>
      </w:r>
      <w:r w:rsidR="00794338">
        <w:t xml:space="preserve"> </w:t>
      </w:r>
      <w:r w:rsidR="00100A77">
        <w:t xml:space="preserve">related </w:t>
      </w:r>
      <w:r w:rsidR="00794338">
        <w:t xml:space="preserve">important </w:t>
      </w:r>
      <w:r w:rsidR="001866D9">
        <w:t xml:space="preserve">decision </w:t>
      </w:r>
      <w:proofErr w:type="spellStart"/>
      <w:r w:rsidR="00100A77">
        <w:t>plwMND</w:t>
      </w:r>
      <w:proofErr w:type="spellEnd"/>
      <w:r>
        <w:t xml:space="preserve"> are faced with</w:t>
      </w:r>
      <w:r w:rsidR="00100A77">
        <w:t xml:space="preserve"> </w:t>
      </w:r>
      <w:r w:rsidR="006B4642">
        <w:t>is</w:t>
      </w:r>
      <w:r>
        <w:t xml:space="preserve"> whether to</w:t>
      </w:r>
      <w:r w:rsidR="009C0505">
        <w:t xml:space="preserve"> stop using </w:t>
      </w:r>
      <w:r w:rsidR="00D219EA">
        <w:t>the gastrostomy tube for feeding at the end of life.</w:t>
      </w:r>
      <w:r w:rsidR="001866D9">
        <w:t xml:space="preserve"> </w:t>
      </w:r>
      <w:r w:rsidR="008C40ED">
        <w:t xml:space="preserve">This is </w:t>
      </w:r>
      <w:r w:rsidR="005D3542">
        <w:t>a</w:t>
      </w:r>
      <w:r w:rsidR="008C40ED">
        <w:t xml:space="preserve"> challenging decision to make, involving ethical and legal considerations. </w:t>
      </w:r>
      <w:r w:rsidR="0002076A">
        <w:t>Moreover</w:t>
      </w:r>
      <w:r w:rsidR="008C40ED">
        <w:t xml:space="preserve">, the evidence </w:t>
      </w:r>
      <w:r w:rsidR="00BD51E3">
        <w:t>on</w:t>
      </w:r>
      <w:r w:rsidR="008C40ED">
        <w:t xml:space="preserve"> withdrawal and guidance around the practicalities, such as optimal symptom control, are lacking </w:t>
      </w:r>
      <w:r w:rsidR="00F43AA0">
        <w:fldChar w:fldCharType="begin"/>
      </w:r>
      <w:r w:rsidR="008C7F5F">
        <w:instrText xml:space="preserve"> ADDIN EN.CITE &lt;EndNote&gt;&lt;Cite&gt;&lt;Author&gt;Wakefield&lt;/Author&gt;&lt;Year&gt;2020&lt;/Year&gt;&lt;RecNum&gt;47&lt;/RecNum&gt;&lt;DisplayText&gt;(53)&lt;/DisplayText&gt;&lt;record&gt;&lt;rec-number&gt;47&lt;/rec-number&gt;&lt;foreign-keys&gt;&lt;key app="EN" db-id="w2devwra8rawv8esx5cp2ztnv5et5wveszd2" timestamp="1678372212"&gt;47&lt;/key&gt;&lt;/foreign-keys&gt;&lt;ref-type name="Journal Article"&gt;17&lt;/ref-type&gt;&lt;contributors&gt;&lt;authors&gt;&lt;author&gt;Wakefield, Donna&lt;/author&gt;&lt;author&gt;Hanson, Sarah Rhiannon&lt;/author&gt;&lt;/authors&gt;&lt;/contributors&gt;&lt;titles&gt;&lt;title&gt;Requested withdrawal of gastrostomy feeding in motor neurone disease&lt;/title&gt;&lt;secondary-title&gt;BMJ Supportive &amp;amp; Palliative Care&lt;/secondary-title&gt;&lt;/titles&gt;&lt;periodical&gt;&lt;full-title&gt;BMJ supportive &amp;amp; palliative care&lt;/full-title&gt;&lt;abbr-1&gt;BMJ support&lt;/abbr-1&gt;&lt;/periodical&gt;&lt;dates&gt;&lt;year&gt;2020&lt;/year&gt;&lt;/dates&gt;&lt;isbn&gt;2045-435X&lt;/isbn&gt;&lt;urls&gt;&lt;/urls&gt;&lt;/record&gt;&lt;/Cite&gt;&lt;/EndNote&gt;</w:instrText>
      </w:r>
      <w:r w:rsidR="00F43AA0">
        <w:fldChar w:fldCharType="separate"/>
      </w:r>
      <w:r w:rsidR="008C7F5F">
        <w:rPr>
          <w:noProof/>
        </w:rPr>
        <w:t>(53)</w:t>
      </w:r>
      <w:r w:rsidR="00F43AA0">
        <w:fldChar w:fldCharType="end"/>
      </w:r>
      <w:r w:rsidR="00F43AA0">
        <w:t>.</w:t>
      </w:r>
      <w:r w:rsidR="00F12FA6">
        <w:rPr>
          <w:rFonts w:ascii="Segoe UI" w:hAnsi="Segoe UI" w:cs="Segoe UI"/>
          <w:sz w:val="18"/>
          <w:szCs w:val="18"/>
        </w:rPr>
        <w:t xml:space="preserve"> </w:t>
      </w:r>
      <w:r w:rsidR="00F12FA6">
        <w:t>Whilst</w:t>
      </w:r>
      <w:r w:rsidR="00F12FA6" w:rsidRPr="002D3086">
        <w:rPr>
          <w:i/>
          <w:iCs/>
        </w:rPr>
        <w:t xml:space="preserve"> </w:t>
      </w:r>
      <w:r w:rsidR="00F84394" w:rsidRPr="002D3086">
        <w:rPr>
          <w:i/>
          <w:iCs/>
        </w:rPr>
        <w:t>Gastrostomy tube – Is it for me</w:t>
      </w:r>
      <w:r w:rsidR="00F84394">
        <w:rPr>
          <w:i/>
          <w:iCs/>
        </w:rPr>
        <w:t>?</w:t>
      </w:r>
      <w:r w:rsidR="00D219EA">
        <w:rPr>
          <w:i/>
          <w:iCs/>
        </w:rPr>
        <w:t xml:space="preserve"> </w:t>
      </w:r>
      <w:r w:rsidR="00043384">
        <w:t>mentions the need to discuss stopping feeding at the end of life with the healthcare team</w:t>
      </w:r>
      <w:r w:rsidR="00983BDB">
        <w:t>, it was not developed to support this decision.</w:t>
      </w:r>
      <w:r w:rsidR="00043384">
        <w:t xml:space="preserve"> </w:t>
      </w:r>
    </w:p>
    <w:p w14:paraId="6F4F160E" w14:textId="77777777" w:rsidR="00043384" w:rsidRDefault="00043384" w:rsidP="003E73C2"/>
    <w:p w14:paraId="525F17C2" w14:textId="09401E69" w:rsidR="005B4CA1" w:rsidRPr="008F0CEA" w:rsidRDefault="005B4CA1" w:rsidP="003E73C2">
      <w:pPr>
        <w:rPr>
          <w:b/>
          <w:bCs/>
          <w:i/>
          <w:iCs/>
        </w:rPr>
      </w:pPr>
      <w:r w:rsidRPr="008F0CEA">
        <w:rPr>
          <w:b/>
          <w:bCs/>
          <w:i/>
          <w:iCs/>
        </w:rPr>
        <w:t>Limitations</w:t>
      </w:r>
    </w:p>
    <w:p w14:paraId="7BDB667A" w14:textId="4AB88006" w:rsidR="005B4CA1" w:rsidRDefault="005B4CA1" w:rsidP="003E73C2">
      <w:r>
        <w:t xml:space="preserve">Fewer participants were recruited in Phase 3 than planned due to </w:t>
      </w:r>
      <w:r w:rsidR="00782BEF">
        <w:t xml:space="preserve">challenges associated with the COVID-19 pandemic. However, evaluation scores </w:t>
      </w:r>
      <w:r w:rsidR="004B4EAB">
        <w:t xml:space="preserve">in the sample </w:t>
      </w:r>
      <w:r w:rsidR="00782BEF">
        <w:t xml:space="preserve">were very high </w:t>
      </w:r>
      <w:r w:rsidR="003B2890">
        <w:t xml:space="preserve">and all those who recognised that there was a decision to </w:t>
      </w:r>
      <w:r w:rsidR="005F1DE2">
        <w:t>be made</w:t>
      </w:r>
      <w:r w:rsidR="003B2890">
        <w:t xml:space="preserve"> around </w:t>
      </w:r>
      <w:r w:rsidR="00413E66">
        <w:t xml:space="preserve">accepting a gastrostomy tube would recommend the PDA </w:t>
      </w:r>
      <w:r w:rsidR="005225C1">
        <w:t xml:space="preserve">to </w:t>
      </w:r>
      <w:r w:rsidR="00413E66">
        <w:t>others.</w:t>
      </w:r>
      <w:r w:rsidR="00535F9F">
        <w:t xml:space="preserve"> As most partici</w:t>
      </w:r>
      <w:r w:rsidR="008F441C">
        <w:t xml:space="preserve">pants in Phase 3 were recruited via the online </w:t>
      </w:r>
      <w:r w:rsidR="00CA45C5">
        <w:t xml:space="preserve">routes, we did not collect data </w:t>
      </w:r>
      <w:r w:rsidR="009C305E">
        <w:t xml:space="preserve">on </w:t>
      </w:r>
      <w:r w:rsidR="009C305E">
        <w:lastRenderedPageBreak/>
        <w:t>subtype of MND, site of onset and stage of disease</w:t>
      </w:r>
      <w:r w:rsidR="002A5E28">
        <w:t xml:space="preserve"> (</w:t>
      </w:r>
      <w:r w:rsidR="000A0717">
        <w:t xml:space="preserve">and </w:t>
      </w:r>
      <w:r w:rsidR="00213216">
        <w:t xml:space="preserve">employment status in error). </w:t>
      </w:r>
      <w:r w:rsidR="00413E66">
        <w:t xml:space="preserve">User feedback and </w:t>
      </w:r>
      <w:r w:rsidR="002370AE">
        <w:t>satisfaction will continue to be monitored</w:t>
      </w:r>
      <w:r w:rsidR="004E7272">
        <w:t xml:space="preserve"> to check that the PDA meets the needs of </w:t>
      </w:r>
      <w:r w:rsidR="00044743">
        <w:t>all those diagnosed with MND</w:t>
      </w:r>
      <w:r w:rsidR="002370AE">
        <w:t xml:space="preserve">. In addition, the evidence base for the tool will be reviewed </w:t>
      </w:r>
      <w:r w:rsidR="00081356">
        <w:t>every three years.</w:t>
      </w:r>
    </w:p>
    <w:p w14:paraId="03908A17" w14:textId="77777777" w:rsidR="000B0E48" w:rsidRPr="00DA01C0" w:rsidRDefault="000B0E48" w:rsidP="003E73C2"/>
    <w:p w14:paraId="7ABDA1FD" w14:textId="6361D7BF" w:rsidR="008A2C11" w:rsidRPr="008F0CEA" w:rsidRDefault="003575B7" w:rsidP="00902B0B">
      <w:pPr>
        <w:rPr>
          <w:b/>
          <w:bCs/>
          <w:i/>
          <w:iCs/>
        </w:rPr>
      </w:pPr>
      <w:r w:rsidRPr="008F0CEA">
        <w:rPr>
          <w:b/>
          <w:bCs/>
          <w:i/>
          <w:iCs/>
        </w:rPr>
        <w:t>Conclusion</w:t>
      </w:r>
    </w:p>
    <w:p w14:paraId="51103F8E" w14:textId="5CC31C26" w:rsidR="003575B7" w:rsidRDefault="003575B7" w:rsidP="003575B7">
      <w:r>
        <w:t xml:space="preserve">This study has described the development of </w:t>
      </w:r>
      <w:r w:rsidRPr="002D3086">
        <w:rPr>
          <w:i/>
          <w:iCs/>
        </w:rPr>
        <w:t xml:space="preserve">Gastrostomy tube – Is it for </w:t>
      </w:r>
      <w:proofErr w:type="gramStart"/>
      <w:r w:rsidRPr="002D3086">
        <w:rPr>
          <w:i/>
          <w:iCs/>
        </w:rPr>
        <w:t>me?</w:t>
      </w:r>
      <w:r>
        <w:t>,</w:t>
      </w:r>
      <w:proofErr w:type="gramEnd"/>
      <w:r>
        <w:t xml:space="preserve"> the </w:t>
      </w:r>
      <w:r w:rsidRPr="00952FB6">
        <w:t xml:space="preserve">first UK PDA to support </w:t>
      </w:r>
      <w:proofErr w:type="spellStart"/>
      <w:r w:rsidRPr="00952FB6">
        <w:t>plwMND</w:t>
      </w:r>
      <w:proofErr w:type="spellEnd"/>
      <w:r w:rsidRPr="00952FB6">
        <w:t xml:space="preserve"> in gastrostomy tube decision making. </w:t>
      </w:r>
      <w:r w:rsidR="0011477A">
        <w:t>It</w:t>
      </w:r>
      <w:r w:rsidR="00F40856">
        <w:t xml:space="preserve"> will </w:t>
      </w:r>
      <w:r w:rsidR="00173A38">
        <w:t xml:space="preserve">improve care by supporting </w:t>
      </w:r>
      <w:proofErr w:type="spellStart"/>
      <w:r w:rsidR="00B158BA">
        <w:t>plwMND</w:t>
      </w:r>
      <w:proofErr w:type="spellEnd"/>
      <w:r w:rsidR="00173A38">
        <w:t>, care</w:t>
      </w:r>
      <w:r w:rsidR="00112ACB">
        <w:t>rs</w:t>
      </w:r>
      <w:r w:rsidR="003521E0">
        <w:t xml:space="preserve"> and HCPs </w:t>
      </w:r>
      <w:r w:rsidR="00747A42">
        <w:t xml:space="preserve">through the shared </w:t>
      </w:r>
      <w:proofErr w:type="gramStart"/>
      <w:r w:rsidR="00747A42">
        <w:t>decision making</w:t>
      </w:r>
      <w:proofErr w:type="gramEnd"/>
      <w:r w:rsidR="00747A42">
        <w:t xml:space="preserve"> process</w:t>
      </w:r>
      <w:r w:rsidR="00BD4CF3">
        <w:t xml:space="preserve"> to make the complex decision about whether to have a gastrostomy tube fitted.</w:t>
      </w:r>
      <w:r w:rsidR="00112ACB">
        <w:t xml:space="preserve"> </w:t>
      </w:r>
      <w:r w:rsidR="00C55175">
        <w:t>The PDA was c</w:t>
      </w:r>
      <w:r w:rsidRPr="00952FB6">
        <w:t xml:space="preserve">o-produced with stakeholders and conforms to international standards. Evaluation </w:t>
      </w:r>
      <w:r w:rsidR="00C55175">
        <w:t>by</w:t>
      </w:r>
      <w:r w:rsidRPr="00952FB6">
        <w:t xml:space="preserve"> </w:t>
      </w:r>
      <w:proofErr w:type="spellStart"/>
      <w:r w:rsidRPr="00952FB6">
        <w:t>plwMND</w:t>
      </w:r>
      <w:proofErr w:type="spellEnd"/>
      <w:r w:rsidRPr="00952FB6">
        <w:t xml:space="preserve"> indicates they found it acceptable, </w:t>
      </w:r>
      <w:proofErr w:type="gramStart"/>
      <w:r w:rsidRPr="00952FB6">
        <w:t>practical</w:t>
      </w:r>
      <w:proofErr w:type="gramEnd"/>
      <w:r w:rsidRPr="00952FB6">
        <w:t xml:space="preserve"> and useful. The PDA is hosted by the MND Association on its website</w:t>
      </w:r>
      <w:r w:rsidR="0007245F">
        <w:t xml:space="preserve">, </w:t>
      </w:r>
      <w:r w:rsidRPr="00952FB6">
        <w:t>is freely available</w:t>
      </w:r>
      <w:r w:rsidR="0007245F">
        <w:t xml:space="preserve"> and will be</w:t>
      </w:r>
      <w:r w:rsidR="009E3853">
        <w:t xml:space="preserve"> </w:t>
      </w:r>
      <w:r w:rsidR="00AC62D7">
        <w:t>reviewed</w:t>
      </w:r>
      <w:r w:rsidR="00566DB0">
        <w:t xml:space="preserve"> and revised</w:t>
      </w:r>
      <w:r w:rsidR="00F607C0">
        <w:t>,</w:t>
      </w:r>
      <w:r w:rsidR="00566DB0">
        <w:t xml:space="preserve"> if</w:t>
      </w:r>
      <w:r w:rsidR="00F607C0">
        <w:t xml:space="preserve"> </w:t>
      </w:r>
      <w:r w:rsidR="009E3853">
        <w:t>necessary</w:t>
      </w:r>
      <w:r w:rsidR="00F607C0">
        <w:t>, every three years.</w:t>
      </w:r>
      <w:r>
        <w:t xml:space="preserve"> </w:t>
      </w:r>
    </w:p>
    <w:p w14:paraId="19D191F8" w14:textId="77777777" w:rsidR="00A74C18" w:rsidRDefault="00A74C18" w:rsidP="00902B0B"/>
    <w:p w14:paraId="597B438F" w14:textId="77777777" w:rsidR="00602909" w:rsidRPr="003E2008" w:rsidRDefault="00602909" w:rsidP="003E2008">
      <w:pPr>
        <w:pStyle w:val="Heading1"/>
        <w:spacing w:line="480" w:lineRule="auto"/>
        <w:rPr>
          <w:rFonts w:cs="Times New Roman"/>
        </w:rPr>
      </w:pPr>
      <w:r w:rsidRPr="003E2008">
        <w:rPr>
          <w:rFonts w:cs="Times New Roman"/>
        </w:rPr>
        <w:t>Acknowledgements</w:t>
      </w:r>
    </w:p>
    <w:p w14:paraId="4E4A6754" w14:textId="725B6F30" w:rsidR="00602909" w:rsidRDefault="003218C9" w:rsidP="005317E2">
      <w:pPr>
        <w:pStyle w:val="Newparagraph"/>
        <w:ind w:firstLine="0"/>
      </w:pPr>
      <w:r>
        <w:t xml:space="preserve">We would like to thank all of our recruiting sites (Sheffield Teaching Hospitals NHS Foundation Trust; University Hospital Southampton; The Dudley Group NHS Foundation Trust; Marie Cure Hospice, West Midlands; University Hospitals Plymouth NHS Trust; Salford Royal NHS Foundation Trust; Salisbury NHS Foundation Trust; Southern Health NHS Foundation Trust), the </w:t>
      </w:r>
      <w:proofErr w:type="spellStart"/>
      <w:r w:rsidR="004328A2">
        <w:t>plwMND</w:t>
      </w:r>
      <w:proofErr w:type="spellEnd"/>
      <w:r>
        <w:t>, carers and healthcare professionals who took part in all phases of the development and evaluation of the decision aid, and Ruth Habibi for her support in putting together this manuscript.</w:t>
      </w:r>
      <w:r w:rsidR="00511BEE">
        <w:t xml:space="preserve"> CM is </w:t>
      </w:r>
      <w:r w:rsidR="00511BEE">
        <w:lastRenderedPageBreak/>
        <w:t>supported by the NIHR Sheffield Biomedical Research Centre and an NIHR Research Professorship Award.</w:t>
      </w:r>
    </w:p>
    <w:p w14:paraId="2686F40C" w14:textId="77777777" w:rsidR="006436D1" w:rsidRPr="003E2008" w:rsidRDefault="006436D1" w:rsidP="005317E2">
      <w:pPr>
        <w:pStyle w:val="Newparagraph"/>
        <w:ind w:firstLine="0"/>
      </w:pPr>
    </w:p>
    <w:p w14:paraId="70E6BAB2" w14:textId="77777777" w:rsidR="00314C88" w:rsidRDefault="008934A8" w:rsidP="00750D9F">
      <w:pPr>
        <w:pStyle w:val="Heading1"/>
      </w:pPr>
      <w:r w:rsidRPr="00314C88">
        <w:t xml:space="preserve">Declaration of </w:t>
      </w:r>
      <w:r w:rsidR="00314C88" w:rsidRPr="00314C88">
        <w:t>Interest Statement</w:t>
      </w:r>
    </w:p>
    <w:p w14:paraId="6A5C3FDE" w14:textId="701D9D41" w:rsidR="00583E5D" w:rsidRPr="00314C88" w:rsidRDefault="00CA7C95" w:rsidP="00750D9F">
      <w:pPr>
        <w:pStyle w:val="Paragraph"/>
      </w:pPr>
      <w:r>
        <w:t>T</w:t>
      </w:r>
      <w:r w:rsidRPr="00CA7C95">
        <w:t>he authors report there are no competing interests to declare.</w:t>
      </w:r>
      <w:r w:rsidR="005B3FBA" w:rsidRPr="00314C88">
        <w:br w:type="page"/>
      </w:r>
    </w:p>
    <w:p w14:paraId="6595C8E4" w14:textId="01F05CF4" w:rsidR="00583E5D" w:rsidRPr="00E55C17" w:rsidRDefault="00E55C17" w:rsidP="003E2008">
      <w:pPr>
        <w:pStyle w:val="Figurecaption"/>
        <w:spacing w:line="480" w:lineRule="auto"/>
        <w:rPr>
          <w:b/>
          <w:bCs/>
        </w:rPr>
      </w:pPr>
      <w:r w:rsidRPr="00E55C17">
        <w:rPr>
          <w:b/>
          <w:bCs/>
        </w:rPr>
        <w:lastRenderedPageBreak/>
        <w:t>References</w:t>
      </w:r>
    </w:p>
    <w:p w14:paraId="5609B8B7" w14:textId="77777777" w:rsidR="00F05F8B" w:rsidRPr="00F05F8B" w:rsidRDefault="00583E5D" w:rsidP="00F05F8B">
      <w:pPr>
        <w:pStyle w:val="EndNoteBibliography"/>
        <w:spacing w:after="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F05F8B" w:rsidRPr="00F05F8B">
        <w:t>1.</w:t>
      </w:r>
      <w:r w:rsidR="00F05F8B" w:rsidRPr="00F05F8B">
        <w:tab/>
        <w:t>Katzberg HD, Benatar M. Enteral tube feeding for amyotrophic lateral sclerosis/motor neuron disease. Cochrane Database Syst Rev. 2011(1):CD004030.</w:t>
      </w:r>
    </w:p>
    <w:p w14:paraId="5BA31AC9" w14:textId="77777777" w:rsidR="00F05F8B" w:rsidRPr="00F05F8B" w:rsidRDefault="00F05F8B" w:rsidP="00F05F8B">
      <w:pPr>
        <w:pStyle w:val="EndNoteBibliography"/>
        <w:spacing w:after="0"/>
      </w:pPr>
      <w:r w:rsidRPr="00F05F8B">
        <w:t>2.</w:t>
      </w:r>
      <w:r w:rsidRPr="00F05F8B">
        <w:tab/>
        <w:t>Andersen PM, Abrahams S, Borasio GD, de Carvalho M, Chio A, Van Damme P, et al. EFNS guidelines on the clinical management of amyotrophic lateral sclerosis (MALS)--revised report of an EFNS task force. Eur J Neurol. 2012;19(3):360-75.</w:t>
      </w:r>
    </w:p>
    <w:p w14:paraId="1027001F" w14:textId="675C5697" w:rsidR="00F05F8B" w:rsidRPr="00F05F8B" w:rsidRDefault="00F05F8B" w:rsidP="00F05F8B">
      <w:pPr>
        <w:pStyle w:val="EndNoteBibliography"/>
        <w:spacing w:after="0"/>
      </w:pPr>
      <w:r w:rsidRPr="00F05F8B">
        <w:t>3.</w:t>
      </w:r>
      <w:r w:rsidRPr="00F05F8B">
        <w:tab/>
        <w:t xml:space="preserve">National Institute for Health and Care Excellence. Motor neurone disease: assessment and management 2016 [Available from: </w:t>
      </w:r>
      <w:hyperlink r:id="rId26" w:anchor="nutrition-and-gastrostomy" w:history="1">
        <w:r w:rsidRPr="00F05F8B">
          <w:rPr>
            <w:rStyle w:val="Hyperlink"/>
          </w:rPr>
          <w:t>https://www.nice.org.uk/guidance/ng42/chapter/recommendations#nutrition-and-gastrostomy</w:t>
        </w:r>
      </w:hyperlink>
      <w:r w:rsidRPr="00F05F8B">
        <w:t>.</w:t>
      </w:r>
    </w:p>
    <w:p w14:paraId="0186B7BC" w14:textId="77777777" w:rsidR="00F05F8B" w:rsidRPr="00F05F8B" w:rsidRDefault="00F05F8B" w:rsidP="00F05F8B">
      <w:pPr>
        <w:pStyle w:val="EndNoteBibliography"/>
        <w:spacing w:after="0"/>
      </w:pPr>
      <w:r w:rsidRPr="00F05F8B">
        <w:t>4.</w:t>
      </w:r>
      <w:r w:rsidRPr="00F05F8B">
        <w:tab/>
        <w:t>Miller RG, Jackson CE, Kasarskis EJ, England JD, Forshew D, Johnston W, et al. Practice parameter update: the care of the patient with amyotrophic lateral sclerosis: drug, nutritional, and respiratory therapies (an evidence-based review): report of the Quality Standards Subcommittee of the American Academy of Neurology. Neurology. 2009;73(15):1218-26.</w:t>
      </w:r>
    </w:p>
    <w:p w14:paraId="0D28F382" w14:textId="77777777" w:rsidR="00F05F8B" w:rsidRPr="00F05F8B" w:rsidRDefault="00F05F8B" w:rsidP="00F05F8B">
      <w:pPr>
        <w:pStyle w:val="EndNoteBibliography"/>
        <w:spacing w:after="0"/>
      </w:pPr>
      <w:r w:rsidRPr="00F05F8B">
        <w:t>5.</w:t>
      </w:r>
      <w:r w:rsidRPr="00F05F8B">
        <w:tab/>
        <w:t>Castanheira A, Swash M, De Carvalho M. Percutaneous gastrostomy in amyotrophic lateral sclerosis: a review. Amyotroph Lateral Scler Frontotemporal Degener. 2022;23(3-4):176-89.</w:t>
      </w:r>
    </w:p>
    <w:p w14:paraId="13DBA486" w14:textId="16823929" w:rsidR="00F05F8B" w:rsidRPr="00F05F8B" w:rsidRDefault="00F05F8B" w:rsidP="00F05F8B">
      <w:pPr>
        <w:pStyle w:val="EndNoteBibliography"/>
        <w:spacing w:after="0"/>
      </w:pPr>
      <w:r w:rsidRPr="00F05F8B">
        <w:t>6.</w:t>
      </w:r>
      <w:r w:rsidRPr="00F05F8B">
        <w:tab/>
        <w:t xml:space="preserve">British Medical Association. Consent and refusal by adults with decision-making capacity. A toolkit for doctors 2020 [Available from: </w:t>
      </w:r>
      <w:hyperlink r:id="rId27" w:history="1">
        <w:r w:rsidRPr="00F05F8B">
          <w:rPr>
            <w:rStyle w:val="Hyperlink"/>
          </w:rPr>
          <w:t>https://www.bma.org.uk/media/2481/bma-consent-toolkit-september-2019.pdf</w:t>
        </w:r>
      </w:hyperlink>
      <w:r w:rsidRPr="00F05F8B">
        <w:t>.</w:t>
      </w:r>
    </w:p>
    <w:p w14:paraId="40962951" w14:textId="2D85175F" w:rsidR="00F05F8B" w:rsidRPr="00F05F8B" w:rsidRDefault="00F05F8B" w:rsidP="00F05F8B">
      <w:pPr>
        <w:pStyle w:val="EndNoteBibliography"/>
        <w:spacing w:after="0"/>
      </w:pPr>
      <w:r w:rsidRPr="00F05F8B">
        <w:t>7.</w:t>
      </w:r>
      <w:r w:rsidRPr="00F05F8B">
        <w:tab/>
        <w:t xml:space="preserve">British Medical Association. Clinically-assisted nutrition and hydration (CANH) and adults who lack the capacity to consent. Guidance for decision-making in England and Wales 2021 [Available from: </w:t>
      </w:r>
      <w:hyperlink r:id="rId28" w:history="1">
        <w:r w:rsidRPr="00F05F8B">
          <w:rPr>
            <w:rStyle w:val="Hyperlink"/>
          </w:rPr>
          <w:t>https://www.bma.org.uk/advice-and-support/ethics/adults-who-lack-capacity/clinically-assisted-nutrition-and-hydration</w:t>
        </w:r>
      </w:hyperlink>
      <w:r w:rsidRPr="00F05F8B">
        <w:t>.</w:t>
      </w:r>
    </w:p>
    <w:p w14:paraId="0FA239B5" w14:textId="7C7414C2" w:rsidR="00F05F8B" w:rsidRPr="00F05F8B" w:rsidRDefault="00F05F8B" w:rsidP="00F05F8B">
      <w:pPr>
        <w:pStyle w:val="EndNoteBibliography"/>
        <w:spacing w:after="0"/>
      </w:pPr>
      <w:r w:rsidRPr="00F05F8B">
        <w:t>8.</w:t>
      </w:r>
      <w:r w:rsidRPr="00F05F8B">
        <w:tab/>
        <w:t xml:space="preserve">National Institute for Health and Care Excellence. Shared decision making. NICE guideline [NG197] 2021 [Available from: </w:t>
      </w:r>
      <w:hyperlink r:id="rId29" w:history="1">
        <w:r w:rsidRPr="00F05F8B">
          <w:rPr>
            <w:rStyle w:val="Hyperlink"/>
          </w:rPr>
          <w:t>https://www.nice.org.uk/guidance/ng197</w:t>
        </w:r>
      </w:hyperlink>
      <w:r w:rsidRPr="00F05F8B">
        <w:t>.</w:t>
      </w:r>
    </w:p>
    <w:p w14:paraId="74F3DE5A" w14:textId="77777777" w:rsidR="00F05F8B" w:rsidRPr="00F05F8B" w:rsidRDefault="00F05F8B" w:rsidP="00F05F8B">
      <w:pPr>
        <w:pStyle w:val="EndNoteBibliography"/>
        <w:spacing w:after="0"/>
      </w:pPr>
      <w:r w:rsidRPr="00F05F8B">
        <w:t>9.</w:t>
      </w:r>
      <w:r w:rsidRPr="00F05F8B">
        <w:tab/>
        <w:t>Bennett C, Graham ID, Kristjansson E, Kearing SA, Clay KF, O’Connor AM. Validation of a preparation for decision making scale. Patient education and counseling. 2010;78(1):130-3.</w:t>
      </w:r>
    </w:p>
    <w:p w14:paraId="78DF001C" w14:textId="77777777" w:rsidR="00F05F8B" w:rsidRPr="00F05F8B" w:rsidRDefault="00F05F8B" w:rsidP="00F05F8B">
      <w:pPr>
        <w:pStyle w:val="EndNoteBibliography"/>
        <w:spacing w:after="0"/>
      </w:pPr>
      <w:r w:rsidRPr="00F05F8B">
        <w:t>10.</w:t>
      </w:r>
      <w:r w:rsidRPr="00F05F8B">
        <w:tab/>
        <w:t>Stavroulakis T, Baird WO, Baxter SK, Walsh T, Shaw PJ, McDermott CJ. The impact of gastrostomy in motor neurone disease: challenges and benefits from a patient and carer perspective. BMJ support. 2016;6(1):52-9.</w:t>
      </w:r>
    </w:p>
    <w:p w14:paraId="06270FB5" w14:textId="77777777" w:rsidR="00F05F8B" w:rsidRPr="00F05F8B" w:rsidRDefault="00F05F8B" w:rsidP="00F05F8B">
      <w:pPr>
        <w:pStyle w:val="EndNoteBibliography"/>
        <w:spacing w:after="0"/>
      </w:pPr>
      <w:r w:rsidRPr="00F05F8B">
        <w:t>11.</w:t>
      </w:r>
      <w:r w:rsidRPr="00F05F8B">
        <w:tab/>
        <w:t>Greenaway LP, Martin NH, Lawrence V, Janssen A, Al-Chalabi A, Leigh PN, et al. Accepting or declining non-invasive ventilation or gastrostomy in amyotrophic lateral sclerosis: patients' perspectives. J Neurol. 2015;262(4):1002-13.</w:t>
      </w:r>
    </w:p>
    <w:p w14:paraId="0174C725" w14:textId="77777777" w:rsidR="00F05F8B" w:rsidRPr="00F05F8B" w:rsidRDefault="00F05F8B" w:rsidP="00F05F8B">
      <w:pPr>
        <w:pStyle w:val="EndNoteBibliography"/>
        <w:spacing w:after="0"/>
      </w:pPr>
      <w:r w:rsidRPr="00F05F8B">
        <w:t>12.</w:t>
      </w:r>
      <w:r w:rsidRPr="00F05F8B">
        <w:tab/>
        <w:t>Martin NH, Lawrence V, Murray J, Janssen A, Higginson I, Lyall R, et al. Decision Making About Gastrostomy and Noninvasive Ventilation in Amyotrophic Lateral Sclerosis. Qualitative health research. 2016;26(10):1366-81.</w:t>
      </w:r>
    </w:p>
    <w:p w14:paraId="0CC51EA6" w14:textId="77777777" w:rsidR="00F05F8B" w:rsidRPr="00F05F8B" w:rsidRDefault="00F05F8B" w:rsidP="00F05F8B">
      <w:pPr>
        <w:pStyle w:val="EndNoteBibliography"/>
        <w:spacing w:after="0"/>
      </w:pPr>
      <w:r w:rsidRPr="00F05F8B">
        <w:t>13.</w:t>
      </w:r>
      <w:r w:rsidRPr="00F05F8B">
        <w:tab/>
        <w:t>Labra J, Hogden A, Power E, James N, Flood VM. Gastrostomy uptake in motor neurone disease: a mixed-methods study of patients' decision making. BMJ Open. 2020;10(2):e034751.</w:t>
      </w:r>
    </w:p>
    <w:p w14:paraId="0DE4B951" w14:textId="77777777" w:rsidR="00F05F8B" w:rsidRPr="00F05F8B" w:rsidRDefault="00F05F8B" w:rsidP="00F05F8B">
      <w:pPr>
        <w:pStyle w:val="EndNoteBibliography"/>
        <w:spacing w:after="0"/>
      </w:pPr>
      <w:r w:rsidRPr="00F05F8B">
        <w:t>14.</w:t>
      </w:r>
      <w:r w:rsidRPr="00F05F8B">
        <w:tab/>
        <w:t>Skivington K, Matthews L, Simpson SA, Craig P, Baird J, Blazeby JM, et al. A new framework for developing and evaluating complex interventions: update of Medical Research Council guidance. Bmj. 2021.</w:t>
      </w:r>
    </w:p>
    <w:p w14:paraId="6DE73CD0" w14:textId="77777777" w:rsidR="00F05F8B" w:rsidRPr="00F05F8B" w:rsidRDefault="00F05F8B" w:rsidP="00F05F8B">
      <w:pPr>
        <w:pStyle w:val="EndNoteBibliography"/>
        <w:spacing w:after="0"/>
      </w:pPr>
      <w:r w:rsidRPr="00F05F8B">
        <w:t>15.</w:t>
      </w:r>
      <w:r w:rsidRPr="00F05F8B">
        <w:tab/>
        <w:t>Elwyn G, Kreuwel I, Durand MA, Sivell S, Joseph-Williams N, Evans R, et al. How to develop web-based decision support interventions for patients: a process map. Patient education and counseling. 2011;82(2):260-5.</w:t>
      </w:r>
    </w:p>
    <w:p w14:paraId="6FF44C91" w14:textId="7C20D957" w:rsidR="00F05F8B" w:rsidRPr="00F05F8B" w:rsidRDefault="00F05F8B" w:rsidP="00F05F8B">
      <w:pPr>
        <w:pStyle w:val="EndNoteBibliography"/>
        <w:spacing w:after="0"/>
      </w:pPr>
      <w:r w:rsidRPr="00F05F8B">
        <w:lastRenderedPageBreak/>
        <w:t>16.</w:t>
      </w:r>
      <w:r w:rsidRPr="00F05F8B">
        <w:tab/>
        <w:t xml:space="preserve">International Patient Decision Aid Standards (IPDAS)  [Available from: </w:t>
      </w:r>
      <w:hyperlink r:id="rId30" w:history="1">
        <w:r w:rsidRPr="00F05F8B">
          <w:rPr>
            <w:rStyle w:val="Hyperlink"/>
          </w:rPr>
          <w:t>www.ipdas.ohri.ca</w:t>
        </w:r>
      </w:hyperlink>
      <w:r w:rsidRPr="00F05F8B">
        <w:t>.</w:t>
      </w:r>
    </w:p>
    <w:p w14:paraId="7FA2DA0D" w14:textId="77777777" w:rsidR="00F05F8B" w:rsidRPr="00F05F8B" w:rsidRDefault="00F05F8B" w:rsidP="00F05F8B">
      <w:pPr>
        <w:pStyle w:val="EndNoteBibliography"/>
        <w:spacing w:after="0"/>
      </w:pPr>
      <w:r w:rsidRPr="00F05F8B">
        <w:t>17.</w:t>
      </w:r>
      <w:r w:rsidRPr="00F05F8B">
        <w:tab/>
        <w:t>Sepucha KR, Abhyankar P, Hoffman AS, Bekker HL, LeBlanc A, Levin CA, et al. Standards for UNiversal reporting of patient Decision Aid Evaluation studies: the development of SUNDAE Checklist. BMJ Qual Saf. 2018;27(5):380-8.</w:t>
      </w:r>
    </w:p>
    <w:p w14:paraId="3D5F809B" w14:textId="77777777" w:rsidR="00F05F8B" w:rsidRPr="00F05F8B" w:rsidRDefault="00F05F8B" w:rsidP="00F05F8B">
      <w:pPr>
        <w:pStyle w:val="EndNoteBibliography"/>
        <w:spacing w:after="0"/>
      </w:pPr>
      <w:r w:rsidRPr="00F05F8B">
        <w:t>18.</w:t>
      </w:r>
      <w:r w:rsidRPr="00F05F8B">
        <w:tab/>
        <w:t>Ritchie J, Spencer L, O’Connor W. Carrying out qualitative analysis. Qualitative research practice: A guide for social science students and researchers. 2003;2003:219-62.</w:t>
      </w:r>
    </w:p>
    <w:p w14:paraId="29FA0E73" w14:textId="73BB7FF1" w:rsidR="00F05F8B" w:rsidRPr="00F05F8B" w:rsidRDefault="00F05F8B" w:rsidP="00F05F8B">
      <w:pPr>
        <w:pStyle w:val="EndNoteBibliography"/>
        <w:spacing w:after="0"/>
      </w:pPr>
      <w:r w:rsidRPr="00F05F8B">
        <w:t>19.</w:t>
      </w:r>
      <w:r w:rsidRPr="00F05F8B">
        <w:tab/>
        <w:t xml:space="preserve">DSDM Agile Project Framework Handbook. MoSCoW Prioritisation  [Available from: </w:t>
      </w:r>
      <w:hyperlink r:id="rId31" w:history="1">
        <w:r w:rsidRPr="00F05F8B">
          <w:rPr>
            <w:rStyle w:val="Hyperlink"/>
          </w:rPr>
          <w:t>https://www.agilebusiness.org/content/moscow-prioritisation</w:t>
        </w:r>
      </w:hyperlink>
      <w:r w:rsidRPr="00F05F8B">
        <w:t>.</w:t>
      </w:r>
    </w:p>
    <w:p w14:paraId="724A35AF" w14:textId="77777777" w:rsidR="00F05F8B" w:rsidRPr="00F05F8B" w:rsidRDefault="00F05F8B" w:rsidP="00F05F8B">
      <w:pPr>
        <w:pStyle w:val="EndNoteBibliography"/>
        <w:spacing w:after="0"/>
      </w:pPr>
      <w:r w:rsidRPr="00F05F8B">
        <w:t>20.</w:t>
      </w:r>
      <w:r w:rsidRPr="00F05F8B">
        <w:tab/>
        <w:t>Durand MA, Witt J, Joseph-Williams N, Newcombe RG, Politi MC, Sivell S, et al. Minimum standards for the certification of patient decision support interventions: feasibility and application. Patient Educ Couns. 2015;98(4):462-8.</w:t>
      </w:r>
    </w:p>
    <w:p w14:paraId="74586295" w14:textId="77777777" w:rsidR="00F05F8B" w:rsidRPr="00F05F8B" w:rsidRDefault="00F05F8B" w:rsidP="00F05F8B">
      <w:pPr>
        <w:pStyle w:val="EndNoteBibliography"/>
        <w:spacing w:after="0"/>
      </w:pPr>
      <w:r w:rsidRPr="00F05F8B">
        <w:t>21.</w:t>
      </w:r>
      <w:r w:rsidRPr="00F05F8B">
        <w:tab/>
        <w:t>Yardley L, Morrison LG, Andreou P, Joseph J, Little P. Understanding reactions to an internet-delivered health-care intervention: accommodating user preferences for information provision. BMC Medical Informatics and Decision Making. 2010;10(1):52.</w:t>
      </w:r>
    </w:p>
    <w:p w14:paraId="2DB0E136" w14:textId="77777777" w:rsidR="00F05F8B" w:rsidRPr="00F05F8B" w:rsidRDefault="00F05F8B" w:rsidP="00F05F8B">
      <w:pPr>
        <w:pStyle w:val="EndNoteBibliography"/>
        <w:spacing w:after="0"/>
      </w:pPr>
      <w:r w:rsidRPr="00F05F8B">
        <w:t>22.</w:t>
      </w:r>
      <w:r w:rsidRPr="00F05F8B">
        <w:tab/>
        <w:t>Ferron Parayre A, Labrecque M, Rousseau M, Turcotte S, Légaré F. Validation of SURE, a four-item clinical checklist for detecting decisional conflict in patients. Medical decision making : an international journal of the Society for Medical Decision Making. 2014;34(1):54-62.</w:t>
      </w:r>
    </w:p>
    <w:p w14:paraId="7EB391B1" w14:textId="77777777" w:rsidR="00F05F8B" w:rsidRPr="00F05F8B" w:rsidRDefault="00F05F8B" w:rsidP="00F05F8B">
      <w:pPr>
        <w:pStyle w:val="EndNoteBibliography"/>
        <w:spacing w:after="0"/>
      </w:pPr>
      <w:r w:rsidRPr="00F05F8B">
        <w:t>23.</w:t>
      </w:r>
      <w:r w:rsidRPr="00F05F8B">
        <w:tab/>
        <w:t>C Bennett, ID Graham, E Kristjansson, SA Kearing, KF Clay, O'Connor A. Validation of a preparation for decision making scale. Patient Educ Couns. 2010 78(1):130-3.</w:t>
      </w:r>
    </w:p>
    <w:p w14:paraId="12894C44" w14:textId="77777777" w:rsidR="00F05F8B" w:rsidRPr="00F05F8B" w:rsidRDefault="00F05F8B" w:rsidP="00F05F8B">
      <w:pPr>
        <w:pStyle w:val="EndNoteBibliography"/>
        <w:spacing w:after="0"/>
      </w:pPr>
      <w:r w:rsidRPr="00F05F8B">
        <w:t>24.</w:t>
      </w:r>
      <w:r w:rsidRPr="00F05F8B">
        <w:tab/>
        <w:t>Holmes-Rovner M, Kroll J, Schmitt N, Rovner DR, Breer ML, Rothert ML, et al. Patient Satisfaction with Health Care Decisions:The Satisfaction with Decision Scale. Medical Decision Making. 1996;16(1):58-64.</w:t>
      </w:r>
    </w:p>
    <w:p w14:paraId="6392237A" w14:textId="77777777" w:rsidR="00F05F8B" w:rsidRPr="00F05F8B" w:rsidRDefault="00F05F8B" w:rsidP="00F05F8B">
      <w:pPr>
        <w:pStyle w:val="EndNoteBibliography"/>
        <w:spacing w:after="0"/>
      </w:pPr>
      <w:r w:rsidRPr="00F05F8B">
        <w:t>25.</w:t>
      </w:r>
      <w:r w:rsidRPr="00F05F8B">
        <w:tab/>
        <w:t>Scott A, Heughan A. A review of dysphagia in four cases of motor neurone disease. Palliative medicine. 1993;7(4_suppl):41-7.</w:t>
      </w:r>
    </w:p>
    <w:p w14:paraId="4627A75B" w14:textId="77777777" w:rsidR="00F05F8B" w:rsidRPr="00F05F8B" w:rsidRDefault="00F05F8B" w:rsidP="00F05F8B">
      <w:pPr>
        <w:pStyle w:val="EndNoteBibliography"/>
        <w:spacing w:after="0"/>
      </w:pPr>
      <w:r w:rsidRPr="00F05F8B">
        <w:t>26.</w:t>
      </w:r>
      <w:r w:rsidRPr="00F05F8B">
        <w:tab/>
        <w:t>Silvius PG. A tube connection. Journal of Christian Nursing. 1995;12(4):29.</w:t>
      </w:r>
    </w:p>
    <w:p w14:paraId="63947B6B" w14:textId="77777777" w:rsidR="00F05F8B" w:rsidRPr="00F05F8B" w:rsidRDefault="00F05F8B" w:rsidP="00F05F8B">
      <w:pPr>
        <w:pStyle w:val="EndNoteBibliography"/>
        <w:spacing w:after="0"/>
      </w:pPr>
      <w:r w:rsidRPr="00F05F8B">
        <w:t>27.</w:t>
      </w:r>
      <w:r w:rsidRPr="00F05F8B">
        <w:tab/>
        <w:t>Cardwell T. Unforgettable Patient: Out of CONTROL. Nursing2021. 2001;31(5):53.</w:t>
      </w:r>
    </w:p>
    <w:p w14:paraId="55363B04" w14:textId="77777777" w:rsidR="00F05F8B" w:rsidRPr="00F05F8B" w:rsidRDefault="00F05F8B" w:rsidP="00F05F8B">
      <w:pPr>
        <w:pStyle w:val="EndNoteBibliography"/>
        <w:spacing w:after="0"/>
      </w:pPr>
      <w:r w:rsidRPr="00F05F8B">
        <w:t>28.</w:t>
      </w:r>
      <w:r w:rsidRPr="00F05F8B">
        <w:tab/>
        <w:t>Leslie P. Food for Thought: How Do Patients With ALS Decide About Having a PEG? Perspectives on Swallowing and Swallowing Disorders (Dysphagia). 2008;17(1):33-9.</w:t>
      </w:r>
    </w:p>
    <w:p w14:paraId="559A3A78" w14:textId="77777777" w:rsidR="00F05F8B" w:rsidRPr="00F05F8B" w:rsidRDefault="00F05F8B" w:rsidP="00F05F8B">
      <w:pPr>
        <w:pStyle w:val="EndNoteBibliography"/>
        <w:spacing w:after="0"/>
      </w:pPr>
      <w:r w:rsidRPr="00F05F8B">
        <w:t>29.</w:t>
      </w:r>
      <w:r w:rsidRPr="00F05F8B">
        <w:tab/>
        <w:t>Oliver D, Campbell C, Sykes N, Tallon C, Edwards A. Decision-making for gastrostomy and ventilatory support for people with motor neurone disease: Variations across UK hospices. Journal of Palliative Care. 2011;27(3):198-201.</w:t>
      </w:r>
    </w:p>
    <w:p w14:paraId="5E35797F" w14:textId="77777777" w:rsidR="00F05F8B" w:rsidRPr="00F05F8B" w:rsidRDefault="00F05F8B" w:rsidP="00F05F8B">
      <w:pPr>
        <w:pStyle w:val="EndNoteBibliography"/>
        <w:spacing w:after="0"/>
      </w:pPr>
      <w:r w:rsidRPr="00F05F8B">
        <w:t>30.</w:t>
      </w:r>
      <w:r w:rsidRPr="00F05F8B">
        <w:tab/>
        <w:t>Stavroulakis T, Baird WO, Baxter SK, Walsh T, Shaw PJ, McDermott CJ. Factors influencing decision-making in relation to timing of gastrostomy insertion in patients with motor neurone disease. BMJ support. 2014;4(1):57-63.</w:t>
      </w:r>
    </w:p>
    <w:p w14:paraId="3A6F1D78" w14:textId="77777777" w:rsidR="00F05F8B" w:rsidRPr="00F05F8B" w:rsidRDefault="00F05F8B" w:rsidP="00F05F8B">
      <w:pPr>
        <w:pStyle w:val="EndNoteBibliography"/>
        <w:spacing w:after="0"/>
      </w:pPr>
      <w:r w:rsidRPr="00F05F8B">
        <w:t>31.</w:t>
      </w:r>
      <w:r w:rsidRPr="00F05F8B">
        <w:tab/>
        <w:t>Pols J, Limburg S. A Matter of Taste? Quality of Life in Day-to-Day Living with ALS and a Feeding Tube. Culture Medicine and Psychiatry. 2016;40(3):361-82.</w:t>
      </w:r>
    </w:p>
    <w:p w14:paraId="158A1A84" w14:textId="77777777" w:rsidR="00F05F8B" w:rsidRPr="00F05F8B" w:rsidRDefault="00F05F8B" w:rsidP="00F05F8B">
      <w:pPr>
        <w:pStyle w:val="EndNoteBibliography"/>
        <w:spacing w:after="0"/>
      </w:pPr>
      <w:r w:rsidRPr="00F05F8B">
        <w:t>32.</w:t>
      </w:r>
      <w:r w:rsidRPr="00F05F8B">
        <w:tab/>
        <w:t>Lau YK, Caverly TJ, Cao P, Cherng ST, West M, Gaber C, et al. Evaluation of a Personalized, Web-Based Decision Aid for Lung Cancer Screening. Am J Prev Med. 2015;49(6):e125-9.</w:t>
      </w:r>
    </w:p>
    <w:p w14:paraId="4766B2D8" w14:textId="77777777" w:rsidR="00F05F8B" w:rsidRPr="00F05F8B" w:rsidRDefault="00F05F8B" w:rsidP="00F05F8B">
      <w:pPr>
        <w:pStyle w:val="EndNoteBibliography"/>
        <w:spacing w:after="0"/>
      </w:pPr>
      <w:r w:rsidRPr="00F05F8B">
        <w:t>33.</w:t>
      </w:r>
      <w:r w:rsidRPr="00F05F8B">
        <w:tab/>
        <w:t>Banegas MP, McClure JB, Barlow WE, Ubel PA, Smith DM, Zikmund-Fisher BJ, et al. Results from a randomized trial of a web-based, tailored decision aid for women at high risk for breast cancer. Patient Educ Couns. 2013;91(3):364-71.</w:t>
      </w:r>
    </w:p>
    <w:p w14:paraId="7EEF79D1" w14:textId="77777777" w:rsidR="00F05F8B" w:rsidRPr="00F05F8B" w:rsidRDefault="00F05F8B" w:rsidP="00F05F8B">
      <w:pPr>
        <w:pStyle w:val="EndNoteBibliography"/>
        <w:spacing w:after="0"/>
      </w:pPr>
      <w:r w:rsidRPr="00F05F8B">
        <w:t>34.</w:t>
      </w:r>
      <w:r w:rsidRPr="00F05F8B">
        <w:tab/>
        <w:t xml:space="preserve">Cuypers M, Lamers RED, Kil PJM, van de Poll-Franse LV, de Vries M. Impact of a web-based prostate cancer treatment decision aid on patient-reported decision </w:t>
      </w:r>
      <w:r w:rsidRPr="00F05F8B">
        <w:lastRenderedPageBreak/>
        <w:t>process parameters: results from the Prostate Cancer Patient Centered Care trial. Support Care Cancer. 2018;26(11):3739-48.</w:t>
      </w:r>
    </w:p>
    <w:p w14:paraId="2064DF36" w14:textId="77777777" w:rsidR="00F05F8B" w:rsidRPr="00F05F8B" w:rsidRDefault="00F05F8B" w:rsidP="00F05F8B">
      <w:pPr>
        <w:pStyle w:val="EndNoteBibliography"/>
        <w:spacing w:after="0"/>
      </w:pPr>
      <w:r w:rsidRPr="00F05F8B">
        <w:t>35.</w:t>
      </w:r>
      <w:r w:rsidRPr="00F05F8B">
        <w:tab/>
        <w:t>Diefenbach MA, Mohamed NE, Butz BP, Bar-Chama N, Stock R, Cesaretti J, et al. Acceptability and preliminary feasibility of an internet/CD-ROM-based education and decision program for early-stage prostate cancer patients: randomized pilot study. J Med Internet Res. 2012;14(1):e6.</w:t>
      </w:r>
    </w:p>
    <w:p w14:paraId="755CBF83" w14:textId="77777777" w:rsidR="00F05F8B" w:rsidRPr="00F05F8B" w:rsidRDefault="00F05F8B" w:rsidP="00F05F8B">
      <w:pPr>
        <w:pStyle w:val="EndNoteBibliography"/>
        <w:spacing w:after="0"/>
      </w:pPr>
      <w:r w:rsidRPr="00F05F8B">
        <w:t>36.</w:t>
      </w:r>
      <w:r w:rsidRPr="00F05F8B">
        <w:tab/>
        <w:t>Manne SL, Topham N, D'Agostino TA, Myers Virtue S, Kirstein L, Brill K, et al. Acceptability and pilot efficacy trial of a web-based breast reconstruction decision support aid for women considering mastectomy. Psychooncology. 2016;25(12):1424-33.</w:t>
      </w:r>
    </w:p>
    <w:p w14:paraId="14444EFF" w14:textId="77777777" w:rsidR="00F05F8B" w:rsidRPr="00F05F8B" w:rsidRDefault="00F05F8B" w:rsidP="00F05F8B">
      <w:pPr>
        <w:pStyle w:val="EndNoteBibliography"/>
        <w:spacing w:after="0"/>
      </w:pPr>
      <w:r w:rsidRPr="00F05F8B">
        <w:t>37.</w:t>
      </w:r>
      <w:r w:rsidRPr="00F05F8B">
        <w:tab/>
        <w:t>Sherman KA, Shaw LE, Winch CJ, Harcourt D, Boyages J, Cameron LD, et al. Reducing Decisional Conflict and Enhancing Satisfaction with Information among Women Considering Breast Reconstruction following Mastectomy: Results from the BRECONDA Randomized Controlled Trial. Plast Reconstr Surg. 2016;138(4):592e-602e.</w:t>
      </w:r>
    </w:p>
    <w:p w14:paraId="2BAB39F7" w14:textId="77777777" w:rsidR="00F05F8B" w:rsidRPr="00F05F8B" w:rsidRDefault="00F05F8B" w:rsidP="00F05F8B">
      <w:pPr>
        <w:pStyle w:val="EndNoteBibliography"/>
        <w:spacing w:after="0"/>
      </w:pPr>
      <w:r w:rsidRPr="00F05F8B">
        <w:t>38.</w:t>
      </w:r>
      <w:r w:rsidRPr="00F05F8B">
        <w:tab/>
        <w:t>Taylor KL, Williams RM, Davis K, Luta G, Penek S, Barry S, et al. Decision making in prostate cancer screening using decision aids vs usual care: a randomized clinical trial. JAMA Intern Med. 2013;173(18):1704-12.</w:t>
      </w:r>
    </w:p>
    <w:p w14:paraId="1D089769" w14:textId="77777777" w:rsidR="00F05F8B" w:rsidRPr="00F05F8B" w:rsidRDefault="00F05F8B" w:rsidP="00F05F8B">
      <w:pPr>
        <w:pStyle w:val="EndNoteBibliography"/>
        <w:spacing w:after="0"/>
      </w:pPr>
      <w:r w:rsidRPr="00F05F8B">
        <w:t>39.</w:t>
      </w:r>
      <w:r w:rsidRPr="00F05F8B">
        <w:tab/>
        <w:t>Watts KJ, Meiser B, Wakefield CE, Barratt AL, Howard K, Cheah BC, et al. Online prostate cancer screening decision aid for at-risk men: a randomized trial. Health Psychol. 2014;33(9):986-97.</w:t>
      </w:r>
    </w:p>
    <w:p w14:paraId="0892341A" w14:textId="77777777" w:rsidR="00F05F8B" w:rsidRPr="00F05F8B" w:rsidRDefault="00F05F8B" w:rsidP="00F05F8B">
      <w:pPr>
        <w:pStyle w:val="EndNoteBibliography"/>
        <w:spacing w:after="0"/>
      </w:pPr>
      <w:r w:rsidRPr="00F05F8B">
        <w:t>40.</w:t>
      </w:r>
      <w:r w:rsidRPr="00F05F8B">
        <w:tab/>
        <w:t>Reumkens K, Tummers MHE, Gietel-Habets JJG, van Kuijk SMJ, Aalfs CM, van Asperen CJ, et al. Online decision support for persons having a genetic predisposition to cancer and their partners during reproductive decision-making. J Genet Couns. 2019;28(3):533-42.</w:t>
      </w:r>
    </w:p>
    <w:p w14:paraId="715D1786" w14:textId="77777777" w:rsidR="00F05F8B" w:rsidRPr="00F05F8B" w:rsidRDefault="00F05F8B" w:rsidP="00F05F8B">
      <w:pPr>
        <w:pStyle w:val="EndNoteBibliography"/>
        <w:spacing w:after="0"/>
      </w:pPr>
      <w:r w:rsidRPr="00F05F8B">
        <w:t>41.</w:t>
      </w:r>
      <w:r w:rsidRPr="00F05F8B">
        <w:tab/>
        <w:t>Shorten A, Shorten B, Fagerlin A, Illuzzi J, Kennedy HP, Pettker C, et al. A Study to Assess the Feasibility of Implementing a Web-Based Decision Aid for Birth after Cesarean to Increase Opportunities for Shared Decision Making in Ethnically Diverse Settings. J Midwifery Womens Health. 2019;64(1):78-87.</w:t>
      </w:r>
    </w:p>
    <w:p w14:paraId="17164B69" w14:textId="77777777" w:rsidR="00F05F8B" w:rsidRPr="00F05F8B" w:rsidRDefault="00F05F8B" w:rsidP="00F05F8B">
      <w:pPr>
        <w:pStyle w:val="EndNoteBibliography"/>
        <w:spacing w:after="0"/>
      </w:pPr>
      <w:r w:rsidRPr="00F05F8B">
        <w:t>42.</w:t>
      </w:r>
      <w:r w:rsidRPr="00F05F8B">
        <w:tab/>
        <w:t>Simon D, Kriston L, von Wolff A, Buchholz A, Vietor C, Hecke T, et al. Effectiveness of a web-based, individually tailored decision aid for depression or acute low back pain: a randomized controlled trial. Patient Educ Couns. 2012;87(3):360-8.</w:t>
      </w:r>
    </w:p>
    <w:p w14:paraId="3B1A35AC" w14:textId="77777777" w:rsidR="00F05F8B" w:rsidRPr="00F05F8B" w:rsidRDefault="00F05F8B" w:rsidP="00F05F8B">
      <w:pPr>
        <w:pStyle w:val="EndNoteBibliography"/>
        <w:spacing w:after="0"/>
      </w:pPr>
      <w:r w:rsidRPr="00F05F8B">
        <w:t>43.</w:t>
      </w:r>
      <w:r w:rsidRPr="00F05F8B">
        <w:tab/>
        <w:t>van Til JA, Drossaert CH, Renzenbrink GJ, Snoek GJ, Dijkstra E, Stiggelbout AM, et al. Feasibility of web-based decision aids in neurological patients. J Telemed Telecare. 2010;16(1):48-52.</w:t>
      </w:r>
    </w:p>
    <w:p w14:paraId="27017F41" w14:textId="77777777" w:rsidR="00F05F8B" w:rsidRPr="00F05F8B" w:rsidRDefault="00F05F8B" w:rsidP="00F05F8B">
      <w:pPr>
        <w:pStyle w:val="EndNoteBibliography"/>
        <w:spacing w:after="0"/>
      </w:pPr>
      <w:r w:rsidRPr="00F05F8B">
        <w:t>44.</w:t>
      </w:r>
      <w:r w:rsidRPr="00F05F8B">
        <w:tab/>
        <w:t>Doll JA, Jones WS, Lokhnygina Y, Culpepper S, Parks RL, Calhoun C, et al. PREPARED Study: A Study of Shared Decision-Making for Coronary Artery Disease. Circ Cardiovasc Qual Outcomes. 2019;12(2):e005244.</w:t>
      </w:r>
    </w:p>
    <w:p w14:paraId="13AC390A" w14:textId="77777777" w:rsidR="00F05F8B" w:rsidRPr="00F05F8B" w:rsidRDefault="00F05F8B" w:rsidP="00F05F8B">
      <w:pPr>
        <w:pStyle w:val="EndNoteBibliography"/>
        <w:spacing w:after="0"/>
      </w:pPr>
      <w:r w:rsidRPr="00F05F8B">
        <w:t>45.</w:t>
      </w:r>
      <w:r w:rsidRPr="00F05F8B">
        <w:tab/>
        <w:t>Perestelo-Perez L, Rivero-Santana A, Sanchez-Afonso JA, Perez-Ramos J, Castellano-Fuentes CL, Sepucha K, et al. Effectiveness of a decision aid for patients with depression: A randomized controlled trial. Health Expect. 2017;20(5):1096-105.</w:t>
      </w:r>
    </w:p>
    <w:p w14:paraId="2D534028" w14:textId="77777777" w:rsidR="00F05F8B" w:rsidRPr="00F05F8B" w:rsidRDefault="00F05F8B" w:rsidP="00F05F8B">
      <w:pPr>
        <w:pStyle w:val="EndNoteBibliography"/>
        <w:spacing w:after="0"/>
      </w:pPr>
      <w:r w:rsidRPr="00F05F8B">
        <w:t>46.</w:t>
      </w:r>
      <w:r w:rsidRPr="00F05F8B">
        <w:tab/>
        <w:t>van der Wijden FC, de Angst IB, Lamers RED, Cuypers M, de Vries M, van Melick HHE, et al. Effectiveness of a web-based treatment decision aid for men with lower urinary tract symptoms due to benign prostatic hyperplasia. BJU Int. 2019;124(1):124-33.</w:t>
      </w:r>
    </w:p>
    <w:p w14:paraId="5060A40D" w14:textId="77777777" w:rsidR="00F05F8B" w:rsidRPr="00F05F8B" w:rsidRDefault="00F05F8B" w:rsidP="00F05F8B">
      <w:pPr>
        <w:pStyle w:val="EndNoteBibliography"/>
        <w:spacing w:after="0"/>
      </w:pPr>
      <w:r w:rsidRPr="00F05F8B">
        <w:t>47.</w:t>
      </w:r>
      <w:r w:rsidRPr="00F05F8B">
        <w:tab/>
        <w:t>Berry DL, Wang Q, Halpenny B, Hong F. Decision preparation, satisfaction and regret in a multi-center sample of men with newly diagnosed localized prostate cancer. Patient Educ Couns. 2012;88(2):262-7.</w:t>
      </w:r>
    </w:p>
    <w:p w14:paraId="43F797BF" w14:textId="77777777" w:rsidR="00F05F8B" w:rsidRPr="00F05F8B" w:rsidRDefault="00F05F8B" w:rsidP="00F05F8B">
      <w:pPr>
        <w:pStyle w:val="EndNoteBibliography"/>
        <w:spacing w:after="0"/>
      </w:pPr>
      <w:r w:rsidRPr="00F05F8B">
        <w:t>48.</w:t>
      </w:r>
      <w:r w:rsidRPr="00F05F8B">
        <w:tab/>
        <w:t xml:space="preserve">Krishnamurti L, Ross D, Sinha C, Leong T, Bakshi N, Mittal N, et al. Comparative Effectiveness of a Web-Based Patient Decision Aid for Therapeutic </w:t>
      </w:r>
      <w:r w:rsidRPr="00F05F8B">
        <w:lastRenderedPageBreak/>
        <w:t>Options for Sickle Cell Disease: Randomized Controlled Trial. J Med Internet Res. 2019;21(12):e14462.</w:t>
      </w:r>
    </w:p>
    <w:p w14:paraId="11119C5A" w14:textId="77777777" w:rsidR="00F05F8B" w:rsidRPr="00F05F8B" w:rsidRDefault="00F05F8B" w:rsidP="00F05F8B">
      <w:pPr>
        <w:pStyle w:val="EndNoteBibliography"/>
        <w:spacing w:after="0"/>
      </w:pPr>
      <w:r w:rsidRPr="00F05F8B">
        <w:t>49.</w:t>
      </w:r>
      <w:r w:rsidRPr="00F05F8B">
        <w:tab/>
        <w:t>Seeber AA, Pols AJ, Hijdra A, Grupstra HF, Willems DL, De Visser M. Advance care planning in progressive neurological diseases: Lessons from ALS. BMC Palliative Care. 2019;18.</w:t>
      </w:r>
    </w:p>
    <w:p w14:paraId="23B5FEA3" w14:textId="77777777" w:rsidR="00F05F8B" w:rsidRPr="00F05F8B" w:rsidRDefault="00F05F8B" w:rsidP="00F05F8B">
      <w:pPr>
        <w:pStyle w:val="EndNoteBibliography"/>
        <w:spacing w:after="0"/>
      </w:pPr>
      <w:r w:rsidRPr="00F05F8B">
        <w:t>50.</w:t>
      </w:r>
      <w:r w:rsidRPr="00F05F8B">
        <w:tab/>
        <w:t>Paynter C, Mathers S, Gregory H, Vogel AP, Cruice M. How people living with motor neurone disease and their carers experience healthcare decision making: a qualitative exploration. Disability &amp; Rehabilitation. 2022;44(13):3095-103.</w:t>
      </w:r>
    </w:p>
    <w:p w14:paraId="654A824D" w14:textId="77777777" w:rsidR="00F05F8B" w:rsidRPr="00F05F8B" w:rsidRDefault="00F05F8B" w:rsidP="00F05F8B">
      <w:pPr>
        <w:pStyle w:val="EndNoteBibliography"/>
        <w:spacing w:after="0"/>
      </w:pPr>
      <w:r w:rsidRPr="00F05F8B">
        <w:t>51.</w:t>
      </w:r>
      <w:r w:rsidRPr="00F05F8B">
        <w:tab/>
        <w:t>Wheelwright S, et.al. When should health care professionals start talking about gastrostomy tubes to people diagnosed with motor neurone disease? A systematic literature search and findings from the DIAMOND study. in prep.</w:t>
      </w:r>
    </w:p>
    <w:p w14:paraId="4E8D0D67" w14:textId="77777777" w:rsidR="00F05F8B" w:rsidRPr="00F05F8B" w:rsidRDefault="00F05F8B" w:rsidP="00F05F8B">
      <w:pPr>
        <w:pStyle w:val="EndNoteBibliography"/>
        <w:spacing w:after="0"/>
      </w:pPr>
      <w:r w:rsidRPr="00F05F8B">
        <w:t>52.</w:t>
      </w:r>
      <w:r w:rsidRPr="00F05F8B">
        <w:tab/>
        <w:t>White S, Hobson EV, Soreny C. The Development of the myTube Website. Complete Nutrition Focus. 2017;9(1):47-50.</w:t>
      </w:r>
    </w:p>
    <w:p w14:paraId="29CD8CAD" w14:textId="77777777" w:rsidR="00F05F8B" w:rsidRPr="00F05F8B" w:rsidRDefault="00F05F8B" w:rsidP="00F05F8B">
      <w:pPr>
        <w:pStyle w:val="EndNoteBibliography"/>
      </w:pPr>
      <w:r w:rsidRPr="00F05F8B">
        <w:t>53.</w:t>
      </w:r>
      <w:r w:rsidRPr="00F05F8B">
        <w:tab/>
        <w:t>Wakefield D, Hanson SR. Requested withdrawal of gastrostomy feeding in motor neurone disease. BMJ support. 2020.</w:t>
      </w:r>
    </w:p>
    <w:p w14:paraId="588E8E74" w14:textId="144803FC" w:rsidR="008F0CEA" w:rsidRDefault="00583E5D" w:rsidP="00347994">
      <w:pPr>
        <w:pStyle w:val="Figurecaption"/>
        <w:spacing w:line="480" w:lineRule="auto"/>
      </w:pPr>
      <w:r>
        <w:fldChar w:fldCharType="end"/>
      </w:r>
    </w:p>
    <w:p w14:paraId="65225110" w14:textId="77777777" w:rsidR="00DE1B6D" w:rsidRDefault="00DE1B6D" w:rsidP="00DE1B6D">
      <w:pPr>
        <w:pStyle w:val="Newparagraph"/>
        <w:ind w:firstLine="0"/>
      </w:pPr>
      <w:r>
        <w:br w:type="page"/>
      </w:r>
    </w:p>
    <w:p w14:paraId="4691C607" w14:textId="7F93D369" w:rsidR="00DE1B6D" w:rsidRDefault="00DE1B6D" w:rsidP="00DE1B6D">
      <w:pPr>
        <w:pStyle w:val="Newparagraph"/>
        <w:ind w:firstLine="0"/>
      </w:pPr>
      <w:r>
        <w:lastRenderedPageBreak/>
        <w:t>Table 1:</w:t>
      </w:r>
      <w:r w:rsidRPr="008F0CEA">
        <w:t xml:space="preserve"> </w:t>
      </w:r>
      <w:r>
        <w:t xml:space="preserve">Characteristics of people living with MND participants </w:t>
      </w:r>
    </w:p>
    <w:p w14:paraId="6166D91A" w14:textId="77777777" w:rsidR="00DE1B6D" w:rsidRDefault="00DE1B6D" w:rsidP="00DE1B6D">
      <w:pPr>
        <w:spacing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2122"/>
        <w:gridCol w:w="2123"/>
      </w:tblGrid>
      <w:tr w:rsidR="00DE1B6D" w:rsidRPr="006402C2" w14:paraId="1B4D02D7" w14:textId="77777777" w:rsidTr="00825B37">
        <w:tc>
          <w:tcPr>
            <w:tcW w:w="2122" w:type="dxa"/>
          </w:tcPr>
          <w:p w14:paraId="41A39D20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2" w:type="dxa"/>
          </w:tcPr>
          <w:p w14:paraId="3CCFB6EE" w14:textId="77777777" w:rsidR="00DE1B6D" w:rsidRPr="006402C2" w:rsidRDefault="00DE1B6D" w:rsidP="00825B37">
            <w:pPr>
              <w:pStyle w:val="Newparagraph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02C2">
              <w:rPr>
                <w:rFonts w:ascii="Times New Roman" w:hAnsi="Times New Roman" w:cs="Times New Roman"/>
                <w:b/>
                <w:bCs/>
              </w:rPr>
              <w:t>Phase 1 (n=10)</w:t>
            </w:r>
          </w:p>
        </w:tc>
        <w:tc>
          <w:tcPr>
            <w:tcW w:w="2122" w:type="dxa"/>
          </w:tcPr>
          <w:p w14:paraId="07A9AE4B" w14:textId="77777777" w:rsidR="00DE1B6D" w:rsidRPr="006402C2" w:rsidRDefault="00DE1B6D" w:rsidP="00825B37">
            <w:pPr>
              <w:pStyle w:val="Newparagraph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02C2">
              <w:rPr>
                <w:rFonts w:ascii="Times New Roman" w:hAnsi="Times New Roman" w:cs="Times New Roman"/>
                <w:b/>
                <w:bCs/>
              </w:rPr>
              <w:t>Phase 2 (n=6)</w:t>
            </w:r>
          </w:p>
        </w:tc>
        <w:tc>
          <w:tcPr>
            <w:tcW w:w="2123" w:type="dxa"/>
          </w:tcPr>
          <w:p w14:paraId="139020F5" w14:textId="77777777" w:rsidR="00DE1B6D" w:rsidRPr="006402C2" w:rsidRDefault="00DE1B6D" w:rsidP="00825B37">
            <w:pPr>
              <w:pStyle w:val="Newparagraph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02C2">
              <w:rPr>
                <w:rFonts w:ascii="Times New Roman" w:hAnsi="Times New Roman" w:cs="Times New Roman"/>
                <w:b/>
                <w:bCs/>
              </w:rPr>
              <w:t>Phase 3 (n=17)</w:t>
            </w:r>
          </w:p>
        </w:tc>
      </w:tr>
      <w:tr w:rsidR="00DE1B6D" w:rsidRPr="006402C2" w14:paraId="27859E2F" w14:textId="77777777" w:rsidTr="00825B37">
        <w:tc>
          <w:tcPr>
            <w:tcW w:w="2122" w:type="dxa"/>
          </w:tcPr>
          <w:p w14:paraId="7472AF8B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2" w:type="dxa"/>
          </w:tcPr>
          <w:p w14:paraId="6EC56599" w14:textId="77777777" w:rsidR="00DE1B6D" w:rsidRPr="006402C2" w:rsidRDefault="00DE1B6D" w:rsidP="00825B37">
            <w:pPr>
              <w:pStyle w:val="Newparagraph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2" w:type="dxa"/>
          </w:tcPr>
          <w:p w14:paraId="25D79366" w14:textId="77777777" w:rsidR="00DE1B6D" w:rsidRPr="006402C2" w:rsidRDefault="00DE1B6D" w:rsidP="00825B37">
            <w:pPr>
              <w:pStyle w:val="Newparagraph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3" w:type="dxa"/>
          </w:tcPr>
          <w:p w14:paraId="5A3E6A6C" w14:textId="77777777" w:rsidR="00DE1B6D" w:rsidRPr="006402C2" w:rsidRDefault="00DE1B6D" w:rsidP="00825B37">
            <w:pPr>
              <w:pStyle w:val="Newparagraph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E1B6D" w:rsidRPr="006402C2" w14:paraId="7DE92E9B" w14:textId="77777777" w:rsidTr="00825B37">
        <w:tc>
          <w:tcPr>
            <w:tcW w:w="2122" w:type="dxa"/>
          </w:tcPr>
          <w:p w14:paraId="4C122898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Sex (% male)</w:t>
            </w:r>
          </w:p>
        </w:tc>
        <w:tc>
          <w:tcPr>
            <w:tcW w:w="2122" w:type="dxa"/>
          </w:tcPr>
          <w:p w14:paraId="6FAC3FE9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70% Male</w:t>
            </w:r>
          </w:p>
        </w:tc>
        <w:tc>
          <w:tcPr>
            <w:tcW w:w="2122" w:type="dxa"/>
          </w:tcPr>
          <w:p w14:paraId="3E1CAEAD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83% Male</w:t>
            </w:r>
          </w:p>
        </w:tc>
        <w:tc>
          <w:tcPr>
            <w:tcW w:w="2123" w:type="dxa"/>
          </w:tcPr>
          <w:p w14:paraId="6D660560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59% Male</w:t>
            </w:r>
          </w:p>
        </w:tc>
      </w:tr>
      <w:tr w:rsidR="00DE1B6D" w:rsidRPr="006402C2" w14:paraId="03C3302F" w14:textId="77777777" w:rsidTr="00825B37">
        <w:tc>
          <w:tcPr>
            <w:tcW w:w="2122" w:type="dxa"/>
          </w:tcPr>
          <w:p w14:paraId="75ADDE86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Age (years)</w:t>
            </w:r>
          </w:p>
        </w:tc>
        <w:tc>
          <w:tcPr>
            <w:tcW w:w="2122" w:type="dxa"/>
          </w:tcPr>
          <w:p w14:paraId="2A3EC260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70 (56-90)</w:t>
            </w:r>
          </w:p>
        </w:tc>
        <w:tc>
          <w:tcPr>
            <w:tcW w:w="2122" w:type="dxa"/>
          </w:tcPr>
          <w:p w14:paraId="44B3B4EA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62 (50-67)</w:t>
            </w:r>
          </w:p>
        </w:tc>
        <w:tc>
          <w:tcPr>
            <w:tcW w:w="2123" w:type="dxa"/>
          </w:tcPr>
          <w:p w14:paraId="3D305F42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66 (52-76)</w:t>
            </w:r>
          </w:p>
        </w:tc>
      </w:tr>
      <w:tr w:rsidR="00DE1B6D" w:rsidRPr="006402C2" w14:paraId="3A7DDFFE" w14:textId="77777777" w:rsidTr="00825B37">
        <w:tc>
          <w:tcPr>
            <w:tcW w:w="2122" w:type="dxa"/>
          </w:tcPr>
          <w:p w14:paraId="721C404E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Ethnicity</w:t>
            </w:r>
          </w:p>
        </w:tc>
        <w:tc>
          <w:tcPr>
            <w:tcW w:w="2122" w:type="dxa"/>
          </w:tcPr>
          <w:p w14:paraId="40DBEA3F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 xml:space="preserve">90% White British </w:t>
            </w:r>
          </w:p>
          <w:p w14:paraId="4FB63ABE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10% Indian</w:t>
            </w:r>
          </w:p>
        </w:tc>
        <w:tc>
          <w:tcPr>
            <w:tcW w:w="2122" w:type="dxa"/>
          </w:tcPr>
          <w:p w14:paraId="1CF86C48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100% White British</w:t>
            </w:r>
          </w:p>
        </w:tc>
        <w:tc>
          <w:tcPr>
            <w:tcW w:w="2123" w:type="dxa"/>
          </w:tcPr>
          <w:p w14:paraId="015ED728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94% White British</w:t>
            </w:r>
          </w:p>
          <w:p w14:paraId="2E70DA92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6% White Irish</w:t>
            </w:r>
          </w:p>
        </w:tc>
      </w:tr>
      <w:tr w:rsidR="00DE1B6D" w:rsidRPr="006402C2" w14:paraId="12650882" w14:textId="77777777" w:rsidTr="00825B37">
        <w:tc>
          <w:tcPr>
            <w:tcW w:w="2122" w:type="dxa"/>
          </w:tcPr>
          <w:p w14:paraId="0A06E729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Level of education</w:t>
            </w:r>
          </w:p>
        </w:tc>
        <w:tc>
          <w:tcPr>
            <w:tcW w:w="2122" w:type="dxa"/>
          </w:tcPr>
          <w:p w14:paraId="45DEBD73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30% degree or equivalent</w:t>
            </w:r>
          </w:p>
          <w:p w14:paraId="0D16CF67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20% GCSE/O level</w:t>
            </w:r>
          </w:p>
          <w:p w14:paraId="3F1F681A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50% unknown</w:t>
            </w:r>
          </w:p>
        </w:tc>
        <w:tc>
          <w:tcPr>
            <w:tcW w:w="2122" w:type="dxa"/>
          </w:tcPr>
          <w:p w14:paraId="32E98470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33% GCSE/O Level</w:t>
            </w:r>
          </w:p>
          <w:p w14:paraId="438A921B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67% Unknown</w:t>
            </w:r>
          </w:p>
        </w:tc>
        <w:tc>
          <w:tcPr>
            <w:tcW w:w="2123" w:type="dxa"/>
          </w:tcPr>
          <w:p w14:paraId="3613F259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47% degree or equivalent</w:t>
            </w:r>
          </w:p>
          <w:p w14:paraId="36450052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12% A Level</w:t>
            </w:r>
          </w:p>
          <w:p w14:paraId="102A2847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29% GCSE/O level</w:t>
            </w:r>
          </w:p>
          <w:p w14:paraId="3C57E124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12% No qualifications</w:t>
            </w:r>
          </w:p>
        </w:tc>
      </w:tr>
      <w:tr w:rsidR="00DE1B6D" w:rsidRPr="006402C2" w14:paraId="2BE1580E" w14:textId="77777777" w:rsidTr="00825B37">
        <w:tc>
          <w:tcPr>
            <w:tcW w:w="2122" w:type="dxa"/>
          </w:tcPr>
          <w:p w14:paraId="49042251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Employment status</w:t>
            </w:r>
          </w:p>
        </w:tc>
        <w:tc>
          <w:tcPr>
            <w:tcW w:w="2122" w:type="dxa"/>
          </w:tcPr>
          <w:p w14:paraId="3EA55504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80% Retired</w:t>
            </w:r>
          </w:p>
          <w:p w14:paraId="67BB6141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10% Self-employed</w:t>
            </w:r>
          </w:p>
          <w:p w14:paraId="1A8EDC8C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10% Disabled, unable to work</w:t>
            </w:r>
          </w:p>
        </w:tc>
        <w:tc>
          <w:tcPr>
            <w:tcW w:w="2122" w:type="dxa"/>
          </w:tcPr>
          <w:p w14:paraId="75AFA9D8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66% Retired</w:t>
            </w:r>
          </w:p>
          <w:p w14:paraId="6F13AC24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17% Self-employed</w:t>
            </w:r>
          </w:p>
          <w:p w14:paraId="60BFD7D6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17% Employed</w:t>
            </w:r>
          </w:p>
        </w:tc>
        <w:tc>
          <w:tcPr>
            <w:tcW w:w="2123" w:type="dxa"/>
          </w:tcPr>
          <w:p w14:paraId="3AC82933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-</w:t>
            </w:r>
          </w:p>
        </w:tc>
      </w:tr>
      <w:tr w:rsidR="00DE1B6D" w:rsidRPr="006402C2" w14:paraId="051A0578" w14:textId="77777777" w:rsidTr="00825B37">
        <w:tc>
          <w:tcPr>
            <w:tcW w:w="2122" w:type="dxa"/>
          </w:tcPr>
          <w:p w14:paraId="7EFBD258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Subtype of MND</w:t>
            </w:r>
          </w:p>
        </w:tc>
        <w:tc>
          <w:tcPr>
            <w:tcW w:w="2122" w:type="dxa"/>
          </w:tcPr>
          <w:p w14:paraId="1DC18231" w14:textId="77777777" w:rsidR="00DE1B6D" w:rsidRPr="006402C2" w:rsidRDefault="00DE1B6D" w:rsidP="00825B37">
            <w:pPr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80% ALS</w:t>
            </w:r>
          </w:p>
          <w:p w14:paraId="23AC4DF8" w14:textId="77777777" w:rsidR="00DE1B6D" w:rsidRPr="006402C2" w:rsidRDefault="00DE1B6D" w:rsidP="00825B37">
            <w:pPr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10% PLS</w:t>
            </w:r>
          </w:p>
          <w:p w14:paraId="2437F777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 xml:space="preserve">10% PBP  </w:t>
            </w:r>
          </w:p>
        </w:tc>
        <w:tc>
          <w:tcPr>
            <w:tcW w:w="2122" w:type="dxa"/>
          </w:tcPr>
          <w:p w14:paraId="121D57F1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100% ALS</w:t>
            </w:r>
          </w:p>
        </w:tc>
        <w:tc>
          <w:tcPr>
            <w:tcW w:w="2123" w:type="dxa"/>
          </w:tcPr>
          <w:p w14:paraId="0AC36583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-</w:t>
            </w:r>
          </w:p>
        </w:tc>
      </w:tr>
      <w:tr w:rsidR="00DE1B6D" w:rsidRPr="006402C2" w14:paraId="721B78D3" w14:textId="77777777" w:rsidTr="00825B37">
        <w:tc>
          <w:tcPr>
            <w:tcW w:w="2122" w:type="dxa"/>
          </w:tcPr>
          <w:p w14:paraId="52508CE2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Site of onset</w:t>
            </w:r>
          </w:p>
        </w:tc>
        <w:tc>
          <w:tcPr>
            <w:tcW w:w="2122" w:type="dxa"/>
          </w:tcPr>
          <w:p w14:paraId="77398E18" w14:textId="77777777" w:rsidR="00DE1B6D" w:rsidRPr="006402C2" w:rsidRDefault="00DE1B6D" w:rsidP="00825B37">
            <w:pPr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80% limb</w:t>
            </w:r>
          </w:p>
          <w:p w14:paraId="760D204F" w14:textId="77777777" w:rsidR="00DE1B6D" w:rsidRPr="006402C2" w:rsidRDefault="00DE1B6D" w:rsidP="00825B37">
            <w:pPr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10% bulbar</w:t>
            </w:r>
          </w:p>
          <w:p w14:paraId="709D5E9F" w14:textId="77777777" w:rsidR="00DE1B6D" w:rsidRPr="006402C2" w:rsidRDefault="00DE1B6D" w:rsidP="00825B37">
            <w:pPr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10% respiratory</w:t>
            </w:r>
          </w:p>
        </w:tc>
        <w:tc>
          <w:tcPr>
            <w:tcW w:w="2122" w:type="dxa"/>
          </w:tcPr>
          <w:p w14:paraId="6043F791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67% Limb</w:t>
            </w:r>
          </w:p>
          <w:p w14:paraId="2A7D4E9E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33% Bulbar</w:t>
            </w:r>
          </w:p>
        </w:tc>
        <w:tc>
          <w:tcPr>
            <w:tcW w:w="2123" w:type="dxa"/>
          </w:tcPr>
          <w:p w14:paraId="243DCE2E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-</w:t>
            </w:r>
          </w:p>
        </w:tc>
      </w:tr>
      <w:tr w:rsidR="00DE1B6D" w:rsidRPr="006402C2" w14:paraId="1E7B92D5" w14:textId="77777777" w:rsidTr="00825B37">
        <w:tc>
          <w:tcPr>
            <w:tcW w:w="2122" w:type="dxa"/>
          </w:tcPr>
          <w:p w14:paraId="22F726BF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lastRenderedPageBreak/>
              <w:t>Stage of disease</w:t>
            </w:r>
          </w:p>
        </w:tc>
        <w:tc>
          <w:tcPr>
            <w:tcW w:w="2122" w:type="dxa"/>
          </w:tcPr>
          <w:p w14:paraId="7E963D08" w14:textId="77777777" w:rsidR="00DE1B6D" w:rsidRPr="006402C2" w:rsidRDefault="00DE1B6D" w:rsidP="00825B37">
            <w:pPr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80% Symptoms progressing</w:t>
            </w:r>
          </w:p>
          <w:p w14:paraId="64B05F54" w14:textId="77777777" w:rsidR="00DE1B6D" w:rsidRPr="006402C2" w:rsidRDefault="00DE1B6D" w:rsidP="00825B37">
            <w:pPr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20% Advanced</w:t>
            </w:r>
          </w:p>
        </w:tc>
        <w:tc>
          <w:tcPr>
            <w:tcW w:w="2122" w:type="dxa"/>
          </w:tcPr>
          <w:p w14:paraId="5D460A6E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83% Symptoms progressing</w:t>
            </w:r>
          </w:p>
          <w:p w14:paraId="630B13E5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17% Advanced</w:t>
            </w:r>
          </w:p>
        </w:tc>
        <w:tc>
          <w:tcPr>
            <w:tcW w:w="2123" w:type="dxa"/>
          </w:tcPr>
          <w:p w14:paraId="3B0734A6" w14:textId="77777777" w:rsidR="00DE1B6D" w:rsidRPr="006402C2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6402C2">
              <w:rPr>
                <w:rFonts w:ascii="Times New Roman" w:hAnsi="Times New Roman" w:cs="Times New Roman"/>
              </w:rPr>
              <w:t>-</w:t>
            </w:r>
          </w:p>
        </w:tc>
      </w:tr>
      <w:tr w:rsidR="00DE1B6D" w:rsidRPr="0020110A" w14:paraId="0BC51264" w14:textId="77777777" w:rsidTr="00825B37">
        <w:tc>
          <w:tcPr>
            <w:tcW w:w="2122" w:type="dxa"/>
          </w:tcPr>
          <w:p w14:paraId="05BCB6A5" w14:textId="77777777" w:rsidR="00DE1B6D" w:rsidRPr="006402C2" w:rsidRDefault="00DE1B6D" w:rsidP="00825B37">
            <w:pPr>
              <w:pStyle w:val="Newparagraph"/>
              <w:ind w:firstLine="0"/>
            </w:pPr>
            <w:r w:rsidRPr="0020110A">
              <w:rPr>
                <w:rFonts w:ascii="Times New Roman" w:hAnsi="Times New Roman" w:cs="Times New Roman"/>
              </w:rPr>
              <w:t>Gastrostomy</w:t>
            </w:r>
            <w:r>
              <w:rPr>
                <w:rFonts w:ascii="Times New Roman" w:hAnsi="Times New Roman" w:cs="Times New Roman"/>
              </w:rPr>
              <w:t xml:space="preserve"> tube already placed</w:t>
            </w:r>
            <w:r w:rsidRPr="0020110A">
              <w:rPr>
                <w:rFonts w:ascii="Times New Roman" w:hAnsi="Times New Roman" w:cs="Times New Roman"/>
              </w:rPr>
              <w:t xml:space="preserve"> at time of interview</w:t>
            </w:r>
          </w:p>
        </w:tc>
        <w:tc>
          <w:tcPr>
            <w:tcW w:w="2122" w:type="dxa"/>
          </w:tcPr>
          <w:p w14:paraId="33B79370" w14:textId="77777777" w:rsidR="00DE1B6D" w:rsidRPr="0020110A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2122" w:type="dxa"/>
          </w:tcPr>
          <w:p w14:paraId="249FEBB5" w14:textId="77777777" w:rsidR="00DE1B6D" w:rsidRPr="0020110A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33%</w:t>
            </w:r>
          </w:p>
        </w:tc>
        <w:tc>
          <w:tcPr>
            <w:tcW w:w="2123" w:type="dxa"/>
          </w:tcPr>
          <w:p w14:paraId="26224530" w14:textId="77777777" w:rsidR="00DE1B6D" w:rsidRPr="0020110A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29%</w:t>
            </w:r>
          </w:p>
        </w:tc>
      </w:tr>
    </w:tbl>
    <w:p w14:paraId="225F328A" w14:textId="77777777" w:rsidR="00DE1B6D" w:rsidRDefault="00DE1B6D" w:rsidP="00DE1B6D">
      <w:pPr>
        <w:pStyle w:val="References"/>
        <w:spacing w:line="480" w:lineRule="auto"/>
      </w:pPr>
    </w:p>
    <w:p w14:paraId="7C449D1F" w14:textId="77777777" w:rsidR="00DE1B6D" w:rsidRDefault="00DE1B6D" w:rsidP="00DE1B6D">
      <w:pPr>
        <w:pStyle w:val="Tabletitle"/>
        <w:spacing w:line="480" w:lineRule="auto"/>
      </w:pPr>
    </w:p>
    <w:p w14:paraId="6F4CB8A7" w14:textId="06AF50C7" w:rsidR="00DE1B6D" w:rsidRPr="00D17F97" w:rsidRDefault="00DE1B6D" w:rsidP="00DE1B6D">
      <w:pPr>
        <w:pStyle w:val="Newparagraph"/>
        <w:ind w:firstLine="0"/>
      </w:pPr>
      <w:r>
        <w:t xml:space="preserve">Table </w:t>
      </w:r>
      <w:r w:rsidR="00B2069B">
        <w:t>2</w:t>
      </w:r>
      <w:r>
        <w:t xml:space="preserve">: Content outline of </w:t>
      </w:r>
      <w:r w:rsidRPr="00E1150C">
        <w:rPr>
          <w:i/>
          <w:iCs/>
        </w:rPr>
        <w:t>Gastrostomy tube – Is it for me?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6509"/>
      </w:tblGrid>
      <w:tr w:rsidR="00DE1B6D" w14:paraId="79E28155" w14:textId="77777777" w:rsidTr="00825B37">
        <w:tc>
          <w:tcPr>
            <w:tcW w:w="1980" w:type="dxa"/>
          </w:tcPr>
          <w:p w14:paraId="6D54CB63" w14:textId="77777777" w:rsidR="00DE1B6D" w:rsidRPr="00835AAF" w:rsidRDefault="00DE1B6D" w:rsidP="00825B37">
            <w:pPr>
              <w:pStyle w:val="Newparagraph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Section of PDA</w:t>
            </w:r>
          </w:p>
        </w:tc>
        <w:tc>
          <w:tcPr>
            <w:tcW w:w="6509" w:type="dxa"/>
          </w:tcPr>
          <w:p w14:paraId="690B8462" w14:textId="77777777" w:rsidR="00DE1B6D" w:rsidRPr="00835AAF" w:rsidRDefault="00DE1B6D" w:rsidP="00825B37">
            <w:pPr>
              <w:pStyle w:val="Newparagraph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5AAF">
              <w:rPr>
                <w:rFonts w:ascii="Times New Roman" w:hAnsi="Times New Roman" w:cs="Times New Roman"/>
                <w:b/>
                <w:bCs/>
              </w:rPr>
              <w:t>Content</w:t>
            </w:r>
          </w:p>
        </w:tc>
      </w:tr>
      <w:tr w:rsidR="00DE1B6D" w14:paraId="3466825D" w14:textId="77777777" w:rsidTr="00825B37">
        <w:tc>
          <w:tcPr>
            <w:tcW w:w="1980" w:type="dxa"/>
          </w:tcPr>
          <w:p w14:paraId="0188A300" w14:textId="77777777" w:rsidR="00DE1B6D" w:rsidRPr="00835AAF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Welcome</w:t>
            </w:r>
          </w:p>
        </w:tc>
        <w:tc>
          <w:tcPr>
            <w:tcW w:w="6509" w:type="dxa"/>
          </w:tcPr>
          <w:p w14:paraId="71E1FA0F" w14:textId="77777777" w:rsidR="00DE1B6D" w:rsidRDefault="00DE1B6D" w:rsidP="00825B37">
            <w:pPr>
              <w:pStyle w:val="Newparagraph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Who is the decision aid for?</w:t>
            </w:r>
          </w:p>
          <w:p w14:paraId="05430119" w14:textId="77777777" w:rsidR="00DE1B6D" w:rsidRDefault="00DE1B6D" w:rsidP="00825B37">
            <w:pPr>
              <w:pStyle w:val="Newparagraph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my options now?</w:t>
            </w:r>
          </w:p>
          <w:p w14:paraId="768DCD75" w14:textId="77777777" w:rsidR="00DE1B6D" w:rsidRDefault="00DE1B6D" w:rsidP="00825B37">
            <w:pPr>
              <w:pStyle w:val="Newparagraph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might the decision aid help me?</w:t>
            </w:r>
          </w:p>
          <w:p w14:paraId="390FF63E" w14:textId="77777777" w:rsidR="00DE1B6D" w:rsidRPr="00835AAF" w:rsidRDefault="00DE1B6D" w:rsidP="00825B37">
            <w:pPr>
              <w:pStyle w:val="Newparagraph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Using the decision aid</w:t>
            </w:r>
          </w:p>
        </w:tc>
      </w:tr>
      <w:tr w:rsidR="00DE1B6D" w14:paraId="5898279F" w14:textId="77777777" w:rsidTr="00825B37">
        <w:tc>
          <w:tcPr>
            <w:tcW w:w="1980" w:type="dxa"/>
          </w:tcPr>
          <w:p w14:paraId="5BA3FB75" w14:textId="77777777" w:rsidR="00DE1B6D" w:rsidRPr="00835AAF" w:rsidRDefault="00DE1B6D" w:rsidP="00825B37">
            <w:pPr>
              <w:pStyle w:val="Newparagraph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Introduction to gastrostomy tube</w:t>
            </w:r>
          </w:p>
        </w:tc>
        <w:tc>
          <w:tcPr>
            <w:tcW w:w="6509" w:type="dxa"/>
          </w:tcPr>
          <w:p w14:paraId="3CF290E5" w14:textId="77777777" w:rsidR="00DE1B6D" w:rsidRDefault="00DE1B6D" w:rsidP="00825B37">
            <w:pPr>
              <w:pStyle w:val="Newparagraph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Information on what a gastrostomy tube is</w:t>
            </w:r>
          </w:p>
          <w:p w14:paraId="40AD6F6B" w14:textId="77777777" w:rsidR="00DE1B6D" w:rsidRPr="00835AAF" w:rsidRDefault="00DE1B6D" w:rsidP="00825B37">
            <w:pPr>
              <w:pStyle w:val="Newparagraph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people with MND are offered a gastrostomy tube</w:t>
            </w:r>
          </w:p>
        </w:tc>
      </w:tr>
      <w:tr w:rsidR="00DE1B6D" w14:paraId="36523416" w14:textId="77777777" w:rsidTr="00825B37">
        <w:tc>
          <w:tcPr>
            <w:tcW w:w="1980" w:type="dxa"/>
          </w:tcPr>
          <w:p w14:paraId="6034F11A" w14:textId="77777777" w:rsidR="00DE1B6D" w:rsidRPr="00835AAF" w:rsidRDefault="00DE1B6D" w:rsidP="00825B37">
            <w:pPr>
              <w:pStyle w:val="Newparagraph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Key information</w:t>
            </w:r>
          </w:p>
        </w:tc>
        <w:tc>
          <w:tcPr>
            <w:tcW w:w="6509" w:type="dxa"/>
          </w:tcPr>
          <w:p w14:paraId="6A125353" w14:textId="77777777" w:rsidR="00DE1B6D" w:rsidRDefault="00DE1B6D" w:rsidP="00825B37">
            <w:pPr>
              <w:pStyle w:val="Newparagraph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Answers to frequently asked questions to help decide whether to have a gastrostomy tube. Questions include:</w:t>
            </w:r>
          </w:p>
          <w:p w14:paraId="5C139209" w14:textId="77777777" w:rsidR="00DE1B6D" w:rsidRDefault="00DE1B6D" w:rsidP="00825B37">
            <w:pPr>
              <w:pStyle w:val="Newparagraph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Will I be able to eat and drink with a gastrostomy tube?</w:t>
            </w:r>
          </w:p>
          <w:p w14:paraId="75D638E9" w14:textId="77777777" w:rsidR="00DE1B6D" w:rsidRPr="00835AAF" w:rsidRDefault="00DE1B6D" w:rsidP="00825B37">
            <w:pPr>
              <w:pStyle w:val="Newparagraph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does the tube stay in place?</w:t>
            </w:r>
          </w:p>
        </w:tc>
      </w:tr>
      <w:tr w:rsidR="00DE1B6D" w14:paraId="2E4EEF5F" w14:textId="77777777" w:rsidTr="00825B37">
        <w:tc>
          <w:tcPr>
            <w:tcW w:w="1980" w:type="dxa"/>
          </w:tcPr>
          <w:p w14:paraId="0AA50A22" w14:textId="77777777" w:rsidR="00DE1B6D" w:rsidRPr="00835AAF" w:rsidRDefault="00DE1B6D" w:rsidP="00825B37">
            <w:pPr>
              <w:pStyle w:val="Newparagraph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details</w:t>
            </w:r>
          </w:p>
        </w:tc>
        <w:tc>
          <w:tcPr>
            <w:tcW w:w="6509" w:type="dxa"/>
          </w:tcPr>
          <w:p w14:paraId="78828188" w14:textId="77777777" w:rsidR="00DE1B6D" w:rsidRDefault="00DE1B6D" w:rsidP="00825B37">
            <w:pPr>
              <w:pStyle w:val="Newparagraph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Contains detailed information on:</w:t>
            </w:r>
          </w:p>
          <w:p w14:paraId="41B02DAD" w14:textId="77777777" w:rsidR="00DE1B6D" w:rsidRDefault="00DE1B6D" w:rsidP="00825B37">
            <w:pPr>
              <w:pStyle w:val="Newparagraph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gastrostomy </w:t>
            </w:r>
            <w:proofErr w:type="gramStart"/>
            <w:r>
              <w:rPr>
                <w:rFonts w:ascii="Times New Roman" w:hAnsi="Times New Roman" w:cs="Times New Roman"/>
              </w:rPr>
              <w:t>tube</w:t>
            </w:r>
            <w:proofErr w:type="gramEnd"/>
          </w:p>
          <w:p w14:paraId="1ED515A6" w14:textId="77777777" w:rsidR="00DE1B6D" w:rsidRDefault="00DE1B6D" w:rsidP="00825B37">
            <w:pPr>
              <w:pStyle w:val="Newparagraph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procedure to fit a gastrostomy tube</w:t>
            </w:r>
          </w:p>
          <w:p w14:paraId="6FAC45F0" w14:textId="77777777" w:rsidR="00DE1B6D" w:rsidRDefault="00DE1B6D" w:rsidP="00825B37">
            <w:pPr>
              <w:pStyle w:val="Newparagraph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Using and caring for the tube</w:t>
            </w:r>
          </w:p>
          <w:p w14:paraId="3F03F0B6" w14:textId="77777777" w:rsidR="00DE1B6D" w:rsidRDefault="00DE1B6D" w:rsidP="00825B37">
            <w:pPr>
              <w:pStyle w:val="Newparagraph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Living with a gastrostomy tube</w:t>
            </w:r>
          </w:p>
          <w:p w14:paraId="15365EF2" w14:textId="77777777" w:rsidR="00DE1B6D" w:rsidRDefault="00DE1B6D" w:rsidP="00825B37">
            <w:pPr>
              <w:pStyle w:val="Newparagraph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the alternatives to a gastrostomy tube</w:t>
            </w:r>
          </w:p>
          <w:p w14:paraId="61E521CF" w14:textId="77777777" w:rsidR="00DE1B6D" w:rsidRPr="00835AAF" w:rsidRDefault="00DE1B6D" w:rsidP="00825B37">
            <w:pPr>
              <w:pStyle w:val="Newparagraph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When should the decision be made</w:t>
            </w:r>
          </w:p>
        </w:tc>
      </w:tr>
      <w:tr w:rsidR="00DE1B6D" w14:paraId="00C62C1D" w14:textId="77777777" w:rsidTr="00825B37">
        <w:tc>
          <w:tcPr>
            <w:tcW w:w="1980" w:type="dxa"/>
          </w:tcPr>
          <w:p w14:paraId="2541DBF1" w14:textId="77777777" w:rsidR="00DE1B6D" w:rsidRPr="00835AAF" w:rsidRDefault="00DE1B6D" w:rsidP="00825B37">
            <w:pPr>
              <w:pStyle w:val="Newparagraph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Compare your options</w:t>
            </w:r>
          </w:p>
        </w:tc>
        <w:tc>
          <w:tcPr>
            <w:tcW w:w="6509" w:type="dxa"/>
          </w:tcPr>
          <w:p w14:paraId="6A9F6A84" w14:textId="77777777" w:rsidR="00DE1B6D" w:rsidRPr="00835AAF" w:rsidRDefault="00DE1B6D" w:rsidP="00825B37">
            <w:pPr>
              <w:pStyle w:val="Newparagraph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summary of what each option involves, the benefits of each option, and the possible harms of each option.</w:t>
            </w:r>
          </w:p>
        </w:tc>
      </w:tr>
      <w:tr w:rsidR="00DE1B6D" w14:paraId="186A588A" w14:textId="77777777" w:rsidTr="00825B37">
        <w:tc>
          <w:tcPr>
            <w:tcW w:w="1980" w:type="dxa"/>
          </w:tcPr>
          <w:p w14:paraId="4D970610" w14:textId="77777777" w:rsidR="00DE1B6D" w:rsidRPr="00835AAF" w:rsidRDefault="00DE1B6D" w:rsidP="00825B37">
            <w:pPr>
              <w:pStyle w:val="Newparagraph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Fact Checker</w:t>
            </w:r>
          </w:p>
        </w:tc>
        <w:tc>
          <w:tcPr>
            <w:tcW w:w="6509" w:type="dxa"/>
          </w:tcPr>
          <w:p w14:paraId="35D07020" w14:textId="77777777" w:rsidR="00DE1B6D" w:rsidRPr="00835AAF" w:rsidRDefault="00DE1B6D" w:rsidP="00825B37">
            <w:pPr>
              <w:pStyle w:val="Newparagraph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series of eight questions to check knowledge of the facts. The answers are displayed below each response after a response has been selected.</w:t>
            </w:r>
          </w:p>
        </w:tc>
      </w:tr>
      <w:tr w:rsidR="00DE1B6D" w14:paraId="6F53B73C" w14:textId="77777777" w:rsidTr="00825B37">
        <w:tc>
          <w:tcPr>
            <w:tcW w:w="1980" w:type="dxa"/>
          </w:tcPr>
          <w:p w14:paraId="42D3629A" w14:textId="77777777" w:rsidR="00DE1B6D" w:rsidRPr="00835AAF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Your decision </w:t>
            </w:r>
          </w:p>
        </w:tc>
        <w:tc>
          <w:tcPr>
            <w:tcW w:w="6509" w:type="dxa"/>
          </w:tcPr>
          <w:p w14:paraId="427A77D3" w14:textId="77777777" w:rsidR="00DE1B6D" w:rsidRPr="00835AAF" w:rsidRDefault="00DE1B6D" w:rsidP="00825B37">
            <w:pPr>
              <w:pStyle w:val="Newparagraph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 exercise to help </w:t>
            </w:r>
            <w:proofErr w:type="gramStart"/>
            <w:r>
              <w:rPr>
                <w:rFonts w:ascii="Times New Roman" w:hAnsi="Times New Roman" w:cs="Times New Roman"/>
              </w:rPr>
              <w:t>make a decision</w:t>
            </w:r>
            <w:proofErr w:type="gramEnd"/>
            <w:r>
              <w:rPr>
                <w:rFonts w:ascii="Times New Roman" w:hAnsi="Times New Roman" w:cs="Times New Roman"/>
              </w:rPr>
              <w:t xml:space="preserve"> about a gastrostomy tube by moving a counter towards a statement that feels most relevant.</w:t>
            </w:r>
          </w:p>
        </w:tc>
      </w:tr>
      <w:tr w:rsidR="00DE1B6D" w14:paraId="64CBD746" w14:textId="77777777" w:rsidTr="00825B37">
        <w:tc>
          <w:tcPr>
            <w:tcW w:w="1980" w:type="dxa"/>
          </w:tcPr>
          <w:p w14:paraId="79A973FA" w14:textId="77777777" w:rsidR="00DE1B6D" w:rsidRPr="00835AAF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 w:rsidRPr="00835AAF">
              <w:rPr>
                <w:rFonts w:ascii="Times New Roman" w:hAnsi="Times New Roman" w:cs="Times New Roman"/>
              </w:rPr>
              <w:t>Useful resources</w:t>
            </w:r>
          </w:p>
        </w:tc>
        <w:tc>
          <w:tcPr>
            <w:tcW w:w="6509" w:type="dxa"/>
          </w:tcPr>
          <w:p w14:paraId="74D32F55" w14:textId="77777777" w:rsidR="00DE1B6D" w:rsidRPr="00835AAF" w:rsidRDefault="00DE1B6D" w:rsidP="00825B37">
            <w:pPr>
              <w:pStyle w:val="Newparagraph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Links to relevant resources that provide reliable information.</w:t>
            </w:r>
          </w:p>
        </w:tc>
      </w:tr>
    </w:tbl>
    <w:p w14:paraId="7B0E7AF5" w14:textId="5C748CC3" w:rsidR="00DE1B6D" w:rsidRDefault="002130AD" w:rsidP="002130AD">
      <w:pPr>
        <w:pStyle w:val="Heading1"/>
      </w:pPr>
      <w:r>
        <w:lastRenderedPageBreak/>
        <w:t>Figure captions</w:t>
      </w:r>
    </w:p>
    <w:p w14:paraId="2A4E52A7" w14:textId="77777777" w:rsidR="009A552E" w:rsidRDefault="009A552E" w:rsidP="009A552E">
      <w:pPr>
        <w:pStyle w:val="Newparagraph"/>
        <w:ind w:firstLine="0"/>
      </w:pPr>
      <w:r>
        <w:t>Figure 1: Process for the development and evaluation of the Patient Decision Aid</w:t>
      </w:r>
    </w:p>
    <w:p w14:paraId="19C5A185" w14:textId="77777777" w:rsidR="009A552E" w:rsidRDefault="009A552E" w:rsidP="009A552E">
      <w:pPr>
        <w:pStyle w:val="Newparagraph"/>
        <w:ind w:firstLine="0"/>
      </w:pPr>
      <w:r>
        <w:t>Figure 2: Screenshots of ‘Gastrostomy tube – is it for me?’</w:t>
      </w:r>
    </w:p>
    <w:p w14:paraId="7E48FCFD" w14:textId="77777777" w:rsidR="002130AD" w:rsidRPr="002130AD" w:rsidRDefault="002130AD" w:rsidP="002130AD">
      <w:pPr>
        <w:pStyle w:val="Paragraph"/>
      </w:pPr>
    </w:p>
    <w:p w14:paraId="2C795A81" w14:textId="77777777" w:rsidR="00DE1B6D" w:rsidRPr="00DE1B6D" w:rsidRDefault="00DE1B6D" w:rsidP="00DE1B6D"/>
    <w:sectPr w:rsidR="00DE1B6D" w:rsidRPr="00DE1B6D" w:rsidSect="00720A77">
      <w:footerReference w:type="default" r:id="rId32"/>
      <w:pgSz w:w="11901" w:h="16840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F9755" w14:textId="77777777" w:rsidR="00BB0052" w:rsidRDefault="00BB0052" w:rsidP="00AF2C92">
      <w:r>
        <w:separator/>
      </w:r>
    </w:p>
  </w:endnote>
  <w:endnote w:type="continuationSeparator" w:id="0">
    <w:p w14:paraId="479B4F43" w14:textId="77777777" w:rsidR="00BB0052" w:rsidRDefault="00BB0052" w:rsidP="00AF2C92">
      <w:r>
        <w:continuationSeparator/>
      </w:r>
    </w:p>
  </w:endnote>
  <w:endnote w:type="continuationNotice" w:id="1">
    <w:p w14:paraId="29C0258F" w14:textId="77777777" w:rsidR="00BB0052" w:rsidRDefault="00BB005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28402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E82383" w14:textId="4B0D2674" w:rsidR="008E5091" w:rsidRDefault="008E50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1E426C" w14:textId="77777777" w:rsidR="008E5091" w:rsidRDefault="008E50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58271" w14:textId="77777777" w:rsidR="00BB0052" w:rsidRDefault="00BB0052" w:rsidP="00AF2C92">
      <w:r>
        <w:separator/>
      </w:r>
    </w:p>
  </w:footnote>
  <w:footnote w:type="continuationSeparator" w:id="0">
    <w:p w14:paraId="0E1C4373" w14:textId="77777777" w:rsidR="00BB0052" w:rsidRDefault="00BB0052" w:rsidP="00AF2C92">
      <w:r>
        <w:continuationSeparator/>
      </w:r>
    </w:p>
  </w:footnote>
  <w:footnote w:type="continuationNotice" w:id="1">
    <w:p w14:paraId="58035BA9" w14:textId="77777777" w:rsidR="00BB0052" w:rsidRDefault="00BB005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0D426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1FECA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7C74E2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8F228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274B1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2442F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9147B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94C1B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4C6DA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472E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DC819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3228A4"/>
    <w:multiLevelType w:val="hybridMultilevel"/>
    <w:tmpl w:val="CC8CAD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5677FF5"/>
    <w:multiLevelType w:val="hybridMultilevel"/>
    <w:tmpl w:val="60425BF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5CC0843"/>
    <w:multiLevelType w:val="multilevel"/>
    <w:tmpl w:val="9426EBB6"/>
    <w:lvl w:ilvl="0">
      <w:start w:val="1"/>
      <w:numFmt w:val="decimal"/>
      <w:lvlText w:val="(%1)"/>
      <w:lvlJc w:val="right"/>
      <w:pPr>
        <w:ind w:left="720" w:hanging="1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0E76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F413159"/>
    <w:multiLevelType w:val="multilevel"/>
    <w:tmpl w:val="30C08770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BD58E1"/>
    <w:multiLevelType w:val="multilevel"/>
    <w:tmpl w:val="1B88B870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53177E"/>
    <w:multiLevelType w:val="hybridMultilevel"/>
    <w:tmpl w:val="B72A57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E8289F"/>
    <w:multiLevelType w:val="hybridMultilevel"/>
    <w:tmpl w:val="E976D66C"/>
    <w:lvl w:ilvl="0" w:tplc="0CDA72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846D38"/>
    <w:multiLevelType w:val="hybridMultilevel"/>
    <w:tmpl w:val="945639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9B5003"/>
    <w:multiLevelType w:val="multilevel"/>
    <w:tmpl w:val="DD5255FA"/>
    <w:lvl w:ilvl="0">
      <w:start w:val="1"/>
      <w:numFmt w:val="decimal"/>
      <w:lvlText w:val="(%1)"/>
      <w:lvlJc w:val="left"/>
      <w:pPr>
        <w:ind w:left="720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A71FF"/>
    <w:multiLevelType w:val="hybridMultilevel"/>
    <w:tmpl w:val="CADCD1B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DB298B"/>
    <w:multiLevelType w:val="multilevel"/>
    <w:tmpl w:val="CE4CD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5A34D1"/>
    <w:multiLevelType w:val="hybridMultilevel"/>
    <w:tmpl w:val="F1D07B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A736D5F"/>
    <w:multiLevelType w:val="hybridMultilevel"/>
    <w:tmpl w:val="8948019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2A0BC6"/>
    <w:multiLevelType w:val="hybridMultilevel"/>
    <w:tmpl w:val="C31CA9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38135E"/>
    <w:multiLevelType w:val="hybridMultilevel"/>
    <w:tmpl w:val="68EEE1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D751B3"/>
    <w:multiLevelType w:val="hybridMultilevel"/>
    <w:tmpl w:val="570828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A38AF"/>
    <w:multiLevelType w:val="hybridMultilevel"/>
    <w:tmpl w:val="C96A9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A4455"/>
    <w:multiLevelType w:val="hybridMultilevel"/>
    <w:tmpl w:val="45D439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9373AB"/>
    <w:multiLevelType w:val="multilevel"/>
    <w:tmpl w:val="B89CB32C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2A572B"/>
    <w:multiLevelType w:val="hybridMultilevel"/>
    <w:tmpl w:val="C3843106"/>
    <w:lvl w:ilvl="0" w:tplc="0809000F">
      <w:start w:val="1"/>
      <w:numFmt w:val="decimal"/>
      <w:lvlText w:val="%1."/>
      <w:lvlJc w:val="left"/>
      <w:pPr>
        <w:ind w:left="770" w:hanging="360"/>
      </w:pPr>
    </w:lvl>
    <w:lvl w:ilvl="1" w:tplc="08090019" w:tentative="1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4" w15:restartNumberingAfterBreak="0">
    <w:nsid w:val="75CC640D"/>
    <w:multiLevelType w:val="multilevel"/>
    <w:tmpl w:val="337A1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7493554">
    <w:abstractNumId w:val="18"/>
  </w:num>
  <w:num w:numId="2" w16cid:durableId="448354591">
    <w:abstractNumId w:val="27"/>
  </w:num>
  <w:num w:numId="3" w16cid:durableId="1841120071">
    <w:abstractNumId w:val="1"/>
  </w:num>
  <w:num w:numId="4" w16cid:durableId="1167749496">
    <w:abstractNumId w:val="2"/>
  </w:num>
  <w:num w:numId="5" w16cid:durableId="544951252">
    <w:abstractNumId w:val="3"/>
  </w:num>
  <w:num w:numId="6" w16cid:durableId="817654031">
    <w:abstractNumId w:val="4"/>
  </w:num>
  <w:num w:numId="7" w16cid:durableId="1603538160">
    <w:abstractNumId w:val="9"/>
  </w:num>
  <w:num w:numId="8" w16cid:durableId="136073659">
    <w:abstractNumId w:val="5"/>
  </w:num>
  <w:num w:numId="9" w16cid:durableId="719745775">
    <w:abstractNumId w:val="7"/>
  </w:num>
  <w:num w:numId="10" w16cid:durableId="1395277609">
    <w:abstractNumId w:val="6"/>
  </w:num>
  <w:num w:numId="11" w16cid:durableId="1035040477">
    <w:abstractNumId w:val="10"/>
  </w:num>
  <w:num w:numId="12" w16cid:durableId="71045220">
    <w:abstractNumId w:val="8"/>
  </w:num>
  <w:num w:numId="13" w16cid:durableId="1220942347">
    <w:abstractNumId w:val="21"/>
  </w:num>
  <w:num w:numId="14" w16cid:durableId="920867164">
    <w:abstractNumId w:val="28"/>
  </w:num>
  <w:num w:numId="15" w16cid:durableId="1131437558">
    <w:abstractNumId w:val="16"/>
  </w:num>
  <w:num w:numId="16" w16cid:durableId="921253367">
    <w:abstractNumId w:val="20"/>
  </w:num>
  <w:num w:numId="17" w16cid:durableId="1409769878">
    <w:abstractNumId w:val="13"/>
  </w:num>
  <w:num w:numId="18" w16cid:durableId="299771739">
    <w:abstractNumId w:val="0"/>
  </w:num>
  <w:num w:numId="19" w16cid:durableId="885682778">
    <w:abstractNumId w:val="14"/>
  </w:num>
  <w:num w:numId="20" w16cid:durableId="116413281">
    <w:abstractNumId w:val="28"/>
  </w:num>
  <w:num w:numId="21" w16cid:durableId="956330673">
    <w:abstractNumId w:val="28"/>
  </w:num>
  <w:num w:numId="22" w16cid:durableId="159124907">
    <w:abstractNumId w:val="28"/>
  </w:num>
  <w:num w:numId="23" w16cid:durableId="1457455390">
    <w:abstractNumId w:val="28"/>
  </w:num>
  <w:num w:numId="24" w16cid:durableId="1981567269">
    <w:abstractNumId w:val="21"/>
  </w:num>
  <w:num w:numId="25" w16cid:durableId="361518422">
    <w:abstractNumId w:val="22"/>
  </w:num>
  <w:num w:numId="26" w16cid:durableId="1935552029">
    <w:abstractNumId w:val="29"/>
  </w:num>
  <w:num w:numId="27" w16cid:durableId="430974602">
    <w:abstractNumId w:val="30"/>
  </w:num>
  <w:num w:numId="28" w16cid:durableId="684596967">
    <w:abstractNumId w:val="28"/>
  </w:num>
  <w:num w:numId="29" w16cid:durableId="842864767">
    <w:abstractNumId w:val="15"/>
  </w:num>
  <w:num w:numId="30" w16cid:durableId="1797530168">
    <w:abstractNumId w:val="32"/>
  </w:num>
  <w:num w:numId="31" w16cid:durableId="2113237025">
    <w:abstractNumId w:val="33"/>
  </w:num>
  <w:num w:numId="32" w16cid:durableId="1476800705">
    <w:abstractNumId w:val="24"/>
  </w:num>
  <w:num w:numId="33" w16cid:durableId="267154944">
    <w:abstractNumId w:val="19"/>
  </w:num>
  <w:num w:numId="34" w16cid:durableId="316619087">
    <w:abstractNumId w:val="26"/>
  </w:num>
  <w:num w:numId="35" w16cid:durableId="930089339">
    <w:abstractNumId w:val="31"/>
  </w:num>
  <w:num w:numId="36" w16cid:durableId="1189903510">
    <w:abstractNumId w:val="34"/>
  </w:num>
  <w:num w:numId="37" w16cid:durableId="176389006">
    <w:abstractNumId w:val="23"/>
  </w:num>
  <w:num w:numId="38" w16cid:durableId="1951357917">
    <w:abstractNumId w:val="25"/>
  </w:num>
  <w:num w:numId="39" w16cid:durableId="1915048536">
    <w:abstractNumId w:val="12"/>
  </w:num>
  <w:num w:numId="40" w16cid:durableId="259335053">
    <w:abstractNumId w:val="11"/>
  </w:num>
  <w:num w:numId="41" w16cid:durableId="94072390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2devwra8rawv8esx5cp2ztnv5et5wveszd2&quot;&gt;DIAMOND Development Paperv2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85&lt;/item&gt;&lt;item&gt;86&lt;/item&gt;&lt;item&gt;87&lt;/item&gt;&lt;item&gt;88&lt;/item&gt;&lt;item&gt;89&lt;/item&gt;&lt;item&gt;90&lt;/item&gt;&lt;/record-ids&gt;&lt;/item&gt;&lt;/Libraries&gt;"/>
  </w:docVars>
  <w:rsids>
    <w:rsidRoot w:val="00C2250C"/>
    <w:rsid w:val="00001899"/>
    <w:rsid w:val="000020A5"/>
    <w:rsid w:val="000042E7"/>
    <w:rsid w:val="00004649"/>
    <w:rsid w:val="000049AD"/>
    <w:rsid w:val="00006005"/>
    <w:rsid w:val="0000606F"/>
    <w:rsid w:val="0000681B"/>
    <w:rsid w:val="00006867"/>
    <w:rsid w:val="00007ABB"/>
    <w:rsid w:val="000133C0"/>
    <w:rsid w:val="0001397D"/>
    <w:rsid w:val="00014C4E"/>
    <w:rsid w:val="00017107"/>
    <w:rsid w:val="000202D5"/>
    <w:rsid w:val="000202E2"/>
    <w:rsid w:val="0002076A"/>
    <w:rsid w:val="00020A33"/>
    <w:rsid w:val="000220F8"/>
    <w:rsid w:val="00022441"/>
    <w:rsid w:val="0002261E"/>
    <w:rsid w:val="0002356C"/>
    <w:rsid w:val="0002368F"/>
    <w:rsid w:val="0002397F"/>
    <w:rsid w:val="00023AEF"/>
    <w:rsid w:val="00024839"/>
    <w:rsid w:val="00025BA6"/>
    <w:rsid w:val="00026871"/>
    <w:rsid w:val="00026E14"/>
    <w:rsid w:val="00030641"/>
    <w:rsid w:val="00031208"/>
    <w:rsid w:val="0003152B"/>
    <w:rsid w:val="00032D02"/>
    <w:rsid w:val="0003499B"/>
    <w:rsid w:val="00034AF5"/>
    <w:rsid w:val="00037A98"/>
    <w:rsid w:val="00041296"/>
    <w:rsid w:val="00042039"/>
    <w:rsid w:val="00042349"/>
    <w:rsid w:val="000427FB"/>
    <w:rsid w:val="00042CDC"/>
    <w:rsid w:val="00043384"/>
    <w:rsid w:val="0004455E"/>
    <w:rsid w:val="00044743"/>
    <w:rsid w:val="000450F7"/>
    <w:rsid w:val="00045929"/>
    <w:rsid w:val="00045D02"/>
    <w:rsid w:val="000464E7"/>
    <w:rsid w:val="0004664B"/>
    <w:rsid w:val="000471DC"/>
    <w:rsid w:val="00047CB5"/>
    <w:rsid w:val="000503AF"/>
    <w:rsid w:val="00051FAA"/>
    <w:rsid w:val="000521D0"/>
    <w:rsid w:val="00053C0B"/>
    <w:rsid w:val="000572A9"/>
    <w:rsid w:val="00060278"/>
    <w:rsid w:val="000607B3"/>
    <w:rsid w:val="00061325"/>
    <w:rsid w:val="000641E2"/>
    <w:rsid w:val="00064C5D"/>
    <w:rsid w:val="00064E59"/>
    <w:rsid w:val="000659E7"/>
    <w:rsid w:val="0006625A"/>
    <w:rsid w:val="000665DC"/>
    <w:rsid w:val="00070ABB"/>
    <w:rsid w:val="0007109F"/>
    <w:rsid w:val="0007245F"/>
    <w:rsid w:val="0007251B"/>
    <w:rsid w:val="000733AC"/>
    <w:rsid w:val="000749D2"/>
    <w:rsid w:val="00074B81"/>
    <w:rsid w:val="00074D22"/>
    <w:rsid w:val="00075081"/>
    <w:rsid w:val="0007528A"/>
    <w:rsid w:val="00075DF2"/>
    <w:rsid w:val="000811AB"/>
    <w:rsid w:val="000812CD"/>
    <w:rsid w:val="00081356"/>
    <w:rsid w:val="00083C5C"/>
    <w:rsid w:val="00083C5F"/>
    <w:rsid w:val="00083FE1"/>
    <w:rsid w:val="000841C7"/>
    <w:rsid w:val="00085074"/>
    <w:rsid w:val="000915BF"/>
    <w:rsid w:val="0009172C"/>
    <w:rsid w:val="00091DD9"/>
    <w:rsid w:val="00092B0B"/>
    <w:rsid w:val="00092C8E"/>
    <w:rsid w:val="000930EC"/>
    <w:rsid w:val="00095E61"/>
    <w:rsid w:val="000966C1"/>
    <w:rsid w:val="000970AC"/>
    <w:rsid w:val="000A0717"/>
    <w:rsid w:val="000A0FFB"/>
    <w:rsid w:val="000A1167"/>
    <w:rsid w:val="000A1513"/>
    <w:rsid w:val="000A4428"/>
    <w:rsid w:val="000A6D40"/>
    <w:rsid w:val="000A6E9D"/>
    <w:rsid w:val="000A7BC3"/>
    <w:rsid w:val="000A7E81"/>
    <w:rsid w:val="000A7F70"/>
    <w:rsid w:val="000B0E48"/>
    <w:rsid w:val="000B1661"/>
    <w:rsid w:val="000B17C6"/>
    <w:rsid w:val="000B1F0B"/>
    <w:rsid w:val="000B2E88"/>
    <w:rsid w:val="000B3B7B"/>
    <w:rsid w:val="000B4603"/>
    <w:rsid w:val="000B643B"/>
    <w:rsid w:val="000B71E9"/>
    <w:rsid w:val="000C09BE"/>
    <w:rsid w:val="000C1380"/>
    <w:rsid w:val="000C554F"/>
    <w:rsid w:val="000C6308"/>
    <w:rsid w:val="000C6D71"/>
    <w:rsid w:val="000D00E4"/>
    <w:rsid w:val="000D0DC5"/>
    <w:rsid w:val="000D15FF"/>
    <w:rsid w:val="000D1B3C"/>
    <w:rsid w:val="000D28DF"/>
    <w:rsid w:val="000D2B63"/>
    <w:rsid w:val="000D2D0F"/>
    <w:rsid w:val="000D349B"/>
    <w:rsid w:val="000D3852"/>
    <w:rsid w:val="000D3964"/>
    <w:rsid w:val="000D3A20"/>
    <w:rsid w:val="000D40A1"/>
    <w:rsid w:val="000D488B"/>
    <w:rsid w:val="000D5A27"/>
    <w:rsid w:val="000D68DF"/>
    <w:rsid w:val="000D7EDF"/>
    <w:rsid w:val="000E0DC6"/>
    <w:rsid w:val="000E138D"/>
    <w:rsid w:val="000E187A"/>
    <w:rsid w:val="000E18D2"/>
    <w:rsid w:val="000E21E1"/>
    <w:rsid w:val="000E2D61"/>
    <w:rsid w:val="000E450E"/>
    <w:rsid w:val="000E46EC"/>
    <w:rsid w:val="000E60EB"/>
    <w:rsid w:val="000E6259"/>
    <w:rsid w:val="000E745B"/>
    <w:rsid w:val="000F04BC"/>
    <w:rsid w:val="000F0774"/>
    <w:rsid w:val="000F35A9"/>
    <w:rsid w:val="000F4677"/>
    <w:rsid w:val="000F4D67"/>
    <w:rsid w:val="000F4F47"/>
    <w:rsid w:val="000F5B9A"/>
    <w:rsid w:val="000F5BE0"/>
    <w:rsid w:val="000F6C3F"/>
    <w:rsid w:val="00100587"/>
    <w:rsid w:val="00100726"/>
    <w:rsid w:val="00100A0C"/>
    <w:rsid w:val="00100A77"/>
    <w:rsid w:val="00101C55"/>
    <w:rsid w:val="0010284E"/>
    <w:rsid w:val="00102E9D"/>
    <w:rsid w:val="00103122"/>
    <w:rsid w:val="0010336A"/>
    <w:rsid w:val="001050F1"/>
    <w:rsid w:val="0010564C"/>
    <w:rsid w:val="00105AEA"/>
    <w:rsid w:val="00105C6F"/>
    <w:rsid w:val="001060B2"/>
    <w:rsid w:val="00106DAF"/>
    <w:rsid w:val="00106F34"/>
    <w:rsid w:val="00110977"/>
    <w:rsid w:val="00112ACB"/>
    <w:rsid w:val="0011477A"/>
    <w:rsid w:val="00114ABE"/>
    <w:rsid w:val="00116023"/>
    <w:rsid w:val="001166AE"/>
    <w:rsid w:val="00116974"/>
    <w:rsid w:val="001173F5"/>
    <w:rsid w:val="001200D0"/>
    <w:rsid w:val="00120A0C"/>
    <w:rsid w:val="0012203D"/>
    <w:rsid w:val="00125C04"/>
    <w:rsid w:val="0013127E"/>
    <w:rsid w:val="00131BBE"/>
    <w:rsid w:val="00134A51"/>
    <w:rsid w:val="00137857"/>
    <w:rsid w:val="00140727"/>
    <w:rsid w:val="0014179C"/>
    <w:rsid w:val="00142442"/>
    <w:rsid w:val="001450BD"/>
    <w:rsid w:val="001458F8"/>
    <w:rsid w:val="001474C0"/>
    <w:rsid w:val="00147E5A"/>
    <w:rsid w:val="0015276F"/>
    <w:rsid w:val="0015669E"/>
    <w:rsid w:val="00156F56"/>
    <w:rsid w:val="0016048D"/>
    <w:rsid w:val="00160628"/>
    <w:rsid w:val="001608E7"/>
    <w:rsid w:val="00160DBE"/>
    <w:rsid w:val="00161044"/>
    <w:rsid w:val="00161344"/>
    <w:rsid w:val="00162073"/>
    <w:rsid w:val="00162195"/>
    <w:rsid w:val="0016322A"/>
    <w:rsid w:val="00164F4D"/>
    <w:rsid w:val="00165942"/>
    <w:rsid w:val="00165A21"/>
    <w:rsid w:val="001705CE"/>
    <w:rsid w:val="00170931"/>
    <w:rsid w:val="00171BC9"/>
    <w:rsid w:val="00171D08"/>
    <w:rsid w:val="00173A38"/>
    <w:rsid w:val="001756E2"/>
    <w:rsid w:val="00175A9E"/>
    <w:rsid w:val="00176798"/>
    <w:rsid w:val="0017714B"/>
    <w:rsid w:val="001804DF"/>
    <w:rsid w:val="00181BDC"/>
    <w:rsid w:val="00181DB0"/>
    <w:rsid w:val="001829E3"/>
    <w:rsid w:val="00184AC4"/>
    <w:rsid w:val="001861CC"/>
    <w:rsid w:val="00186575"/>
    <w:rsid w:val="001866D9"/>
    <w:rsid w:val="0018675D"/>
    <w:rsid w:val="0018713A"/>
    <w:rsid w:val="00191268"/>
    <w:rsid w:val="001924C0"/>
    <w:rsid w:val="00196EF6"/>
    <w:rsid w:val="0019731E"/>
    <w:rsid w:val="001A08C2"/>
    <w:rsid w:val="001A09FE"/>
    <w:rsid w:val="001A0F41"/>
    <w:rsid w:val="001A67C9"/>
    <w:rsid w:val="001A682D"/>
    <w:rsid w:val="001A69DE"/>
    <w:rsid w:val="001A6E7F"/>
    <w:rsid w:val="001A713C"/>
    <w:rsid w:val="001A7171"/>
    <w:rsid w:val="001B0927"/>
    <w:rsid w:val="001B1C7C"/>
    <w:rsid w:val="001B2D90"/>
    <w:rsid w:val="001B3954"/>
    <w:rsid w:val="001B398F"/>
    <w:rsid w:val="001B46C6"/>
    <w:rsid w:val="001B4B48"/>
    <w:rsid w:val="001B4D1F"/>
    <w:rsid w:val="001B5947"/>
    <w:rsid w:val="001B7681"/>
    <w:rsid w:val="001B7763"/>
    <w:rsid w:val="001B7CAE"/>
    <w:rsid w:val="001C0772"/>
    <w:rsid w:val="001C0D4F"/>
    <w:rsid w:val="001C1411"/>
    <w:rsid w:val="001C1BA3"/>
    <w:rsid w:val="001C1DEC"/>
    <w:rsid w:val="001C5736"/>
    <w:rsid w:val="001C6236"/>
    <w:rsid w:val="001C7F73"/>
    <w:rsid w:val="001D0D75"/>
    <w:rsid w:val="001D1EF0"/>
    <w:rsid w:val="001D21B6"/>
    <w:rsid w:val="001D393B"/>
    <w:rsid w:val="001D451F"/>
    <w:rsid w:val="001D647F"/>
    <w:rsid w:val="001D6857"/>
    <w:rsid w:val="001E0572"/>
    <w:rsid w:val="001E0A67"/>
    <w:rsid w:val="001E1028"/>
    <w:rsid w:val="001E13B2"/>
    <w:rsid w:val="001E14E2"/>
    <w:rsid w:val="001E2787"/>
    <w:rsid w:val="001E6302"/>
    <w:rsid w:val="001E79D1"/>
    <w:rsid w:val="001E7DCB"/>
    <w:rsid w:val="001F2301"/>
    <w:rsid w:val="001F3411"/>
    <w:rsid w:val="001F37BA"/>
    <w:rsid w:val="001F3BC0"/>
    <w:rsid w:val="001F4287"/>
    <w:rsid w:val="001F4DBA"/>
    <w:rsid w:val="0020110A"/>
    <w:rsid w:val="0020225C"/>
    <w:rsid w:val="00202F2E"/>
    <w:rsid w:val="00203EE1"/>
    <w:rsid w:val="0020415E"/>
    <w:rsid w:val="00204FF4"/>
    <w:rsid w:val="0021056B"/>
    <w:rsid w:val="0021056E"/>
    <w:rsid w:val="0021075D"/>
    <w:rsid w:val="002107B6"/>
    <w:rsid w:val="002107ED"/>
    <w:rsid w:val="002108DC"/>
    <w:rsid w:val="002109E3"/>
    <w:rsid w:val="0021165A"/>
    <w:rsid w:val="00211BC9"/>
    <w:rsid w:val="0021262B"/>
    <w:rsid w:val="002130AD"/>
    <w:rsid w:val="00213216"/>
    <w:rsid w:val="00214715"/>
    <w:rsid w:val="0021620C"/>
    <w:rsid w:val="00216E78"/>
    <w:rsid w:val="00217275"/>
    <w:rsid w:val="0022008F"/>
    <w:rsid w:val="00220C6E"/>
    <w:rsid w:val="00220DFB"/>
    <w:rsid w:val="002211DD"/>
    <w:rsid w:val="002215D2"/>
    <w:rsid w:val="002226B9"/>
    <w:rsid w:val="00222BD6"/>
    <w:rsid w:val="0022366A"/>
    <w:rsid w:val="00224471"/>
    <w:rsid w:val="00225EA4"/>
    <w:rsid w:val="002261D4"/>
    <w:rsid w:val="002315FA"/>
    <w:rsid w:val="00234823"/>
    <w:rsid w:val="002348EF"/>
    <w:rsid w:val="00234C9F"/>
    <w:rsid w:val="002351AC"/>
    <w:rsid w:val="00236023"/>
    <w:rsid w:val="00236E3E"/>
    <w:rsid w:val="00236F4B"/>
    <w:rsid w:val="002370AE"/>
    <w:rsid w:val="002379A2"/>
    <w:rsid w:val="0024159A"/>
    <w:rsid w:val="00241FD9"/>
    <w:rsid w:val="00242B0D"/>
    <w:rsid w:val="00243233"/>
    <w:rsid w:val="002456ED"/>
    <w:rsid w:val="00246271"/>
    <w:rsid w:val="002467C6"/>
    <w:rsid w:val="0024692A"/>
    <w:rsid w:val="00246AC6"/>
    <w:rsid w:val="002479A0"/>
    <w:rsid w:val="00252BBA"/>
    <w:rsid w:val="00253123"/>
    <w:rsid w:val="0025312F"/>
    <w:rsid w:val="00254268"/>
    <w:rsid w:val="002554C6"/>
    <w:rsid w:val="00257FC2"/>
    <w:rsid w:val="00260379"/>
    <w:rsid w:val="002612A8"/>
    <w:rsid w:val="00264001"/>
    <w:rsid w:val="00266354"/>
    <w:rsid w:val="00267A18"/>
    <w:rsid w:val="002700DF"/>
    <w:rsid w:val="002706CB"/>
    <w:rsid w:val="00270C85"/>
    <w:rsid w:val="00271015"/>
    <w:rsid w:val="00271092"/>
    <w:rsid w:val="0027151B"/>
    <w:rsid w:val="00271595"/>
    <w:rsid w:val="00273462"/>
    <w:rsid w:val="0027395B"/>
    <w:rsid w:val="00275854"/>
    <w:rsid w:val="00275B3D"/>
    <w:rsid w:val="00275BF1"/>
    <w:rsid w:val="00277FC3"/>
    <w:rsid w:val="0028176D"/>
    <w:rsid w:val="00282EB3"/>
    <w:rsid w:val="00283B41"/>
    <w:rsid w:val="002843EC"/>
    <w:rsid w:val="00284F18"/>
    <w:rsid w:val="002856C9"/>
    <w:rsid w:val="00285F28"/>
    <w:rsid w:val="0028621E"/>
    <w:rsid w:val="00286398"/>
    <w:rsid w:val="00287691"/>
    <w:rsid w:val="0029081C"/>
    <w:rsid w:val="00290FC1"/>
    <w:rsid w:val="00291041"/>
    <w:rsid w:val="00292619"/>
    <w:rsid w:val="00292B5E"/>
    <w:rsid w:val="00293272"/>
    <w:rsid w:val="00296CFB"/>
    <w:rsid w:val="002A074E"/>
    <w:rsid w:val="002A1EAC"/>
    <w:rsid w:val="002A25E0"/>
    <w:rsid w:val="002A31BF"/>
    <w:rsid w:val="002A3C42"/>
    <w:rsid w:val="002A3D89"/>
    <w:rsid w:val="002A4AF8"/>
    <w:rsid w:val="002A50FD"/>
    <w:rsid w:val="002A5D75"/>
    <w:rsid w:val="002A5E28"/>
    <w:rsid w:val="002B1B1A"/>
    <w:rsid w:val="002B410F"/>
    <w:rsid w:val="002B4808"/>
    <w:rsid w:val="002B6240"/>
    <w:rsid w:val="002B654B"/>
    <w:rsid w:val="002B6828"/>
    <w:rsid w:val="002B7228"/>
    <w:rsid w:val="002C35F4"/>
    <w:rsid w:val="002C42E5"/>
    <w:rsid w:val="002C4C3A"/>
    <w:rsid w:val="002C53EE"/>
    <w:rsid w:val="002C5B88"/>
    <w:rsid w:val="002C72A8"/>
    <w:rsid w:val="002C7707"/>
    <w:rsid w:val="002D0F1E"/>
    <w:rsid w:val="002D1996"/>
    <w:rsid w:val="002D1A2D"/>
    <w:rsid w:val="002D24F7"/>
    <w:rsid w:val="002D2799"/>
    <w:rsid w:val="002D2CD7"/>
    <w:rsid w:val="002D3086"/>
    <w:rsid w:val="002D4DDC"/>
    <w:rsid w:val="002D4F75"/>
    <w:rsid w:val="002D51F2"/>
    <w:rsid w:val="002D6493"/>
    <w:rsid w:val="002D682A"/>
    <w:rsid w:val="002D7AB6"/>
    <w:rsid w:val="002E057C"/>
    <w:rsid w:val="002E06D0"/>
    <w:rsid w:val="002E3209"/>
    <w:rsid w:val="002E3784"/>
    <w:rsid w:val="002E3C27"/>
    <w:rsid w:val="002E403A"/>
    <w:rsid w:val="002E53C6"/>
    <w:rsid w:val="002E5803"/>
    <w:rsid w:val="002E672C"/>
    <w:rsid w:val="002E7F3A"/>
    <w:rsid w:val="002F3E5D"/>
    <w:rsid w:val="002F41DA"/>
    <w:rsid w:val="002F4EDB"/>
    <w:rsid w:val="002F6054"/>
    <w:rsid w:val="002F696A"/>
    <w:rsid w:val="00300CA6"/>
    <w:rsid w:val="0030227F"/>
    <w:rsid w:val="00302C5C"/>
    <w:rsid w:val="00303A12"/>
    <w:rsid w:val="003042CE"/>
    <w:rsid w:val="00304788"/>
    <w:rsid w:val="0031024D"/>
    <w:rsid w:val="003108F7"/>
    <w:rsid w:val="00310E13"/>
    <w:rsid w:val="003125FA"/>
    <w:rsid w:val="00312879"/>
    <w:rsid w:val="00314532"/>
    <w:rsid w:val="00314C88"/>
    <w:rsid w:val="00315303"/>
    <w:rsid w:val="00315713"/>
    <w:rsid w:val="00315A23"/>
    <w:rsid w:val="00316495"/>
    <w:rsid w:val="0031686C"/>
    <w:rsid w:val="00316FE0"/>
    <w:rsid w:val="003204D2"/>
    <w:rsid w:val="00320E5A"/>
    <w:rsid w:val="003218C9"/>
    <w:rsid w:val="00324724"/>
    <w:rsid w:val="00325194"/>
    <w:rsid w:val="0032605E"/>
    <w:rsid w:val="003275D1"/>
    <w:rsid w:val="00330B2A"/>
    <w:rsid w:val="00331E17"/>
    <w:rsid w:val="00332FDE"/>
    <w:rsid w:val="00333063"/>
    <w:rsid w:val="00333D67"/>
    <w:rsid w:val="00334BC8"/>
    <w:rsid w:val="00335B0D"/>
    <w:rsid w:val="00335DA4"/>
    <w:rsid w:val="00336162"/>
    <w:rsid w:val="00337573"/>
    <w:rsid w:val="00340842"/>
    <w:rsid w:val="003408E3"/>
    <w:rsid w:val="00343480"/>
    <w:rsid w:val="00345E89"/>
    <w:rsid w:val="00347994"/>
    <w:rsid w:val="00347C7F"/>
    <w:rsid w:val="003521E0"/>
    <w:rsid w:val="003522A1"/>
    <w:rsid w:val="0035254B"/>
    <w:rsid w:val="00352704"/>
    <w:rsid w:val="00353555"/>
    <w:rsid w:val="00353EA7"/>
    <w:rsid w:val="003565D4"/>
    <w:rsid w:val="003575B7"/>
    <w:rsid w:val="00357E59"/>
    <w:rsid w:val="00360761"/>
    <w:rsid w:val="003607FB"/>
    <w:rsid w:val="00360FD5"/>
    <w:rsid w:val="0036340D"/>
    <w:rsid w:val="003634A5"/>
    <w:rsid w:val="003660F9"/>
    <w:rsid w:val="00366868"/>
    <w:rsid w:val="00367506"/>
    <w:rsid w:val="00370085"/>
    <w:rsid w:val="0037099B"/>
    <w:rsid w:val="00371234"/>
    <w:rsid w:val="003744A7"/>
    <w:rsid w:val="00376235"/>
    <w:rsid w:val="00377E7D"/>
    <w:rsid w:val="00380207"/>
    <w:rsid w:val="003818A8"/>
    <w:rsid w:val="00381FB6"/>
    <w:rsid w:val="00382788"/>
    <w:rsid w:val="00382B8F"/>
    <w:rsid w:val="00382EA7"/>
    <w:rsid w:val="003836D3"/>
    <w:rsid w:val="00383A52"/>
    <w:rsid w:val="00383A7D"/>
    <w:rsid w:val="00383A89"/>
    <w:rsid w:val="00387361"/>
    <w:rsid w:val="00387798"/>
    <w:rsid w:val="00391433"/>
    <w:rsid w:val="00391652"/>
    <w:rsid w:val="00392667"/>
    <w:rsid w:val="00392936"/>
    <w:rsid w:val="0039480B"/>
    <w:rsid w:val="00394F4D"/>
    <w:rsid w:val="0039507F"/>
    <w:rsid w:val="00395CEB"/>
    <w:rsid w:val="00395D44"/>
    <w:rsid w:val="003963BC"/>
    <w:rsid w:val="00396495"/>
    <w:rsid w:val="003A0A95"/>
    <w:rsid w:val="003A0C7A"/>
    <w:rsid w:val="003A1260"/>
    <w:rsid w:val="003A1BD2"/>
    <w:rsid w:val="003A25CE"/>
    <w:rsid w:val="003A295F"/>
    <w:rsid w:val="003A3A72"/>
    <w:rsid w:val="003A41DD"/>
    <w:rsid w:val="003A4A33"/>
    <w:rsid w:val="003A6E36"/>
    <w:rsid w:val="003A7033"/>
    <w:rsid w:val="003B1ABB"/>
    <w:rsid w:val="003B2890"/>
    <w:rsid w:val="003B2A1C"/>
    <w:rsid w:val="003B2F66"/>
    <w:rsid w:val="003B3808"/>
    <w:rsid w:val="003B3C9D"/>
    <w:rsid w:val="003B47FE"/>
    <w:rsid w:val="003B51BF"/>
    <w:rsid w:val="003B5673"/>
    <w:rsid w:val="003B5CD6"/>
    <w:rsid w:val="003B6287"/>
    <w:rsid w:val="003B62C9"/>
    <w:rsid w:val="003C00A4"/>
    <w:rsid w:val="003C13CE"/>
    <w:rsid w:val="003C24B9"/>
    <w:rsid w:val="003C3E4D"/>
    <w:rsid w:val="003C54D1"/>
    <w:rsid w:val="003C573C"/>
    <w:rsid w:val="003C7176"/>
    <w:rsid w:val="003C75A1"/>
    <w:rsid w:val="003D0929"/>
    <w:rsid w:val="003D4729"/>
    <w:rsid w:val="003D5A89"/>
    <w:rsid w:val="003D5F9A"/>
    <w:rsid w:val="003D6289"/>
    <w:rsid w:val="003D719D"/>
    <w:rsid w:val="003D7DD6"/>
    <w:rsid w:val="003E0CA3"/>
    <w:rsid w:val="003E2008"/>
    <w:rsid w:val="003E3BCE"/>
    <w:rsid w:val="003E5191"/>
    <w:rsid w:val="003E5AAF"/>
    <w:rsid w:val="003E600D"/>
    <w:rsid w:val="003E64DF"/>
    <w:rsid w:val="003E6A5D"/>
    <w:rsid w:val="003E73C2"/>
    <w:rsid w:val="003F1921"/>
    <w:rsid w:val="003F193A"/>
    <w:rsid w:val="003F1E83"/>
    <w:rsid w:val="003F32BA"/>
    <w:rsid w:val="003F4207"/>
    <w:rsid w:val="003F4388"/>
    <w:rsid w:val="003F483A"/>
    <w:rsid w:val="003F4A57"/>
    <w:rsid w:val="003F5C46"/>
    <w:rsid w:val="003F7CBB"/>
    <w:rsid w:val="003F7D34"/>
    <w:rsid w:val="00401D1E"/>
    <w:rsid w:val="004021F3"/>
    <w:rsid w:val="00402939"/>
    <w:rsid w:val="00403097"/>
    <w:rsid w:val="00404B76"/>
    <w:rsid w:val="00405360"/>
    <w:rsid w:val="00407057"/>
    <w:rsid w:val="0040782C"/>
    <w:rsid w:val="0041134B"/>
    <w:rsid w:val="004116E8"/>
    <w:rsid w:val="004127B2"/>
    <w:rsid w:val="00412C8E"/>
    <w:rsid w:val="00413148"/>
    <w:rsid w:val="00413E66"/>
    <w:rsid w:val="00414A3A"/>
    <w:rsid w:val="0041518D"/>
    <w:rsid w:val="00420A5D"/>
    <w:rsid w:val="0042221D"/>
    <w:rsid w:val="00423699"/>
    <w:rsid w:val="00423A94"/>
    <w:rsid w:val="00424DD3"/>
    <w:rsid w:val="00425317"/>
    <w:rsid w:val="0042536F"/>
    <w:rsid w:val="00425FCD"/>
    <w:rsid w:val="0042608A"/>
    <w:rsid w:val="004269C5"/>
    <w:rsid w:val="00426A42"/>
    <w:rsid w:val="00430675"/>
    <w:rsid w:val="004328A2"/>
    <w:rsid w:val="004352F7"/>
    <w:rsid w:val="00435939"/>
    <w:rsid w:val="00437CC7"/>
    <w:rsid w:val="00442B9C"/>
    <w:rsid w:val="00443B2F"/>
    <w:rsid w:val="004442C8"/>
    <w:rsid w:val="00445EFA"/>
    <w:rsid w:val="0044738A"/>
    <w:rsid w:val="004473D3"/>
    <w:rsid w:val="00450955"/>
    <w:rsid w:val="004513D2"/>
    <w:rsid w:val="00452231"/>
    <w:rsid w:val="0045303E"/>
    <w:rsid w:val="00454325"/>
    <w:rsid w:val="004568FD"/>
    <w:rsid w:val="00456D06"/>
    <w:rsid w:val="0045730B"/>
    <w:rsid w:val="004605AE"/>
    <w:rsid w:val="0046093C"/>
    <w:rsid w:val="004609BC"/>
    <w:rsid w:val="00460C13"/>
    <w:rsid w:val="00461C4B"/>
    <w:rsid w:val="00461C79"/>
    <w:rsid w:val="00463228"/>
    <w:rsid w:val="00463782"/>
    <w:rsid w:val="004667E0"/>
    <w:rsid w:val="00467481"/>
    <w:rsid w:val="004675F0"/>
    <w:rsid w:val="0046760E"/>
    <w:rsid w:val="00467D2C"/>
    <w:rsid w:val="00470E10"/>
    <w:rsid w:val="00472218"/>
    <w:rsid w:val="00472F62"/>
    <w:rsid w:val="00473704"/>
    <w:rsid w:val="004737C8"/>
    <w:rsid w:val="00473A0E"/>
    <w:rsid w:val="00476ED5"/>
    <w:rsid w:val="00476F84"/>
    <w:rsid w:val="00477005"/>
    <w:rsid w:val="00477A97"/>
    <w:rsid w:val="00477B08"/>
    <w:rsid w:val="00480048"/>
    <w:rsid w:val="00480859"/>
    <w:rsid w:val="00481343"/>
    <w:rsid w:val="004816BF"/>
    <w:rsid w:val="00481B45"/>
    <w:rsid w:val="0048427A"/>
    <w:rsid w:val="0048549E"/>
    <w:rsid w:val="00487619"/>
    <w:rsid w:val="00490CD6"/>
    <w:rsid w:val="00490FE9"/>
    <w:rsid w:val="004913CF"/>
    <w:rsid w:val="004930C6"/>
    <w:rsid w:val="00493347"/>
    <w:rsid w:val="00496092"/>
    <w:rsid w:val="00496355"/>
    <w:rsid w:val="004974FA"/>
    <w:rsid w:val="004A08DB"/>
    <w:rsid w:val="004A25D0"/>
    <w:rsid w:val="004A37E8"/>
    <w:rsid w:val="004A7549"/>
    <w:rsid w:val="004B09D4"/>
    <w:rsid w:val="004B0A8D"/>
    <w:rsid w:val="004B0CF3"/>
    <w:rsid w:val="004B309D"/>
    <w:rsid w:val="004B330A"/>
    <w:rsid w:val="004B477C"/>
    <w:rsid w:val="004B4EAB"/>
    <w:rsid w:val="004B5F56"/>
    <w:rsid w:val="004B682C"/>
    <w:rsid w:val="004B75B1"/>
    <w:rsid w:val="004B7C8E"/>
    <w:rsid w:val="004B7FA2"/>
    <w:rsid w:val="004C0007"/>
    <w:rsid w:val="004C1D46"/>
    <w:rsid w:val="004C1EC9"/>
    <w:rsid w:val="004C3D3C"/>
    <w:rsid w:val="004C5043"/>
    <w:rsid w:val="004C76D8"/>
    <w:rsid w:val="004D0EDC"/>
    <w:rsid w:val="004D1220"/>
    <w:rsid w:val="004D14B3"/>
    <w:rsid w:val="004D1529"/>
    <w:rsid w:val="004D1C5C"/>
    <w:rsid w:val="004D2253"/>
    <w:rsid w:val="004D235C"/>
    <w:rsid w:val="004D5514"/>
    <w:rsid w:val="004D56C3"/>
    <w:rsid w:val="004D5B13"/>
    <w:rsid w:val="004E0338"/>
    <w:rsid w:val="004E1149"/>
    <w:rsid w:val="004E297D"/>
    <w:rsid w:val="004E4860"/>
    <w:rsid w:val="004E4FF3"/>
    <w:rsid w:val="004E56A8"/>
    <w:rsid w:val="004E6D7B"/>
    <w:rsid w:val="004E7272"/>
    <w:rsid w:val="004F090C"/>
    <w:rsid w:val="004F1DE3"/>
    <w:rsid w:val="004F3B55"/>
    <w:rsid w:val="004F428E"/>
    <w:rsid w:val="004F4E46"/>
    <w:rsid w:val="004F5076"/>
    <w:rsid w:val="004F6B7D"/>
    <w:rsid w:val="004F758D"/>
    <w:rsid w:val="004F7C12"/>
    <w:rsid w:val="004F7CEA"/>
    <w:rsid w:val="00500F1A"/>
    <w:rsid w:val="005015F6"/>
    <w:rsid w:val="00502CF3"/>
    <w:rsid w:val="00502EE1"/>
    <w:rsid w:val="005030C4"/>
    <w:rsid w:val="005031C5"/>
    <w:rsid w:val="0050380A"/>
    <w:rsid w:val="00503CE1"/>
    <w:rsid w:val="00504180"/>
    <w:rsid w:val="00504645"/>
    <w:rsid w:val="00504935"/>
    <w:rsid w:val="00504FDC"/>
    <w:rsid w:val="005061BA"/>
    <w:rsid w:val="005074A8"/>
    <w:rsid w:val="00511BEE"/>
    <w:rsid w:val="005120CC"/>
    <w:rsid w:val="00512B7B"/>
    <w:rsid w:val="005139BE"/>
    <w:rsid w:val="00514E3B"/>
    <w:rsid w:val="00514EA1"/>
    <w:rsid w:val="00517989"/>
    <w:rsid w:val="0051798B"/>
    <w:rsid w:val="00520913"/>
    <w:rsid w:val="00521F5A"/>
    <w:rsid w:val="005225C1"/>
    <w:rsid w:val="00522E57"/>
    <w:rsid w:val="0052554A"/>
    <w:rsid w:val="005257E8"/>
    <w:rsid w:val="00525E06"/>
    <w:rsid w:val="00526454"/>
    <w:rsid w:val="00526754"/>
    <w:rsid w:val="005300B6"/>
    <w:rsid w:val="005317E2"/>
    <w:rsid w:val="00531823"/>
    <w:rsid w:val="00531E95"/>
    <w:rsid w:val="00534ECC"/>
    <w:rsid w:val="00535CB5"/>
    <w:rsid w:val="00535CE8"/>
    <w:rsid w:val="00535F9F"/>
    <w:rsid w:val="0053688A"/>
    <w:rsid w:val="0053720D"/>
    <w:rsid w:val="00537FEC"/>
    <w:rsid w:val="00540EF5"/>
    <w:rsid w:val="00541BF3"/>
    <w:rsid w:val="00541CD3"/>
    <w:rsid w:val="00546890"/>
    <w:rsid w:val="005476FA"/>
    <w:rsid w:val="0055595E"/>
    <w:rsid w:val="00555C88"/>
    <w:rsid w:val="00557988"/>
    <w:rsid w:val="00557F01"/>
    <w:rsid w:val="00561F2D"/>
    <w:rsid w:val="00562C49"/>
    <w:rsid w:val="00562DEF"/>
    <w:rsid w:val="0056321A"/>
    <w:rsid w:val="00563A35"/>
    <w:rsid w:val="00564396"/>
    <w:rsid w:val="00566596"/>
    <w:rsid w:val="00566DB0"/>
    <w:rsid w:val="00571E6A"/>
    <w:rsid w:val="00573E60"/>
    <w:rsid w:val="005741E9"/>
    <w:rsid w:val="005748CF"/>
    <w:rsid w:val="00574D10"/>
    <w:rsid w:val="00575633"/>
    <w:rsid w:val="00576F09"/>
    <w:rsid w:val="00577E3E"/>
    <w:rsid w:val="005813E7"/>
    <w:rsid w:val="00583E1A"/>
    <w:rsid w:val="00583E5D"/>
    <w:rsid w:val="00584270"/>
    <w:rsid w:val="00584738"/>
    <w:rsid w:val="00584CB0"/>
    <w:rsid w:val="005853B0"/>
    <w:rsid w:val="0058614C"/>
    <w:rsid w:val="00586984"/>
    <w:rsid w:val="005870F8"/>
    <w:rsid w:val="00587E1B"/>
    <w:rsid w:val="00590EF4"/>
    <w:rsid w:val="00591A8A"/>
    <w:rsid w:val="00591C6C"/>
    <w:rsid w:val="005920B0"/>
    <w:rsid w:val="0059380D"/>
    <w:rsid w:val="005953DA"/>
    <w:rsid w:val="00595A8F"/>
    <w:rsid w:val="0059611B"/>
    <w:rsid w:val="005977C2"/>
    <w:rsid w:val="00597858"/>
    <w:rsid w:val="00597BF2"/>
    <w:rsid w:val="005A1E92"/>
    <w:rsid w:val="005A1F54"/>
    <w:rsid w:val="005A3020"/>
    <w:rsid w:val="005A3890"/>
    <w:rsid w:val="005A4116"/>
    <w:rsid w:val="005A44ED"/>
    <w:rsid w:val="005B134E"/>
    <w:rsid w:val="005B2039"/>
    <w:rsid w:val="005B344F"/>
    <w:rsid w:val="005B3FBA"/>
    <w:rsid w:val="005B4A1D"/>
    <w:rsid w:val="005B4AFF"/>
    <w:rsid w:val="005B4CA1"/>
    <w:rsid w:val="005B5434"/>
    <w:rsid w:val="005B674D"/>
    <w:rsid w:val="005B70B9"/>
    <w:rsid w:val="005C056D"/>
    <w:rsid w:val="005C0675"/>
    <w:rsid w:val="005C0CBE"/>
    <w:rsid w:val="005C1B09"/>
    <w:rsid w:val="005C1FCF"/>
    <w:rsid w:val="005C1FF4"/>
    <w:rsid w:val="005C21F5"/>
    <w:rsid w:val="005C2910"/>
    <w:rsid w:val="005C3F41"/>
    <w:rsid w:val="005C520A"/>
    <w:rsid w:val="005D0714"/>
    <w:rsid w:val="005D0E30"/>
    <w:rsid w:val="005D0F9A"/>
    <w:rsid w:val="005D1885"/>
    <w:rsid w:val="005D3542"/>
    <w:rsid w:val="005D4A38"/>
    <w:rsid w:val="005D602E"/>
    <w:rsid w:val="005D617E"/>
    <w:rsid w:val="005D760C"/>
    <w:rsid w:val="005D774F"/>
    <w:rsid w:val="005D78FF"/>
    <w:rsid w:val="005E2EEA"/>
    <w:rsid w:val="005E3708"/>
    <w:rsid w:val="005E3CCD"/>
    <w:rsid w:val="005E3D6B"/>
    <w:rsid w:val="005E4873"/>
    <w:rsid w:val="005E5B55"/>
    <w:rsid w:val="005E5E4A"/>
    <w:rsid w:val="005E693D"/>
    <w:rsid w:val="005E75BF"/>
    <w:rsid w:val="005F1DE2"/>
    <w:rsid w:val="005F57BA"/>
    <w:rsid w:val="005F61E6"/>
    <w:rsid w:val="005F6C45"/>
    <w:rsid w:val="005F7DF9"/>
    <w:rsid w:val="0060047A"/>
    <w:rsid w:val="00600F21"/>
    <w:rsid w:val="00602050"/>
    <w:rsid w:val="00602114"/>
    <w:rsid w:val="006028B8"/>
    <w:rsid w:val="00602909"/>
    <w:rsid w:val="00602A73"/>
    <w:rsid w:val="00602C02"/>
    <w:rsid w:val="006039C2"/>
    <w:rsid w:val="00604006"/>
    <w:rsid w:val="00605A69"/>
    <w:rsid w:val="006065B0"/>
    <w:rsid w:val="00606C54"/>
    <w:rsid w:val="00607BFB"/>
    <w:rsid w:val="00613330"/>
    <w:rsid w:val="00614375"/>
    <w:rsid w:val="0061460C"/>
    <w:rsid w:val="00615B0A"/>
    <w:rsid w:val="006168CF"/>
    <w:rsid w:val="00617E95"/>
    <w:rsid w:val="0062011B"/>
    <w:rsid w:val="00622EE2"/>
    <w:rsid w:val="00624DD6"/>
    <w:rsid w:val="00624F6A"/>
    <w:rsid w:val="006256CD"/>
    <w:rsid w:val="00626025"/>
    <w:rsid w:val="00626DE0"/>
    <w:rsid w:val="00627949"/>
    <w:rsid w:val="00630901"/>
    <w:rsid w:val="00631F8E"/>
    <w:rsid w:val="00632CEB"/>
    <w:rsid w:val="00634020"/>
    <w:rsid w:val="00634819"/>
    <w:rsid w:val="00634C40"/>
    <w:rsid w:val="00636EE9"/>
    <w:rsid w:val="006402C2"/>
    <w:rsid w:val="00640950"/>
    <w:rsid w:val="00641AE7"/>
    <w:rsid w:val="00642186"/>
    <w:rsid w:val="00642629"/>
    <w:rsid w:val="006436D1"/>
    <w:rsid w:val="00643D0E"/>
    <w:rsid w:val="00644250"/>
    <w:rsid w:val="006448CA"/>
    <w:rsid w:val="00645B02"/>
    <w:rsid w:val="00645EE1"/>
    <w:rsid w:val="006470C0"/>
    <w:rsid w:val="0064782B"/>
    <w:rsid w:val="00647EF3"/>
    <w:rsid w:val="0065293D"/>
    <w:rsid w:val="006533B5"/>
    <w:rsid w:val="00653EFC"/>
    <w:rsid w:val="00654021"/>
    <w:rsid w:val="00654C47"/>
    <w:rsid w:val="006569F9"/>
    <w:rsid w:val="0065705F"/>
    <w:rsid w:val="0066063B"/>
    <w:rsid w:val="00661045"/>
    <w:rsid w:val="00661221"/>
    <w:rsid w:val="006637B5"/>
    <w:rsid w:val="006664AD"/>
    <w:rsid w:val="00666DA8"/>
    <w:rsid w:val="006674B5"/>
    <w:rsid w:val="006706C5"/>
    <w:rsid w:val="00671057"/>
    <w:rsid w:val="00671E08"/>
    <w:rsid w:val="00675748"/>
    <w:rsid w:val="00675AAF"/>
    <w:rsid w:val="00677135"/>
    <w:rsid w:val="0068031A"/>
    <w:rsid w:val="00680FF9"/>
    <w:rsid w:val="00681B2F"/>
    <w:rsid w:val="0068335F"/>
    <w:rsid w:val="00687217"/>
    <w:rsid w:val="006921D9"/>
    <w:rsid w:val="00693302"/>
    <w:rsid w:val="0069640B"/>
    <w:rsid w:val="00697FA3"/>
    <w:rsid w:val="006A04B7"/>
    <w:rsid w:val="006A15F9"/>
    <w:rsid w:val="006A1B83"/>
    <w:rsid w:val="006A21CD"/>
    <w:rsid w:val="006A5918"/>
    <w:rsid w:val="006A7C33"/>
    <w:rsid w:val="006B001F"/>
    <w:rsid w:val="006B1197"/>
    <w:rsid w:val="006B21B2"/>
    <w:rsid w:val="006B3D76"/>
    <w:rsid w:val="006B4642"/>
    <w:rsid w:val="006B4A4A"/>
    <w:rsid w:val="006B515B"/>
    <w:rsid w:val="006C1020"/>
    <w:rsid w:val="006C19B2"/>
    <w:rsid w:val="006C2D91"/>
    <w:rsid w:val="006C367C"/>
    <w:rsid w:val="006C4409"/>
    <w:rsid w:val="006C535B"/>
    <w:rsid w:val="006C5BB8"/>
    <w:rsid w:val="006C6936"/>
    <w:rsid w:val="006C7B01"/>
    <w:rsid w:val="006C7EA5"/>
    <w:rsid w:val="006D0FE8"/>
    <w:rsid w:val="006D3848"/>
    <w:rsid w:val="006D4B2B"/>
    <w:rsid w:val="006D4F3C"/>
    <w:rsid w:val="006D5020"/>
    <w:rsid w:val="006D5C66"/>
    <w:rsid w:val="006D67F5"/>
    <w:rsid w:val="006D7002"/>
    <w:rsid w:val="006E070A"/>
    <w:rsid w:val="006E12DF"/>
    <w:rsid w:val="006E1B3C"/>
    <w:rsid w:val="006E23FB"/>
    <w:rsid w:val="006E325A"/>
    <w:rsid w:val="006E33EC"/>
    <w:rsid w:val="006E3802"/>
    <w:rsid w:val="006E433D"/>
    <w:rsid w:val="006E45AC"/>
    <w:rsid w:val="006E482F"/>
    <w:rsid w:val="006E56BB"/>
    <w:rsid w:val="006E6C02"/>
    <w:rsid w:val="006E7A83"/>
    <w:rsid w:val="006F231A"/>
    <w:rsid w:val="006F3BB2"/>
    <w:rsid w:val="006F3D68"/>
    <w:rsid w:val="006F5232"/>
    <w:rsid w:val="006F554E"/>
    <w:rsid w:val="006F6B55"/>
    <w:rsid w:val="006F788D"/>
    <w:rsid w:val="006F78E1"/>
    <w:rsid w:val="007005B7"/>
    <w:rsid w:val="00701072"/>
    <w:rsid w:val="007014CC"/>
    <w:rsid w:val="00702054"/>
    <w:rsid w:val="0070231B"/>
    <w:rsid w:val="007035A4"/>
    <w:rsid w:val="007035A9"/>
    <w:rsid w:val="00704C0F"/>
    <w:rsid w:val="0070542B"/>
    <w:rsid w:val="0070755B"/>
    <w:rsid w:val="00707797"/>
    <w:rsid w:val="0071012A"/>
    <w:rsid w:val="00711799"/>
    <w:rsid w:val="00712B05"/>
    <w:rsid w:val="00712B78"/>
    <w:rsid w:val="007135FE"/>
    <w:rsid w:val="0071393B"/>
    <w:rsid w:val="00713EE2"/>
    <w:rsid w:val="00714EFE"/>
    <w:rsid w:val="007171A5"/>
    <w:rsid w:val="007177FC"/>
    <w:rsid w:val="00717EFE"/>
    <w:rsid w:val="00720A77"/>
    <w:rsid w:val="00720C5E"/>
    <w:rsid w:val="00721701"/>
    <w:rsid w:val="007222A4"/>
    <w:rsid w:val="0072446B"/>
    <w:rsid w:val="00724B0D"/>
    <w:rsid w:val="0072752B"/>
    <w:rsid w:val="007310CC"/>
    <w:rsid w:val="00731264"/>
    <w:rsid w:val="00731835"/>
    <w:rsid w:val="00731EB7"/>
    <w:rsid w:val="0073263E"/>
    <w:rsid w:val="00732DBC"/>
    <w:rsid w:val="007341F8"/>
    <w:rsid w:val="00734372"/>
    <w:rsid w:val="00734EB8"/>
    <w:rsid w:val="00735F8B"/>
    <w:rsid w:val="0074090B"/>
    <w:rsid w:val="00740DB3"/>
    <w:rsid w:val="00742D1F"/>
    <w:rsid w:val="00743AC6"/>
    <w:rsid w:val="00743EBA"/>
    <w:rsid w:val="00743FF0"/>
    <w:rsid w:val="00744C8E"/>
    <w:rsid w:val="00745846"/>
    <w:rsid w:val="00745D99"/>
    <w:rsid w:val="0074707E"/>
    <w:rsid w:val="00747A42"/>
    <w:rsid w:val="00750D9F"/>
    <w:rsid w:val="00750E31"/>
    <w:rsid w:val="007516DC"/>
    <w:rsid w:val="00752E58"/>
    <w:rsid w:val="00753BAA"/>
    <w:rsid w:val="00754B80"/>
    <w:rsid w:val="00757A71"/>
    <w:rsid w:val="00760400"/>
    <w:rsid w:val="00761918"/>
    <w:rsid w:val="00762F03"/>
    <w:rsid w:val="00763E40"/>
    <w:rsid w:val="0076413B"/>
    <w:rsid w:val="007648AE"/>
    <w:rsid w:val="00764B86"/>
    <w:rsid w:val="00764BF8"/>
    <w:rsid w:val="0076514D"/>
    <w:rsid w:val="00765412"/>
    <w:rsid w:val="00770013"/>
    <w:rsid w:val="0077272F"/>
    <w:rsid w:val="00772A22"/>
    <w:rsid w:val="00772F00"/>
    <w:rsid w:val="007736A2"/>
    <w:rsid w:val="00773D59"/>
    <w:rsid w:val="007745B6"/>
    <w:rsid w:val="007763AB"/>
    <w:rsid w:val="00776A0E"/>
    <w:rsid w:val="007800F6"/>
    <w:rsid w:val="00781003"/>
    <w:rsid w:val="0078263F"/>
    <w:rsid w:val="00782BEF"/>
    <w:rsid w:val="00783E7F"/>
    <w:rsid w:val="00783F8A"/>
    <w:rsid w:val="007846DB"/>
    <w:rsid w:val="00784762"/>
    <w:rsid w:val="00784FC0"/>
    <w:rsid w:val="00786E3C"/>
    <w:rsid w:val="007911FD"/>
    <w:rsid w:val="0079172C"/>
    <w:rsid w:val="00793930"/>
    <w:rsid w:val="00793DD1"/>
    <w:rsid w:val="00794338"/>
    <w:rsid w:val="007948F4"/>
    <w:rsid w:val="00794FEC"/>
    <w:rsid w:val="007966E2"/>
    <w:rsid w:val="00796827"/>
    <w:rsid w:val="007A003E"/>
    <w:rsid w:val="007A014B"/>
    <w:rsid w:val="007A1965"/>
    <w:rsid w:val="007A228D"/>
    <w:rsid w:val="007A2314"/>
    <w:rsid w:val="007A2ED1"/>
    <w:rsid w:val="007A4BE6"/>
    <w:rsid w:val="007A69F8"/>
    <w:rsid w:val="007A72B2"/>
    <w:rsid w:val="007B0DC6"/>
    <w:rsid w:val="007B1094"/>
    <w:rsid w:val="007B1762"/>
    <w:rsid w:val="007B3320"/>
    <w:rsid w:val="007B43A0"/>
    <w:rsid w:val="007B6E84"/>
    <w:rsid w:val="007C301F"/>
    <w:rsid w:val="007C4540"/>
    <w:rsid w:val="007C59A6"/>
    <w:rsid w:val="007C65AF"/>
    <w:rsid w:val="007C7868"/>
    <w:rsid w:val="007D135D"/>
    <w:rsid w:val="007D22C6"/>
    <w:rsid w:val="007D2972"/>
    <w:rsid w:val="007D3331"/>
    <w:rsid w:val="007D34AC"/>
    <w:rsid w:val="007D4D09"/>
    <w:rsid w:val="007D5351"/>
    <w:rsid w:val="007D67E6"/>
    <w:rsid w:val="007D730F"/>
    <w:rsid w:val="007D7CD8"/>
    <w:rsid w:val="007E05D9"/>
    <w:rsid w:val="007E095F"/>
    <w:rsid w:val="007E3AA7"/>
    <w:rsid w:val="007E4067"/>
    <w:rsid w:val="007E56E4"/>
    <w:rsid w:val="007F2091"/>
    <w:rsid w:val="007F4C3F"/>
    <w:rsid w:val="007F737D"/>
    <w:rsid w:val="007F77D7"/>
    <w:rsid w:val="007F7891"/>
    <w:rsid w:val="00802AE9"/>
    <w:rsid w:val="0080308E"/>
    <w:rsid w:val="00803484"/>
    <w:rsid w:val="00803A01"/>
    <w:rsid w:val="00803F18"/>
    <w:rsid w:val="008044A1"/>
    <w:rsid w:val="00805303"/>
    <w:rsid w:val="00805E54"/>
    <w:rsid w:val="00806511"/>
    <w:rsid w:val="00806705"/>
    <w:rsid w:val="00806738"/>
    <w:rsid w:val="00810371"/>
    <w:rsid w:val="00812761"/>
    <w:rsid w:val="00812AAC"/>
    <w:rsid w:val="00813F57"/>
    <w:rsid w:val="00814232"/>
    <w:rsid w:val="0081448B"/>
    <w:rsid w:val="00815D9C"/>
    <w:rsid w:val="00817305"/>
    <w:rsid w:val="00821152"/>
    <w:rsid w:val="008216D5"/>
    <w:rsid w:val="00823E0E"/>
    <w:rsid w:val="008249CE"/>
    <w:rsid w:val="00826F99"/>
    <w:rsid w:val="008306E3"/>
    <w:rsid w:val="00831A50"/>
    <w:rsid w:val="00831B3C"/>
    <w:rsid w:val="00831C89"/>
    <w:rsid w:val="00832114"/>
    <w:rsid w:val="00834C46"/>
    <w:rsid w:val="00835AAF"/>
    <w:rsid w:val="00836206"/>
    <w:rsid w:val="008377EB"/>
    <w:rsid w:val="0084093E"/>
    <w:rsid w:val="00841CE1"/>
    <w:rsid w:val="00844A56"/>
    <w:rsid w:val="008451FF"/>
    <w:rsid w:val="0084621B"/>
    <w:rsid w:val="008473D8"/>
    <w:rsid w:val="00847855"/>
    <w:rsid w:val="0085236B"/>
    <w:rsid w:val="008528DC"/>
    <w:rsid w:val="00852B8C"/>
    <w:rsid w:val="00854981"/>
    <w:rsid w:val="00855E69"/>
    <w:rsid w:val="00857F3E"/>
    <w:rsid w:val="00861166"/>
    <w:rsid w:val="008624EA"/>
    <w:rsid w:val="008639FB"/>
    <w:rsid w:val="008643B4"/>
    <w:rsid w:val="00864B2E"/>
    <w:rsid w:val="00865963"/>
    <w:rsid w:val="0087083F"/>
    <w:rsid w:val="008715A7"/>
    <w:rsid w:val="00871842"/>
    <w:rsid w:val="00871C1D"/>
    <w:rsid w:val="00873E4A"/>
    <w:rsid w:val="008741FD"/>
    <w:rsid w:val="0087450E"/>
    <w:rsid w:val="00875A82"/>
    <w:rsid w:val="0087604A"/>
    <w:rsid w:val="00876131"/>
    <w:rsid w:val="0087667F"/>
    <w:rsid w:val="00876A24"/>
    <w:rsid w:val="00876CA3"/>
    <w:rsid w:val="008772FE"/>
    <w:rsid w:val="008775F1"/>
    <w:rsid w:val="00880BA2"/>
    <w:rsid w:val="008821AE"/>
    <w:rsid w:val="0088247A"/>
    <w:rsid w:val="00883D3A"/>
    <w:rsid w:val="008840FE"/>
    <w:rsid w:val="00884124"/>
    <w:rsid w:val="008854F7"/>
    <w:rsid w:val="00885A9D"/>
    <w:rsid w:val="00887272"/>
    <w:rsid w:val="00890A4D"/>
    <w:rsid w:val="00891232"/>
    <w:rsid w:val="00891B72"/>
    <w:rsid w:val="008929D2"/>
    <w:rsid w:val="008934A8"/>
    <w:rsid w:val="00893636"/>
    <w:rsid w:val="00893B94"/>
    <w:rsid w:val="008960DF"/>
    <w:rsid w:val="00896E9D"/>
    <w:rsid w:val="00896F11"/>
    <w:rsid w:val="008A0C14"/>
    <w:rsid w:val="008A1049"/>
    <w:rsid w:val="008A1C98"/>
    <w:rsid w:val="008A26C6"/>
    <w:rsid w:val="008A2B08"/>
    <w:rsid w:val="008A2C11"/>
    <w:rsid w:val="008A322D"/>
    <w:rsid w:val="008A4D72"/>
    <w:rsid w:val="008A54AD"/>
    <w:rsid w:val="008A6285"/>
    <w:rsid w:val="008A63B2"/>
    <w:rsid w:val="008B0527"/>
    <w:rsid w:val="008B0C34"/>
    <w:rsid w:val="008B345D"/>
    <w:rsid w:val="008B476A"/>
    <w:rsid w:val="008B626C"/>
    <w:rsid w:val="008B63E0"/>
    <w:rsid w:val="008B7B0C"/>
    <w:rsid w:val="008C0263"/>
    <w:rsid w:val="008C19C0"/>
    <w:rsid w:val="008C1FC2"/>
    <w:rsid w:val="008C2980"/>
    <w:rsid w:val="008C40ED"/>
    <w:rsid w:val="008C4DD6"/>
    <w:rsid w:val="008C5AFB"/>
    <w:rsid w:val="008C7F5F"/>
    <w:rsid w:val="008D0158"/>
    <w:rsid w:val="008D03C2"/>
    <w:rsid w:val="008D07FB"/>
    <w:rsid w:val="008D0C02"/>
    <w:rsid w:val="008D1B89"/>
    <w:rsid w:val="008D21FB"/>
    <w:rsid w:val="008D357D"/>
    <w:rsid w:val="008D435A"/>
    <w:rsid w:val="008D4761"/>
    <w:rsid w:val="008D4B20"/>
    <w:rsid w:val="008D5E6F"/>
    <w:rsid w:val="008D6C24"/>
    <w:rsid w:val="008D7139"/>
    <w:rsid w:val="008E022A"/>
    <w:rsid w:val="008E387B"/>
    <w:rsid w:val="008E5091"/>
    <w:rsid w:val="008E6087"/>
    <w:rsid w:val="008E6A3A"/>
    <w:rsid w:val="008E758D"/>
    <w:rsid w:val="008F0326"/>
    <w:rsid w:val="008F0B8E"/>
    <w:rsid w:val="008F0C00"/>
    <w:rsid w:val="008F0CEA"/>
    <w:rsid w:val="008F10A7"/>
    <w:rsid w:val="008F2F7B"/>
    <w:rsid w:val="008F422D"/>
    <w:rsid w:val="008F441C"/>
    <w:rsid w:val="008F6906"/>
    <w:rsid w:val="008F6933"/>
    <w:rsid w:val="008F755D"/>
    <w:rsid w:val="008F7A39"/>
    <w:rsid w:val="0090009D"/>
    <w:rsid w:val="00900EB8"/>
    <w:rsid w:val="009021E8"/>
    <w:rsid w:val="00902B0B"/>
    <w:rsid w:val="009039A5"/>
    <w:rsid w:val="00904677"/>
    <w:rsid w:val="00905EE2"/>
    <w:rsid w:val="00906F12"/>
    <w:rsid w:val="00911440"/>
    <w:rsid w:val="00911478"/>
    <w:rsid w:val="00911712"/>
    <w:rsid w:val="00911B27"/>
    <w:rsid w:val="00913296"/>
    <w:rsid w:val="0091332B"/>
    <w:rsid w:val="00914D71"/>
    <w:rsid w:val="00915629"/>
    <w:rsid w:val="00916920"/>
    <w:rsid w:val="00916E15"/>
    <w:rsid w:val="009170BE"/>
    <w:rsid w:val="009200BC"/>
    <w:rsid w:val="00920B55"/>
    <w:rsid w:val="009227A2"/>
    <w:rsid w:val="009262C9"/>
    <w:rsid w:val="00927A21"/>
    <w:rsid w:val="00927DF6"/>
    <w:rsid w:val="00930EB9"/>
    <w:rsid w:val="00933DC7"/>
    <w:rsid w:val="00936B7C"/>
    <w:rsid w:val="009418F4"/>
    <w:rsid w:val="009428A8"/>
    <w:rsid w:val="00942BBC"/>
    <w:rsid w:val="00944180"/>
    <w:rsid w:val="00944AA0"/>
    <w:rsid w:val="0094526C"/>
    <w:rsid w:val="0094611B"/>
    <w:rsid w:val="0094629D"/>
    <w:rsid w:val="009466AD"/>
    <w:rsid w:val="00947A3E"/>
    <w:rsid w:val="00947DA2"/>
    <w:rsid w:val="00951177"/>
    <w:rsid w:val="0095190B"/>
    <w:rsid w:val="00951D6D"/>
    <w:rsid w:val="00952FB6"/>
    <w:rsid w:val="009547C1"/>
    <w:rsid w:val="00957542"/>
    <w:rsid w:val="00960223"/>
    <w:rsid w:val="009619C5"/>
    <w:rsid w:val="009621B2"/>
    <w:rsid w:val="009626DE"/>
    <w:rsid w:val="00964C5F"/>
    <w:rsid w:val="00966970"/>
    <w:rsid w:val="009673E8"/>
    <w:rsid w:val="00973765"/>
    <w:rsid w:val="00974341"/>
    <w:rsid w:val="00974DB8"/>
    <w:rsid w:val="00976D83"/>
    <w:rsid w:val="00980661"/>
    <w:rsid w:val="0098093B"/>
    <w:rsid w:val="00981A09"/>
    <w:rsid w:val="00982642"/>
    <w:rsid w:val="009835E0"/>
    <w:rsid w:val="00983BDB"/>
    <w:rsid w:val="00983C3F"/>
    <w:rsid w:val="00984DA9"/>
    <w:rsid w:val="009876D4"/>
    <w:rsid w:val="00987E62"/>
    <w:rsid w:val="00990128"/>
    <w:rsid w:val="00990A95"/>
    <w:rsid w:val="009914A5"/>
    <w:rsid w:val="00993B16"/>
    <w:rsid w:val="0099548E"/>
    <w:rsid w:val="0099630D"/>
    <w:rsid w:val="00996456"/>
    <w:rsid w:val="00996A12"/>
    <w:rsid w:val="0099722C"/>
    <w:rsid w:val="00997B0F"/>
    <w:rsid w:val="009A0CC3"/>
    <w:rsid w:val="009A1CAD"/>
    <w:rsid w:val="009A1EF4"/>
    <w:rsid w:val="009A3440"/>
    <w:rsid w:val="009A3959"/>
    <w:rsid w:val="009A552E"/>
    <w:rsid w:val="009A5832"/>
    <w:rsid w:val="009A6838"/>
    <w:rsid w:val="009A7FF1"/>
    <w:rsid w:val="009B24B5"/>
    <w:rsid w:val="009B4EBC"/>
    <w:rsid w:val="009B5ABB"/>
    <w:rsid w:val="009B6004"/>
    <w:rsid w:val="009B73CE"/>
    <w:rsid w:val="009C0505"/>
    <w:rsid w:val="009C2461"/>
    <w:rsid w:val="009C305E"/>
    <w:rsid w:val="009C3081"/>
    <w:rsid w:val="009C32C0"/>
    <w:rsid w:val="009C3564"/>
    <w:rsid w:val="009C48CB"/>
    <w:rsid w:val="009C5A15"/>
    <w:rsid w:val="009C698E"/>
    <w:rsid w:val="009C6FE2"/>
    <w:rsid w:val="009C7674"/>
    <w:rsid w:val="009D004A"/>
    <w:rsid w:val="009D3AF4"/>
    <w:rsid w:val="009D5880"/>
    <w:rsid w:val="009D5B05"/>
    <w:rsid w:val="009D5EAC"/>
    <w:rsid w:val="009E1FD4"/>
    <w:rsid w:val="009E3673"/>
    <w:rsid w:val="009E3853"/>
    <w:rsid w:val="009E3B07"/>
    <w:rsid w:val="009E4267"/>
    <w:rsid w:val="009E428A"/>
    <w:rsid w:val="009E51D1"/>
    <w:rsid w:val="009E5531"/>
    <w:rsid w:val="009E7812"/>
    <w:rsid w:val="009F0470"/>
    <w:rsid w:val="009F171E"/>
    <w:rsid w:val="009F21D7"/>
    <w:rsid w:val="009F3D0C"/>
    <w:rsid w:val="009F3D2F"/>
    <w:rsid w:val="009F4F26"/>
    <w:rsid w:val="009F6FED"/>
    <w:rsid w:val="009F7052"/>
    <w:rsid w:val="00A00391"/>
    <w:rsid w:val="00A02668"/>
    <w:rsid w:val="00A02801"/>
    <w:rsid w:val="00A05681"/>
    <w:rsid w:val="00A064F5"/>
    <w:rsid w:val="00A06A39"/>
    <w:rsid w:val="00A07F58"/>
    <w:rsid w:val="00A10742"/>
    <w:rsid w:val="00A111F1"/>
    <w:rsid w:val="00A131CB"/>
    <w:rsid w:val="00A135D4"/>
    <w:rsid w:val="00A14847"/>
    <w:rsid w:val="00A14A41"/>
    <w:rsid w:val="00A14C1A"/>
    <w:rsid w:val="00A16D6D"/>
    <w:rsid w:val="00A211FB"/>
    <w:rsid w:val="00A21383"/>
    <w:rsid w:val="00A2199F"/>
    <w:rsid w:val="00A21B31"/>
    <w:rsid w:val="00A22D01"/>
    <w:rsid w:val="00A230ED"/>
    <w:rsid w:val="00A2360E"/>
    <w:rsid w:val="00A261A9"/>
    <w:rsid w:val="00A26E0C"/>
    <w:rsid w:val="00A311AF"/>
    <w:rsid w:val="00A32A5C"/>
    <w:rsid w:val="00A32FCB"/>
    <w:rsid w:val="00A34C25"/>
    <w:rsid w:val="00A34EF1"/>
    <w:rsid w:val="00A3507D"/>
    <w:rsid w:val="00A3624A"/>
    <w:rsid w:val="00A3717A"/>
    <w:rsid w:val="00A37F05"/>
    <w:rsid w:val="00A4088C"/>
    <w:rsid w:val="00A412C7"/>
    <w:rsid w:val="00A434B1"/>
    <w:rsid w:val="00A4379F"/>
    <w:rsid w:val="00A4456B"/>
    <w:rsid w:val="00A448D4"/>
    <w:rsid w:val="00A452E0"/>
    <w:rsid w:val="00A469E8"/>
    <w:rsid w:val="00A46BD7"/>
    <w:rsid w:val="00A47684"/>
    <w:rsid w:val="00A506DF"/>
    <w:rsid w:val="00A51794"/>
    <w:rsid w:val="00A51EA5"/>
    <w:rsid w:val="00A53742"/>
    <w:rsid w:val="00A540D5"/>
    <w:rsid w:val="00A55288"/>
    <w:rsid w:val="00A557A1"/>
    <w:rsid w:val="00A568BE"/>
    <w:rsid w:val="00A56EC0"/>
    <w:rsid w:val="00A6112E"/>
    <w:rsid w:val="00A61947"/>
    <w:rsid w:val="00A63059"/>
    <w:rsid w:val="00A63AE3"/>
    <w:rsid w:val="00A64CF6"/>
    <w:rsid w:val="00A651A4"/>
    <w:rsid w:val="00A67CF1"/>
    <w:rsid w:val="00A67FD6"/>
    <w:rsid w:val="00A71361"/>
    <w:rsid w:val="00A746E2"/>
    <w:rsid w:val="00A74C18"/>
    <w:rsid w:val="00A80303"/>
    <w:rsid w:val="00A81FF2"/>
    <w:rsid w:val="00A829B1"/>
    <w:rsid w:val="00A82B26"/>
    <w:rsid w:val="00A82E06"/>
    <w:rsid w:val="00A83904"/>
    <w:rsid w:val="00A90A79"/>
    <w:rsid w:val="00A92955"/>
    <w:rsid w:val="00A9587D"/>
    <w:rsid w:val="00A96A87"/>
    <w:rsid w:val="00A96B30"/>
    <w:rsid w:val="00AA0059"/>
    <w:rsid w:val="00AA0FB5"/>
    <w:rsid w:val="00AA1CB2"/>
    <w:rsid w:val="00AA1FEF"/>
    <w:rsid w:val="00AA442D"/>
    <w:rsid w:val="00AA59B5"/>
    <w:rsid w:val="00AA6485"/>
    <w:rsid w:val="00AA6C68"/>
    <w:rsid w:val="00AA7153"/>
    <w:rsid w:val="00AA7777"/>
    <w:rsid w:val="00AA7B84"/>
    <w:rsid w:val="00AB3F4F"/>
    <w:rsid w:val="00AB478F"/>
    <w:rsid w:val="00AB5141"/>
    <w:rsid w:val="00AB5214"/>
    <w:rsid w:val="00AB5BAD"/>
    <w:rsid w:val="00AB74C2"/>
    <w:rsid w:val="00AC03B1"/>
    <w:rsid w:val="00AC0B4C"/>
    <w:rsid w:val="00AC1164"/>
    <w:rsid w:val="00AC2296"/>
    <w:rsid w:val="00AC2754"/>
    <w:rsid w:val="00AC48B0"/>
    <w:rsid w:val="00AC4ACD"/>
    <w:rsid w:val="00AC5DFB"/>
    <w:rsid w:val="00AC62D7"/>
    <w:rsid w:val="00AC7381"/>
    <w:rsid w:val="00AC76F4"/>
    <w:rsid w:val="00AD13DC"/>
    <w:rsid w:val="00AD17A7"/>
    <w:rsid w:val="00AD2E97"/>
    <w:rsid w:val="00AD31D6"/>
    <w:rsid w:val="00AD6DE2"/>
    <w:rsid w:val="00AE0A40"/>
    <w:rsid w:val="00AE0CD6"/>
    <w:rsid w:val="00AE1ED4"/>
    <w:rsid w:val="00AE21E1"/>
    <w:rsid w:val="00AE2F8D"/>
    <w:rsid w:val="00AE3BAE"/>
    <w:rsid w:val="00AE5761"/>
    <w:rsid w:val="00AE5CCA"/>
    <w:rsid w:val="00AE6A21"/>
    <w:rsid w:val="00AE7719"/>
    <w:rsid w:val="00AF0892"/>
    <w:rsid w:val="00AF1C8F"/>
    <w:rsid w:val="00AF1DFA"/>
    <w:rsid w:val="00AF289B"/>
    <w:rsid w:val="00AF2B68"/>
    <w:rsid w:val="00AF2C12"/>
    <w:rsid w:val="00AF2C92"/>
    <w:rsid w:val="00AF2E65"/>
    <w:rsid w:val="00AF3EC1"/>
    <w:rsid w:val="00AF414B"/>
    <w:rsid w:val="00AF5025"/>
    <w:rsid w:val="00AF519F"/>
    <w:rsid w:val="00AF5387"/>
    <w:rsid w:val="00AF551E"/>
    <w:rsid w:val="00AF55F5"/>
    <w:rsid w:val="00AF6043"/>
    <w:rsid w:val="00AF634F"/>
    <w:rsid w:val="00AF7E86"/>
    <w:rsid w:val="00B0034D"/>
    <w:rsid w:val="00B00CAE"/>
    <w:rsid w:val="00B024B9"/>
    <w:rsid w:val="00B03CA7"/>
    <w:rsid w:val="00B06A5E"/>
    <w:rsid w:val="00B077FA"/>
    <w:rsid w:val="00B1218A"/>
    <w:rsid w:val="00B127D7"/>
    <w:rsid w:val="00B13B0C"/>
    <w:rsid w:val="00B13FB7"/>
    <w:rsid w:val="00B14408"/>
    <w:rsid w:val="00B1453A"/>
    <w:rsid w:val="00B158BA"/>
    <w:rsid w:val="00B166F9"/>
    <w:rsid w:val="00B2069B"/>
    <w:rsid w:val="00B20F82"/>
    <w:rsid w:val="00B24744"/>
    <w:rsid w:val="00B25BD5"/>
    <w:rsid w:val="00B27D0B"/>
    <w:rsid w:val="00B300D9"/>
    <w:rsid w:val="00B34079"/>
    <w:rsid w:val="00B3793A"/>
    <w:rsid w:val="00B401BA"/>
    <w:rsid w:val="00B407E4"/>
    <w:rsid w:val="00B425B6"/>
    <w:rsid w:val="00B42A72"/>
    <w:rsid w:val="00B42BDB"/>
    <w:rsid w:val="00B43F1B"/>
    <w:rsid w:val="00B441AE"/>
    <w:rsid w:val="00B45A65"/>
    <w:rsid w:val="00B45F33"/>
    <w:rsid w:val="00B46D50"/>
    <w:rsid w:val="00B52E7B"/>
    <w:rsid w:val="00B53170"/>
    <w:rsid w:val="00B53E2B"/>
    <w:rsid w:val="00B548B9"/>
    <w:rsid w:val="00B55815"/>
    <w:rsid w:val="00B566D2"/>
    <w:rsid w:val="00B567C0"/>
    <w:rsid w:val="00B56DBE"/>
    <w:rsid w:val="00B62999"/>
    <w:rsid w:val="00B63BE3"/>
    <w:rsid w:val="00B6407D"/>
    <w:rsid w:val="00B64885"/>
    <w:rsid w:val="00B64FA3"/>
    <w:rsid w:val="00B66810"/>
    <w:rsid w:val="00B66D81"/>
    <w:rsid w:val="00B679CF"/>
    <w:rsid w:val="00B67FC2"/>
    <w:rsid w:val="00B7021E"/>
    <w:rsid w:val="00B71277"/>
    <w:rsid w:val="00B72BE3"/>
    <w:rsid w:val="00B737A3"/>
    <w:rsid w:val="00B73B80"/>
    <w:rsid w:val="00B73ED2"/>
    <w:rsid w:val="00B75812"/>
    <w:rsid w:val="00B763CC"/>
    <w:rsid w:val="00B770C7"/>
    <w:rsid w:val="00B80F26"/>
    <w:rsid w:val="00B822BD"/>
    <w:rsid w:val="00B841E5"/>
    <w:rsid w:val="00B842F4"/>
    <w:rsid w:val="00B865BD"/>
    <w:rsid w:val="00B90CE1"/>
    <w:rsid w:val="00B91A7B"/>
    <w:rsid w:val="00B929DD"/>
    <w:rsid w:val="00B92CDE"/>
    <w:rsid w:val="00B9390F"/>
    <w:rsid w:val="00B93AF6"/>
    <w:rsid w:val="00B94EA6"/>
    <w:rsid w:val="00B95405"/>
    <w:rsid w:val="00B96070"/>
    <w:rsid w:val="00B963F1"/>
    <w:rsid w:val="00BA020A"/>
    <w:rsid w:val="00BA02C5"/>
    <w:rsid w:val="00BA4CBB"/>
    <w:rsid w:val="00BA5090"/>
    <w:rsid w:val="00BA55B5"/>
    <w:rsid w:val="00BA79F8"/>
    <w:rsid w:val="00BA7D00"/>
    <w:rsid w:val="00BB0052"/>
    <w:rsid w:val="00BB025A"/>
    <w:rsid w:val="00BB02A4"/>
    <w:rsid w:val="00BB08A5"/>
    <w:rsid w:val="00BB1270"/>
    <w:rsid w:val="00BB1E44"/>
    <w:rsid w:val="00BB202A"/>
    <w:rsid w:val="00BB2514"/>
    <w:rsid w:val="00BB3494"/>
    <w:rsid w:val="00BB46EF"/>
    <w:rsid w:val="00BB4930"/>
    <w:rsid w:val="00BB4A7F"/>
    <w:rsid w:val="00BB5267"/>
    <w:rsid w:val="00BB52B8"/>
    <w:rsid w:val="00BB59D8"/>
    <w:rsid w:val="00BB7650"/>
    <w:rsid w:val="00BB7E69"/>
    <w:rsid w:val="00BC0709"/>
    <w:rsid w:val="00BC0E51"/>
    <w:rsid w:val="00BC3C1F"/>
    <w:rsid w:val="00BC53EA"/>
    <w:rsid w:val="00BC6B83"/>
    <w:rsid w:val="00BC7CE7"/>
    <w:rsid w:val="00BC7ECB"/>
    <w:rsid w:val="00BD026D"/>
    <w:rsid w:val="00BD0374"/>
    <w:rsid w:val="00BD2939"/>
    <w:rsid w:val="00BD295E"/>
    <w:rsid w:val="00BD3CE2"/>
    <w:rsid w:val="00BD4664"/>
    <w:rsid w:val="00BD4CF3"/>
    <w:rsid w:val="00BD51E3"/>
    <w:rsid w:val="00BD6689"/>
    <w:rsid w:val="00BD78DA"/>
    <w:rsid w:val="00BE1193"/>
    <w:rsid w:val="00BE2E2D"/>
    <w:rsid w:val="00BE3F0F"/>
    <w:rsid w:val="00BE4EC4"/>
    <w:rsid w:val="00BE5BC1"/>
    <w:rsid w:val="00BE6F54"/>
    <w:rsid w:val="00BF0E1C"/>
    <w:rsid w:val="00BF15AA"/>
    <w:rsid w:val="00BF2AF2"/>
    <w:rsid w:val="00BF4849"/>
    <w:rsid w:val="00BF4BFF"/>
    <w:rsid w:val="00BF4EA7"/>
    <w:rsid w:val="00BF5826"/>
    <w:rsid w:val="00BF6525"/>
    <w:rsid w:val="00BF6990"/>
    <w:rsid w:val="00C00EDB"/>
    <w:rsid w:val="00C021FC"/>
    <w:rsid w:val="00C02863"/>
    <w:rsid w:val="00C037B3"/>
    <w:rsid w:val="00C0383A"/>
    <w:rsid w:val="00C040F0"/>
    <w:rsid w:val="00C044FA"/>
    <w:rsid w:val="00C067FF"/>
    <w:rsid w:val="00C06DD7"/>
    <w:rsid w:val="00C114D5"/>
    <w:rsid w:val="00C11F73"/>
    <w:rsid w:val="00C12862"/>
    <w:rsid w:val="00C1333E"/>
    <w:rsid w:val="00C135F2"/>
    <w:rsid w:val="00C137DD"/>
    <w:rsid w:val="00C13D28"/>
    <w:rsid w:val="00C14585"/>
    <w:rsid w:val="00C16136"/>
    <w:rsid w:val="00C165A0"/>
    <w:rsid w:val="00C1729C"/>
    <w:rsid w:val="00C20AC5"/>
    <w:rsid w:val="00C2142B"/>
    <w:rsid w:val="00C216CE"/>
    <w:rsid w:val="00C2184F"/>
    <w:rsid w:val="00C2250C"/>
    <w:rsid w:val="00C2262B"/>
    <w:rsid w:val="00C22A78"/>
    <w:rsid w:val="00C23232"/>
    <w:rsid w:val="00C23C7E"/>
    <w:rsid w:val="00C246C5"/>
    <w:rsid w:val="00C25A82"/>
    <w:rsid w:val="00C27BE0"/>
    <w:rsid w:val="00C30A2A"/>
    <w:rsid w:val="00C31496"/>
    <w:rsid w:val="00C33993"/>
    <w:rsid w:val="00C36590"/>
    <w:rsid w:val="00C4069E"/>
    <w:rsid w:val="00C41ADC"/>
    <w:rsid w:val="00C422F6"/>
    <w:rsid w:val="00C44149"/>
    <w:rsid w:val="00C44410"/>
    <w:rsid w:val="00C44A15"/>
    <w:rsid w:val="00C4630A"/>
    <w:rsid w:val="00C50EFA"/>
    <w:rsid w:val="00C523F0"/>
    <w:rsid w:val="00C526D2"/>
    <w:rsid w:val="00C52AC0"/>
    <w:rsid w:val="00C535E1"/>
    <w:rsid w:val="00C53A91"/>
    <w:rsid w:val="00C5416A"/>
    <w:rsid w:val="00C54ECA"/>
    <w:rsid w:val="00C55175"/>
    <w:rsid w:val="00C5521B"/>
    <w:rsid w:val="00C5794E"/>
    <w:rsid w:val="00C60089"/>
    <w:rsid w:val="00C60968"/>
    <w:rsid w:val="00C6128E"/>
    <w:rsid w:val="00C6177F"/>
    <w:rsid w:val="00C620B1"/>
    <w:rsid w:val="00C63D39"/>
    <w:rsid w:val="00C63EDD"/>
    <w:rsid w:val="00C65152"/>
    <w:rsid w:val="00C65B36"/>
    <w:rsid w:val="00C707A9"/>
    <w:rsid w:val="00C70DFC"/>
    <w:rsid w:val="00C71F54"/>
    <w:rsid w:val="00C7292E"/>
    <w:rsid w:val="00C743AD"/>
    <w:rsid w:val="00C74E88"/>
    <w:rsid w:val="00C80924"/>
    <w:rsid w:val="00C81190"/>
    <w:rsid w:val="00C816C6"/>
    <w:rsid w:val="00C8286B"/>
    <w:rsid w:val="00C83AE9"/>
    <w:rsid w:val="00C87905"/>
    <w:rsid w:val="00C903E2"/>
    <w:rsid w:val="00C912A3"/>
    <w:rsid w:val="00C922CD"/>
    <w:rsid w:val="00C92AF5"/>
    <w:rsid w:val="00C92DA5"/>
    <w:rsid w:val="00C93BF1"/>
    <w:rsid w:val="00C93ECC"/>
    <w:rsid w:val="00C94067"/>
    <w:rsid w:val="00C947F8"/>
    <w:rsid w:val="00C9515F"/>
    <w:rsid w:val="00C963C5"/>
    <w:rsid w:val="00C96DDA"/>
    <w:rsid w:val="00C979D6"/>
    <w:rsid w:val="00CA030C"/>
    <w:rsid w:val="00CA13C6"/>
    <w:rsid w:val="00CA18AD"/>
    <w:rsid w:val="00CA1F41"/>
    <w:rsid w:val="00CA2057"/>
    <w:rsid w:val="00CA32EE"/>
    <w:rsid w:val="00CA355E"/>
    <w:rsid w:val="00CA45C5"/>
    <w:rsid w:val="00CA499B"/>
    <w:rsid w:val="00CA5771"/>
    <w:rsid w:val="00CA6A1A"/>
    <w:rsid w:val="00CA7C95"/>
    <w:rsid w:val="00CB12AD"/>
    <w:rsid w:val="00CB1F36"/>
    <w:rsid w:val="00CB29ED"/>
    <w:rsid w:val="00CB4717"/>
    <w:rsid w:val="00CB7BA0"/>
    <w:rsid w:val="00CC06E6"/>
    <w:rsid w:val="00CC1E75"/>
    <w:rsid w:val="00CC2E0E"/>
    <w:rsid w:val="00CC2FDA"/>
    <w:rsid w:val="00CC361C"/>
    <w:rsid w:val="00CC474B"/>
    <w:rsid w:val="00CC49D4"/>
    <w:rsid w:val="00CC658C"/>
    <w:rsid w:val="00CC66E6"/>
    <w:rsid w:val="00CC67BF"/>
    <w:rsid w:val="00CD0843"/>
    <w:rsid w:val="00CD0D97"/>
    <w:rsid w:val="00CD399A"/>
    <w:rsid w:val="00CD4E31"/>
    <w:rsid w:val="00CD5564"/>
    <w:rsid w:val="00CD5A78"/>
    <w:rsid w:val="00CD63F1"/>
    <w:rsid w:val="00CD666E"/>
    <w:rsid w:val="00CD71F9"/>
    <w:rsid w:val="00CD7345"/>
    <w:rsid w:val="00CD7BF6"/>
    <w:rsid w:val="00CE19DE"/>
    <w:rsid w:val="00CE372E"/>
    <w:rsid w:val="00CE3796"/>
    <w:rsid w:val="00CE49CA"/>
    <w:rsid w:val="00CE583A"/>
    <w:rsid w:val="00CE6AA4"/>
    <w:rsid w:val="00CE7569"/>
    <w:rsid w:val="00CF0788"/>
    <w:rsid w:val="00CF0A1B"/>
    <w:rsid w:val="00CF19F6"/>
    <w:rsid w:val="00CF2EA3"/>
    <w:rsid w:val="00CF2F4F"/>
    <w:rsid w:val="00CF4141"/>
    <w:rsid w:val="00CF536D"/>
    <w:rsid w:val="00D00B91"/>
    <w:rsid w:val="00D01B45"/>
    <w:rsid w:val="00D02E9D"/>
    <w:rsid w:val="00D03174"/>
    <w:rsid w:val="00D03254"/>
    <w:rsid w:val="00D05A78"/>
    <w:rsid w:val="00D063A0"/>
    <w:rsid w:val="00D067EA"/>
    <w:rsid w:val="00D1038E"/>
    <w:rsid w:val="00D10CB8"/>
    <w:rsid w:val="00D10D89"/>
    <w:rsid w:val="00D12806"/>
    <w:rsid w:val="00D12D44"/>
    <w:rsid w:val="00D15018"/>
    <w:rsid w:val="00D157DF"/>
    <w:rsid w:val="00D158AC"/>
    <w:rsid w:val="00D1643C"/>
    <w:rsid w:val="00D1694C"/>
    <w:rsid w:val="00D17257"/>
    <w:rsid w:val="00D17F97"/>
    <w:rsid w:val="00D20F5E"/>
    <w:rsid w:val="00D21379"/>
    <w:rsid w:val="00D216F7"/>
    <w:rsid w:val="00D219EA"/>
    <w:rsid w:val="00D230B2"/>
    <w:rsid w:val="00D23B76"/>
    <w:rsid w:val="00D24B4A"/>
    <w:rsid w:val="00D251F7"/>
    <w:rsid w:val="00D3298E"/>
    <w:rsid w:val="00D32CC6"/>
    <w:rsid w:val="00D34418"/>
    <w:rsid w:val="00D36197"/>
    <w:rsid w:val="00D3744E"/>
    <w:rsid w:val="00D379A3"/>
    <w:rsid w:val="00D40887"/>
    <w:rsid w:val="00D41C98"/>
    <w:rsid w:val="00D4525F"/>
    <w:rsid w:val="00D45B97"/>
    <w:rsid w:val="00D45FF3"/>
    <w:rsid w:val="00D50939"/>
    <w:rsid w:val="00D51123"/>
    <w:rsid w:val="00D512CF"/>
    <w:rsid w:val="00D528B9"/>
    <w:rsid w:val="00D53186"/>
    <w:rsid w:val="00D53698"/>
    <w:rsid w:val="00D5487D"/>
    <w:rsid w:val="00D57A58"/>
    <w:rsid w:val="00D60140"/>
    <w:rsid w:val="00D6024A"/>
    <w:rsid w:val="00D608B5"/>
    <w:rsid w:val="00D609D5"/>
    <w:rsid w:val="00D60BDA"/>
    <w:rsid w:val="00D6152E"/>
    <w:rsid w:val="00D62237"/>
    <w:rsid w:val="00D64638"/>
    <w:rsid w:val="00D64739"/>
    <w:rsid w:val="00D64EF4"/>
    <w:rsid w:val="00D661EA"/>
    <w:rsid w:val="00D71B1E"/>
    <w:rsid w:val="00D71BB5"/>
    <w:rsid w:val="00D71F99"/>
    <w:rsid w:val="00D7251D"/>
    <w:rsid w:val="00D73CA4"/>
    <w:rsid w:val="00D73D71"/>
    <w:rsid w:val="00D74396"/>
    <w:rsid w:val="00D75C5F"/>
    <w:rsid w:val="00D7673C"/>
    <w:rsid w:val="00D7724D"/>
    <w:rsid w:val="00D80284"/>
    <w:rsid w:val="00D81F71"/>
    <w:rsid w:val="00D84A2E"/>
    <w:rsid w:val="00D860E9"/>
    <w:rsid w:val="00D8642D"/>
    <w:rsid w:val="00D86B62"/>
    <w:rsid w:val="00D90A22"/>
    <w:rsid w:val="00D90A5E"/>
    <w:rsid w:val="00D91A68"/>
    <w:rsid w:val="00D9230D"/>
    <w:rsid w:val="00D95951"/>
    <w:rsid w:val="00D95A68"/>
    <w:rsid w:val="00DA0188"/>
    <w:rsid w:val="00DA01C0"/>
    <w:rsid w:val="00DA0FDD"/>
    <w:rsid w:val="00DA17C7"/>
    <w:rsid w:val="00DA1DA3"/>
    <w:rsid w:val="00DA3651"/>
    <w:rsid w:val="00DA4A59"/>
    <w:rsid w:val="00DA5668"/>
    <w:rsid w:val="00DA5A86"/>
    <w:rsid w:val="00DA65D6"/>
    <w:rsid w:val="00DA6A9A"/>
    <w:rsid w:val="00DB0A7E"/>
    <w:rsid w:val="00DB1C12"/>
    <w:rsid w:val="00DB1EFD"/>
    <w:rsid w:val="00DB3482"/>
    <w:rsid w:val="00DB3EAF"/>
    <w:rsid w:val="00DB46C6"/>
    <w:rsid w:val="00DB71A0"/>
    <w:rsid w:val="00DC3203"/>
    <w:rsid w:val="00DC3C99"/>
    <w:rsid w:val="00DC41F6"/>
    <w:rsid w:val="00DC52F5"/>
    <w:rsid w:val="00DC5FD0"/>
    <w:rsid w:val="00DC7893"/>
    <w:rsid w:val="00DD0354"/>
    <w:rsid w:val="00DD27D7"/>
    <w:rsid w:val="00DD3EDF"/>
    <w:rsid w:val="00DD458C"/>
    <w:rsid w:val="00DD52F4"/>
    <w:rsid w:val="00DD5373"/>
    <w:rsid w:val="00DD72E9"/>
    <w:rsid w:val="00DD7605"/>
    <w:rsid w:val="00DE125B"/>
    <w:rsid w:val="00DE1B6D"/>
    <w:rsid w:val="00DE2020"/>
    <w:rsid w:val="00DE3431"/>
    <w:rsid w:val="00DE3476"/>
    <w:rsid w:val="00DE469D"/>
    <w:rsid w:val="00DE4B55"/>
    <w:rsid w:val="00DE7BEA"/>
    <w:rsid w:val="00DF0001"/>
    <w:rsid w:val="00DF02E0"/>
    <w:rsid w:val="00DF10BA"/>
    <w:rsid w:val="00DF15C2"/>
    <w:rsid w:val="00DF2B28"/>
    <w:rsid w:val="00DF5B84"/>
    <w:rsid w:val="00DF6D5B"/>
    <w:rsid w:val="00DF771B"/>
    <w:rsid w:val="00DF7EE2"/>
    <w:rsid w:val="00E01BAA"/>
    <w:rsid w:val="00E0282A"/>
    <w:rsid w:val="00E02F9B"/>
    <w:rsid w:val="00E03248"/>
    <w:rsid w:val="00E047AC"/>
    <w:rsid w:val="00E04D1E"/>
    <w:rsid w:val="00E07E14"/>
    <w:rsid w:val="00E10585"/>
    <w:rsid w:val="00E1150C"/>
    <w:rsid w:val="00E14BF1"/>
    <w:rsid w:val="00E14F94"/>
    <w:rsid w:val="00E164DD"/>
    <w:rsid w:val="00E17336"/>
    <w:rsid w:val="00E17628"/>
    <w:rsid w:val="00E17D15"/>
    <w:rsid w:val="00E2059C"/>
    <w:rsid w:val="00E20AAD"/>
    <w:rsid w:val="00E217F2"/>
    <w:rsid w:val="00E226D8"/>
    <w:rsid w:val="00E22B95"/>
    <w:rsid w:val="00E22BB3"/>
    <w:rsid w:val="00E26B30"/>
    <w:rsid w:val="00E2721B"/>
    <w:rsid w:val="00E30331"/>
    <w:rsid w:val="00E30BB8"/>
    <w:rsid w:val="00E316EA"/>
    <w:rsid w:val="00E31F9C"/>
    <w:rsid w:val="00E33518"/>
    <w:rsid w:val="00E337ED"/>
    <w:rsid w:val="00E36ABF"/>
    <w:rsid w:val="00E40488"/>
    <w:rsid w:val="00E41737"/>
    <w:rsid w:val="00E41C00"/>
    <w:rsid w:val="00E46CB4"/>
    <w:rsid w:val="00E47023"/>
    <w:rsid w:val="00E4724C"/>
    <w:rsid w:val="00E500E5"/>
    <w:rsid w:val="00E50367"/>
    <w:rsid w:val="00E503FE"/>
    <w:rsid w:val="00E5087D"/>
    <w:rsid w:val="00E51051"/>
    <w:rsid w:val="00E5193B"/>
    <w:rsid w:val="00E51ABA"/>
    <w:rsid w:val="00E51B71"/>
    <w:rsid w:val="00E524CB"/>
    <w:rsid w:val="00E55C17"/>
    <w:rsid w:val="00E55CF1"/>
    <w:rsid w:val="00E56632"/>
    <w:rsid w:val="00E569D3"/>
    <w:rsid w:val="00E56C8D"/>
    <w:rsid w:val="00E57D69"/>
    <w:rsid w:val="00E60640"/>
    <w:rsid w:val="00E65456"/>
    <w:rsid w:val="00E65A91"/>
    <w:rsid w:val="00E66188"/>
    <w:rsid w:val="00E664FB"/>
    <w:rsid w:val="00E66812"/>
    <w:rsid w:val="00E672F0"/>
    <w:rsid w:val="00E70373"/>
    <w:rsid w:val="00E72E40"/>
    <w:rsid w:val="00E734AC"/>
    <w:rsid w:val="00E73665"/>
    <w:rsid w:val="00E73999"/>
    <w:rsid w:val="00E73BDC"/>
    <w:rsid w:val="00E73CAD"/>
    <w:rsid w:val="00E73E9E"/>
    <w:rsid w:val="00E74EFF"/>
    <w:rsid w:val="00E754EE"/>
    <w:rsid w:val="00E75B87"/>
    <w:rsid w:val="00E778D3"/>
    <w:rsid w:val="00E77CEE"/>
    <w:rsid w:val="00E80F1D"/>
    <w:rsid w:val="00E81660"/>
    <w:rsid w:val="00E82D21"/>
    <w:rsid w:val="00E854FE"/>
    <w:rsid w:val="00E858E7"/>
    <w:rsid w:val="00E85FFB"/>
    <w:rsid w:val="00E906CC"/>
    <w:rsid w:val="00E9081D"/>
    <w:rsid w:val="00E91381"/>
    <w:rsid w:val="00E9312F"/>
    <w:rsid w:val="00E939A0"/>
    <w:rsid w:val="00E97E4E"/>
    <w:rsid w:val="00EA04C5"/>
    <w:rsid w:val="00EA0E39"/>
    <w:rsid w:val="00EA1CC2"/>
    <w:rsid w:val="00EA2D76"/>
    <w:rsid w:val="00EA35C2"/>
    <w:rsid w:val="00EA4644"/>
    <w:rsid w:val="00EA758A"/>
    <w:rsid w:val="00EB02F9"/>
    <w:rsid w:val="00EB096F"/>
    <w:rsid w:val="00EB0B03"/>
    <w:rsid w:val="00EB0ED1"/>
    <w:rsid w:val="00EB199F"/>
    <w:rsid w:val="00EB21A4"/>
    <w:rsid w:val="00EB27C4"/>
    <w:rsid w:val="00EB5017"/>
    <w:rsid w:val="00EB5387"/>
    <w:rsid w:val="00EB5C10"/>
    <w:rsid w:val="00EB6CE6"/>
    <w:rsid w:val="00EB6D26"/>
    <w:rsid w:val="00EB7105"/>
    <w:rsid w:val="00EB7322"/>
    <w:rsid w:val="00EC0FE9"/>
    <w:rsid w:val="00EC198B"/>
    <w:rsid w:val="00EC426D"/>
    <w:rsid w:val="00EC5247"/>
    <w:rsid w:val="00EC571B"/>
    <w:rsid w:val="00EC57D7"/>
    <w:rsid w:val="00EC5E7A"/>
    <w:rsid w:val="00EC6385"/>
    <w:rsid w:val="00ED0106"/>
    <w:rsid w:val="00ED07D6"/>
    <w:rsid w:val="00ED130F"/>
    <w:rsid w:val="00ED142E"/>
    <w:rsid w:val="00ED1DE9"/>
    <w:rsid w:val="00ED200C"/>
    <w:rsid w:val="00ED23D4"/>
    <w:rsid w:val="00ED2FB9"/>
    <w:rsid w:val="00ED3494"/>
    <w:rsid w:val="00ED5063"/>
    <w:rsid w:val="00ED50A7"/>
    <w:rsid w:val="00ED5E0B"/>
    <w:rsid w:val="00ED5F61"/>
    <w:rsid w:val="00EE021A"/>
    <w:rsid w:val="00EE0871"/>
    <w:rsid w:val="00EE0C19"/>
    <w:rsid w:val="00EE1246"/>
    <w:rsid w:val="00EE1744"/>
    <w:rsid w:val="00EE2FA5"/>
    <w:rsid w:val="00EE37B6"/>
    <w:rsid w:val="00EE50A1"/>
    <w:rsid w:val="00EE596E"/>
    <w:rsid w:val="00EE60D3"/>
    <w:rsid w:val="00EE6ABB"/>
    <w:rsid w:val="00EE6B57"/>
    <w:rsid w:val="00EE7D81"/>
    <w:rsid w:val="00EF04F7"/>
    <w:rsid w:val="00EF0921"/>
    <w:rsid w:val="00EF0F45"/>
    <w:rsid w:val="00EF10C8"/>
    <w:rsid w:val="00EF29F9"/>
    <w:rsid w:val="00EF3882"/>
    <w:rsid w:val="00EF56F3"/>
    <w:rsid w:val="00EF6E07"/>
    <w:rsid w:val="00EF7463"/>
    <w:rsid w:val="00EF7971"/>
    <w:rsid w:val="00F002EF"/>
    <w:rsid w:val="00F0151E"/>
    <w:rsid w:val="00F01EE9"/>
    <w:rsid w:val="00F04900"/>
    <w:rsid w:val="00F04911"/>
    <w:rsid w:val="00F05F8B"/>
    <w:rsid w:val="00F065A4"/>
    <w:rsid w:val="00F06699"/>
    <w:rsid w:val="00F1201B"/>
    <w:rsid w:val="00F126B9"/>
    <w:rsid w:val="00F12715"/>
    <w:rsid w:val="00F12FA6"/>
    <w:rsid w:val="00F137CC"/>
    <w:rsid w:val="00F13FDE"/>
    <w:rsid w:val="00F144D5"/>
    <w:rsid w:val="00F146F0"/>
    <w:rsid w:val="00F15039"/>
    <w:rsid w:val="00F15CF4"/>
    <w:rsid w:val="00F20FF3"/>
    <w:rsid w:val="00F2190B"/>
    <w:rsid w:val="00F228B5"/>
    <w:rsid w:val="00F233BB"/>
    <w:rsid w:val="00F23778"/>
    <w:rsid w:val="00F2389C"/>
    <w:rsid w:val="00F25C67"/>
    <w:rsid w:val="00F2787D"/>
    <w:rsid w:val="00F279FA"/>
    <w:rsid w:val="00F30D61"/>
    <w:rsid w:val="00F30DFF"/>
    <w:rsid w:val="00F32B80"/>
    <w:rsid w:val="00F32D0F"/>
    <w:rsid w:val="00F340EB"/>
    <w:rsid w:val="00F35285"/>
    <w:rsid w:val="00F35C52"/>
    <w:rsid w:val="00F36F3A"/>
    <w:rsid w:val="00F40856"/>
    <w:rsid w:val="00F41705"/>
    <w:rsid w:val="00F41A09"/>
    <w:rsid w:val="00F42758"/>
    <w:rsid w:val="00F43AA0"/>
    <w:rsid w:val="00F43B9D"/>
    <w:rsid w:val="00F445AD"/>
    <w:rsid w:val="00F44D5E"/>
    <w:rsid w:val="00F46181"/>
    <w:rsid w:val="00F51838"/>
    <w:rsid w:val="00F51C45"/>
    <w:rsid w:val="00F52CD6"/>
    <w:rsid w:val="00F53A35"/>
    <w:rsid w:val="00F53EC3"/>
    <w:rsid w:val="00F54150"/>
    <w:rsid w:val="00F543A3"/>
    <w:rsid w:val="00F54547"/>
    <w:rsid w:val="00F54842"/>
    <w:rsid w:val="00F55A3D"/>
    <w:rsid w:val="00F56F59"/>
    <w:rsid w:val="00F5744B"/>
    <w:rsid w:val="00F6053B"/>
    <w:rsid w:val="00F607C0"/>
    <w:rsid w:val="00F61209"/>
    <w:rsid w:val="00F6230D"/>
    <w:rsid w:val="00F6259E"/>
    <w:rsid w:val="00F64074"/>
    <w:rsid w:val="00F64FA5"/>
    <w:rsid w:val="00F65DD4"/>
    <w:rsid w:val="00F6604D"/>
    <w:rsid w:val="00F67299"/>
    <w:rsid w:val="00F672B2"/>
    <w:rsid w:val="00F67533"/>
    <w:rsid w:val="00F7044E"/>
    <w:rsid w:val="00F71B36"/>
    <w:rsid w:val="00F7218F"/>
    <w:rsid w:val="00F732D6"/>
    <w:rsid w:val="00F73549"/>
    <w:rsid w:val="00F73A8A"/>
    <w:rsid w:val="00F75A81"/>
    <w:rsid w:val="00F81669"/>
    <w:rsid w:val="00F83704"/>
    <w:rsid w:val="00F838C1"/>
    <w:rsid w:val="00F83973"/>
    <w:rsid w:val="00F84394"/>
    <w:rsid w:val="00F86B91"/>
    <w:rsid w:val="00F87B10"/>
    <w:rsid w:val="00F87FA3"/>
    <w:rsid w:val="00F900D2"/>
    <w:rsid w:val="00F903ED"/>
    <w:rsid w:val="00F9282A"/>
    <w:rsid w:val="00F93D8C"/>
    <w:rsid w:val="00F96B98"/>
    <w:rsid w:val="00F96F86"/>
    <w:rsid w:val="00FA2DD8"/>
    <w:rsid w:val="00FA3102"/>
    <w:rsid w:val="00FA3D0D"/>
    <w:rsid w:val="00FA48D4"/>
    <w:rsid w:val="00FA5002"/>
    <w:rsid w:val="00FA54FA"/>
    <w:rsid w:val="00FA581F"/>
    <w:rsid w:val="00FA5ED6"/>
    <w:rsid w:val="00FA6D39"/>
    <w:rsid w:val="00FA7A05"/>
    <w:rsid w:val="00FA7EF0"/>
    <w:rsid w:val="00FB227E"/>
    <w:rsid w:val="00FB3055"/>
    <w:rsid w:val="00FB3D61"/>
    <w:rsid w:val="00FB40B7"/>
    <w:rsid w:val="00FB44CE"/>
    <w:rsid w:val="00FB5009"/>
    <w:rsid w:val="00FB6945"/>
    <w:rsid w:val="00FB76AB"/>
    <w:rsid w:val="00FC05CE"/>
    <w:rsid w:val="00FC1496"/>
    <w:rsid w:val="00FC59FD"/>
    <w:rsid w:val="00FC5FAB"/>
    <w:rsid w:val="00FC6356"/>
    <w:rsid w:val="00FC63CA"/>
    <w:rsid w:val="00FC70F0"/>
    <w:rsid w:val="00FD03FE"/>
    <w:rsid w:val="00FD0B3B"/>
    <w:rsid w:val="00FD126E"/>
    <w:rsid w:val="00FD1B80"/>
    <w:rsid w:val="00FD1E4A"/>
    <w:rsid w:val="00FD265E"/>
    <w:rsid w:val="00FD2E87"/>
    <w:rsid w:val="00FD307B"/>
    <w:rsid w:val="00FD3C36"/>
    <w:rsid w:val="00FD3F61"/>
    <w:rsid w:val="00FD4D81"/>
    <w:rsid w:val="00FD508F"/>
    <w:rsid w:val="00FD7498"/>
    <w:rsid w:val="00FD79BE"/>
    <w:rsid w:val="00FD7FB3"/>
    <w:rsid w:val="00FE181B"/>
    <w:rsid w:val="00FE267F"/>
    <w:rsid w:val="00FE2E0F"/>
    <w:rsid w:val="00FE4713"/>
    <w:rsid w:val="00FE49CF"/>
    <w:rsid w:val="00FE6539"/>
    <w:rsid w:val="00FE78F9"/>
    <w:rsid w:val="00FE7A73"/>
    <w:rsid w:val="00FE7AD8"/>
    <w:rsid w:val="00FF0A90"/>
    <w:rsid w:val="00FF1345"/>
    <w:rsid w:val="00FF1920"/>
    <w:rsid w:val="00FF1F44"/>
    <w:rsid w:val="00FF1FA1"/>
    <w:rsid w:val="00FF225E"/>
    <w:rsid w:val="00FF30C7"/>
    <w:rsid w:val="00FF34AA"/>
    <w:rsid w:val="00FF36EC"/>
    <w:rsid w:val="00FF5F28"/>
    <w:rsid w:val="00FF672C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095770"/>
  <w14:defaultImageDpi w14:val="330"/>
  <w15:docId w15:val="{6FF37833-BBE4-461F-ADC3-79C73D15E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096F"/>
    <w:pPr>
      <w:spacing w:line="480" w:lineRule="auto"/>
    </w:pPr>
    <w:rPr>
      <w:sz w:val="24"/>
      <w:szCs w:val="24"/>
    </w:rPr>
  </w:style>
  <w:style w:type="paragraph" w:styleId="Heading1">
    <w:name w:val="heading 1"/>
    <w:basedOn w:val="Normal"/>
    <w:next w:val="Paragraph"/>
    <w:link w:val="Heading1Char"/>
    <w:qFormat/>
    <w:rsid w:val="00AE1ED4"/>
    <w:pPr>
      <w:keepNext/>
      <w:spacing w:before="360" w:after="60" w:line="360" w:lineRule="auto"/>
      <w:ind w:right="567"/>
      <w:contextualSpacing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Paragraph"/>
    <w:link w:val="Heading2Char"/>
    <w:qFormat/>
    <w:rsid w:val="008D07FB"/>
    <w:pPr>
      <w:keepNext/>
      <w:spacing w:before="360" w:after="60" w:line="360" w:lineRule="auto"/>
      <w:ind w:right="567"/>
      <w:contextualSpacing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Paragraph"/>
    <w:link w:val="Heading3Char"/>
    <w:qFormat/>
    <w:rsid w:val="00DF7EE2"/>
    <w:pPr>
      <w:keepNext/>
      <w:spacing w:before="360" w:after="60" w:line="360" w:lineRule="auto"/>
      <w:ind w:right="567"/>
      <w:contextualSpacing/>
      <w:outlineLvl w:val="2"/>
    </w:pPr>
    <w:rPr>
      <w:rFonts w:cs="Arial"/>
      <w:bCs/>
      <w:i/>
      <w:szCs w:val="26"/>
    </w:rPr>
  </w:style>
  <w:style w:type="paragraph" w:styleId="Heading4">
    <w:name w:val="heading 4"/>
    <w:basedOn w:val="Paragraph"/>
    <w:next w:val="Newparagraph"/>
    <w:link w:val="Heading4Char"/>
    <w:rsid w:val="00F43B9D"/>
    <w:pPr>
      <w:spacing w:before="360"/>
      <w:outlineLvl w:val="3"/>
    </w:pPr>
    <w:rPr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title">
    <w:name w:val="Article title"/>
    <w:basedOn w:val="Normal"/>
    <w:next w:val="Normal"/>
    <w:qFormat/>
    <w:rsid w:val="0024692A"/>
    <w:pPr>
      <w:spacing w:after="120" w:line="360" w:lineRule="auto"/>
    </w:pPr>
    <w:rPr>
      <w:b/>
      <w:sz w:val="28"/>
    </w:rPr>
  </w:style>
  <w:style w:type="paragraph" w:customStyle="1" w:styleId="Authornames">
    <w:name w:val="Author names"/>
    <w:basedOn w:val="Normal"/>
    <w:next w:val="Normal"/>
    <w:qFormat/>
    <w:rsid w:val="00F04900"/>
    <w:pPr>
      <w:spacing w:before="240" w:line="360" w:lineRule="auto"/>
    </w:pPr>
    <w:rPr>
      <w:sz w:val="28"/>
    </w:rPr>
  </w:style>
  <w:style w:type="paragraph" w:customStyle="1" w:styleId="Affiliation">
    <w:name w:val="Affiliation"/>
    <w:basedOn w:val="Normal"/>
    <w:qFormat/>
    <w:rsid w:val="00F04900"/>
    <w:pPr>
      <w:spacing w:before="240" w:line="360" w:lineRule="auto"/>
    </w:pPr>
    <w:rPr>
      <w:i/>
    </w:rPr>
  </w:style>
  <w:style w:type="paragraph" w:customStyle="1" w:styleId="Receiveddates">
    <w:name w:val="Received dates"/>
    <w:basedOn w:val="Affiliation"/>
    <w:next w:val="Normal"/>
    <w:qFormat/>
    <w:rsid w:val="00CC474B"/>
  </w:style>
  <w:style w:type="paragraph" w:customStyle="1" w:styleId="Abstract">
    <w:name w:val="Abstract"/>
    <w:basedOn w:val="Normal"/>
    <w:next w:val="Keywords"/>
    <w:qFormat/>
    <w:rsid w:val="00310E13"/>
    <w:pPr>
      <w:spacing w:before="360" w:after="300" w:line="360" w:lineRule="auto"/>
      <w:ind w:left="720" w:right="567"/>
    </w:pPr>
    <w:rPr>
      <w:sz w:val="22"/>
    </w:rPr>
  </w:style>
  <w:style w:type="paragraph" w:customStyle="1" w:styleId="Keywords">
    <w:name w:val="Keywords"/>
    <w:basedOn w:val="Normal"/>
    <w:next w:val="Paragraph"/>
    <w:qFormat/>
    <w:rsid w:val="00BB1270"/>
    <w:pPr>
      <w:spacing w:before="240" w:after="240" w:line="360" w:lineRule="auto"/>
      <w:ind w:left="720" w:right="567"/>
    </w:pPr>
    <w:rPr>
      <w:sz w:val="22"/>
    </w:rPr>
  </w:style>
  <w:style w:type="paragraph" w:customStyle="1" w:styleId="Correspondencedetails">
    <w:name w:val="Correspondence details"/>
    <w:basedOn w:val="Normal"/>
    <w:qFormat/>
    <w:rsid w:val="00F04900"/>
    <w:pPr>
      <w:spacing w:before="240" w:line="360" w:lineRule="auto"/>
    </w:pPr>
  </w:style>
  <w:style w:type="paragraph" w:customStyle="1" w:styleId="Displayedquotation">
    <w:name w:val="Displayed quotation"/>
    <w:basedOn w:val="Normal"/>
    <w:qFormat/>
    <w:rsid w:val="00731835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 w:line="360" w:lineRule="auto"/>
      <w:ind w:left="709" w:right="425"/>
      <w:contextualSpacing/>
    </w:pPr>
    <w:rPr>
      <w:sz w:val="22"/>
    </w:rPr>
  </w:style>
  <w:style w:type="paragraph" w:customStyle="1" w:styleId="Numberedlist">
    <w:name w:val="Numbered list"/>
    <w:basedOn w:val="Paragraph"/>
    <w:next w:val="Paragraph"/>
    <w:qFormat/>
    <w:rsid w:val="00D80284"/>
    <w:pPr>
      <w:widowControl/>
      <w:numPr>
        <w:numId w:val="24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EF0F45"/>
    <w:pPr>
      <w:tabs>
        <w:tab w:val="center" w:pos="4253"/>
        <w:tab w:val="right" w:pos="8222"/>
      </w:tabs>
      <w:spacing w:before="240" w:after="240"/>
      <w:jc w:val="center"/>
    </w:pPr>
  </w:style>
  <w:style w:type="paragraph" w:customStyle="1" w:styleId="Acknowledgements">
    <w:name w:val="Acknowledgements"/>
    <w:basedOn w:val="Normal"/>
    <w:next w:val="Normal"/>
    <w:qFormat/>
    <w:rsid w:val="00D379A3"/>
    <w:pPr>
      <w:spacing w:before="120" w:line="360" w:lineRule="auto"/>
    </w:pPr>
    <w:rPr>
      <w:sz w:val="22"/>
    </w:rPr>
  </w:style>
  <w:style w:type="paragraph" w:customStyle="1" w:styleId="Tabletitle">
    <w:name w:val="Table title"/>
    <w:basedOn w:val="Normal"/>
    <w:next w:val="Normal"/>
    <w:qFormat/>
    <w:rsid w:val="0031686C"/>
    <w:pPr>
      <w:spacing w:before="240" w:line="360" w:lineRule="auto"/>
    </w:pPr>
  </w:style>
  <w:style w:type="paragraph" w:customStyle="1" w:styleId="Figurecaption">
    <w:name w:val="Figure caption"/>
    <w:basedOn w:val="Normal"/>
    <w:next w:val="Normal"/>
    <w:qFormat/>
    <w:rsid w:val="0031686C"/>
    <w:pPr>
      <w:spacing w:before="240" w:line="360" w:lineRule="auto"/>
    </w:pPr>
  </w:style>
  <w:style w:type="paragraph" w:customStyle="1" w:styleId="Footnotes">
    <w:name w:val="Footnotes"/>
    <w:basedOn w:val="Normal"/>
    <w:qFormat/>
    <w:rsid w:val="006C6936"/>
    <w:pPr>
      <w:spacing w:before="120" w:line="360" w:lineRule="auto"/>
      <w:ind w:left="482" w:hanging="482"/>
      <w:contextualSpacing/>
    </w:pPr>
    <w:rPr>
      <w:sz w:val="22"/>
    </w:rPr>
  </w:style>
  <w:style w:type="paragraph" w:customStyle="1" w:styleId="Notesoncontributors">
    <w:name w:val="Notes on contributors"/>
    <w:basedOn w:val="Normal"/>
    <w:qFormat/>
    <w:rsid w:val="00F04900"/>
    <w:pPr>
      <w:spacing w:before="240" w:line="360" w:lineRule="auto"/>
    </w:pPr>
    <w:rPr>
      <w:sz w:val="22"/>
    </w:rPr>
  </w:style>
  <w:style w:type="paragraph" w:customStyle="1" w:styleId="Normalparagraphstyle">
    <w:name w:val="Normal paragraph style"/>
    <w:basedOn w:val="Normal"/>
    <w:next w:val="Normal"/>
    <w:rsid w:val="00562DEF"/>
  </w:style>
  <w:style w:type="paragraph" w:customStyle="1" w:styleId="Paragraph">
    <w:name w:val="Paragraph"/>
    <w:basedOn w:val="Normal"/>
    <w:next w:val="Newparagraph"/>
    <w:qFormat/>
    <w:rsid w:val="001B7681"/>
    <w:pPr>
      <w:widowControl w:val="0"/>
      <w:spacing w:before="240"/>
    </w:pPr>
  </w:style>
  <w:style w:type="paragraph" w:customStyle="1" w:styleId="Newparagraph">
    <w:name w:val="New paragraph"/>
    <w:basedOn w:val="Normal"/>
    <w:qFormat/>
    <w:rsid w:val="00AE2F8D"/>
    <w:pPr>
      <w:ind w:firstLine="720"/>
    </w:pPr>
  </w:style>
  <w:style w:type="paragraph" w:styleId="NormalIndent">
    <w:name w:val="Normal Indent"/>
    <w:basedOn w:val="Normal"/>
    <w:rsid w:val="00526454"/>
    <w:pPr>
      <w:ind w:left="720"/>
    </w:pPr>
  </w:style>
  <w:style w:type="paragraph" w:customStyle="1" w:styleId="References">
    <w:name w:val="References"/>
    <w:basedOn w:val="Normal"/>
    <w:qFormat/>
    <w:rsid w:val="002C53EE"/>
    <w:pPr>
      <w:spacing w:before="120" w:line="360" w:lineRule="auto"/>
      <w:ind w:left="720" w:hanging="720"/>
      <w:contextualSpacing/>
    </w:pPr>
  </w:style>
  <w:style w:type="paragraph" w:customStyle="1" w:styleId="Subjectcodes">
    <w:name w:val="Subject codes"/>
    <w:basedOn w:val="Keywords"/>
    <w:next w:val="Paragraph"/>
    <w:qFormat/>
    <w:rsid w:val="0000681B"/>
  </w:style>
  <w:style w:type="character" w:customStyle="1" w:styleId="Heading2Char">
    <w:name w:val="Heading 2 Char"/>
    <w:basedOn w:val="DefaultParagraphFont"/>
    <w:link w:val="Heading2"/>
    <w:rsid w:val="008D07FB"/>
    <w:rPr>
      <w:rFonts w:cs="Arial"/>
      <w:b/>
      <w:bCs/>
      <w:i/>
      <w:iCs/>
      <w:sz w:val="24"/>
      <w:szCs w:val="28"/>
    </w:rPr>
  </w:style>
  <w:style w:type="character" w:customStyle="1" w:styleId="Heading1Char">
    <w:name w:val="Heading 1 Char"/>
    <w:basedOn w:val="DefaultParagraphFont"/>
    <w:link w:val="Heading1"/>
    <w:rsid w:val="00AE1ED4"/>
    <w:rPr>
      <w:rFonts w:cs="Arial"/>
      <w:b/>
      <w:bCs/>
      <w:kern w:val="32"/>
      <w:sz w:val="24"/>
      <w:szCs w:val="32"/>
    </w:rPr>
  </w:style>
  <w:style w:type="character" w:customStyle="1" w:styleId="Heading3Char">
    <w:name w:val="Heading 3 Char"/>
    <w:basedOn w:val="DefaultParagraphFont"/>
    <w:link w:val="Heading3"/>
    <w:rsid w:val="00DF7EE2"/>
    <w:rPr>
      <w:rFonts w:eastAsia="Times New Roman" w:cs="Arial"/>
      <w:bCs/>
      <w:i/>
      <w:sz w:val="24"/>
      <w:szCs w:val="26"/>
      <w:lang w:eastAsia="en-GB"/>
    </w:rPr>
  </w:style>
  <w:style w:type="paragraph" w:customStyle="1" w:styleId="Bulletedlist">
    <w:name w:val="Bulleted list"/>
    <w:basedOn w:val="Paragraph"/>
    <w:next w:val="Paragraph"/>
    <w:qFormat/>
    <w:rsid w:val="004E0338"/>
    <w:pPr>
      <w:widowControl/>
      <w:numPr>
        <w:numId w:val="28"/>
      </w:numPr>
      <w:spacing w:after="240"/>
      <w:contextualSpacing/>
    </w:pPr>
  </w:style>
  <w:style w:type="paragraph" w:styleId="FootnoteText">
    <w:name w:val="footnote text"/>
    <w:basedOn w:val="Normal"/>
    <w:link w:val="FootnoteTextChar"/>
    <w:autoRedefine/>
    <w:rsid w:val="006C19B2"/>
    <w:pPr>
      <w:ind w:left="284" w:hanging="284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rsid w:val="006C19B2"/>
    <w:rPr>
      <w:sz w:val="22"/>
    </w:rPr>
  </w:style>
  <w:style w:type="character" w:styleId="FootnoteReference">
    <w:name w:val="footnote reference"/>
    <w:basedOn w:val="DefaultParagraphFont"/>
    <w:rsid w:val="00AF2C92"/>
    <w:rPr>
      <w:vertAlign w:val="superscript"/>
    </w:rPr>
  </w:style>
  <w:style w:type="paragraph" w:styleId="EndnoteText">
    <w:name w:val="endnote text"/>
    <w:basedOn w:val="Normal"/>
    <w:link w:val="EndnoteTextChar"/>
    <w:autoRedefine/>
    <w:rsid w:val="006C19B2"/>
    <w:pPr>
      <w:ind w:left="284" w:hanging="284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rsid w:val="006C19B2"/>
    <w:rPr>
      <w:sz w:val="22"/>
    </w:rPr>
  </w:style>
  <w:style w:type="character" w:styleId="EndnoteReference">
    <w:name w:val="endnote reference"/>
    <w:basedOn w:val="DefaultParagraphFont"/>
    <w:rsid w:val="00EC571B"/>
    <w:rPr>
      <w:vertAlign w:val="superscript"/>
    </w:rPr>
  </w:style>
  <w:style w:type="character" w:customStyle="1" w:styleId="Heading4Char">
    <w:name w:val="Heading 4 Char"/>
    <w:basedOn w:val="DefaultParagraphFont"/>
    <w:link w:val="Heading4"/>
    <w:rsid w:val="00F43B9D"/>
    <w:rPr>
      <w:bCs/>
      <w:sz w:val="24"/>
      <w:szCs w:val="28"/>
    </w:rPr>
  </w:style>
  <w:style w:type="paragraph" w:styleId="Header">
    <w:name w:val="header"/>
    <w:basedOn w:val="Normal"/>
    <w:link w:val="HeaderChar"/>
    <w:rsid w:val="003F193A"/>
    <w:pPr>
      <w:tabs>
        <w:tab w:val="center" w:pos="4320"/>
        <w:tab w:val="right" w:pos="8640"/>
      </w:tabs>
      <w:spacing w:after="120" w:line="240" w:lineRule="auto"/>
      <w:contextualSpacing/>
    </w:pPr>
  </w:style>
  <w:style w:type="character" w:customStyle="1" w:styleId="HeaderChar">
    <w:name w:val="Header Char"/>
    <w:basedOn w:val="DefaultParagraphFont"/>
    <w:link w:val="Header"/>
    <w:rsid w:val="003F193A"/>
    <w:rPr>
      <w:rFonts w:eastAsia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rsid w:val="00AE6A21"/>
    <w:pPr>
      <w:tabs>
        <w:tab w:val="center" w:pos="4320"/>
        <w:tab w:val="right" w:pos="8640"/>
      </w:tabs>
      <w:spacing w:before="240" w:line="240" w:lineRule="auto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AE6A21"/>
    <w:rPr>
      <w:sz w:val="24"/>
      <w:szCs w:val="24"/>
    </w:rPr>
  </w:style>
  <w:style w:type="paragraph" w:customStyle="1" w:styleId="Heading4Paragraph">
    <w:name w:val="Heading 4 + Paragraph"/>
    <w:basedOn w:val="Paragraph"/>
    <w:next w:val="Newparagraph"/>
    <w:qFormat/>
    <w:rsid w:val="00AE1ED4"/>
    <w:pPr>
      <w:widowControl/>
      <w:spacing w:before="360"/>
    </w:pPr>
  </w:style>
  <w:style w:type="character" w:styleId="Hyperlink">
    <w:name w:val="Hyperlink"/>
    <w:basedOn w:val="DefaultParagraphFont"/>
    <w:uiPriority w:val="99"/>
    <w:unhideWhenUsed/>
    <w:rsid w:val="00083FE1"/>
    <w:rPr>
      <w:color w:val="0000FF" w:themeColor="hyperlink"/>
      <w:u w:val="single"/>
    </w:rPr>
  </w:style>
  <w:style w:type="paragraph" w:customStyle="1" w:styleId="EndNoteBibliography">
    <w:name w:val="EndNote Bibliography"/>
    <w:basedOn w:val="Normal"/>
    <w:link w:val="EndNoteBibliographyChar"/>
    <w:rsid w:val="005D760C"/>
    <w:pPr>
      <w:spacing w:after="160" w:line="240" w:lineRule="auto"/>
    </w:pPr>
    <w:rPr>
      <w:rFonts w:eastAsiaTheme="minorHAnsi"/>
      <w:noProof/>
      <w:szCs w:val="22"/>
      <w:lang w:val="en-US" w:eastAsia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D760C"/>
    <w:rPr>
      <w:rFonts w:eastAsiaTheme="minorHAnsi"/>
      <w:noProof/>
      <w:sz w:val="24"/>
      <w:szCs w:val="22"/>
      <w:lang w:val="en-US" w:eastAsia="en-US"/>
    </w:rPr>
  </w:style>
  <w:style w:type="table" w:styleId="TableGrid">
    <w:name w:val="Table Grid"/>
    <w:basedOn w:val="TableNormal"/>
    <w:uiPriority w:val="39"/>
    <w:rsid w:val="003C54D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200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96A87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583E5D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83E5D"/>
    <w:rPr>
      <w:noProof/>
      <w:sz w:val="24"/>
      <w:szCs w:val="24"/>
    </w:rPr>
  </w:style>
  <w:style w:type="character" w:styleId="FollowedHyperlink">
    <w:name w:val="FollowedHyperlink"/>
    <w:basedOn w:val="DefaultParagraphFont"/>
    <w:semiHidden/>
    <w:unhideWhenUsed/>
    <w:rsid w:val="00292B5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F543A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543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543A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A3"/>
    <w:rPr>
      <w:b/>
      <w:bCs/>
    </w:rPr>
  </w:style>
  <w:style w:type="paragraph" w:styleId="Revision">
    <w:name w:val="Revision"/>
    <w:hidden/>
    <w:semiHidden/>
    <w:rsid w:val="004543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.E.Taylor@soton.ac.uk" TargetMode="External"/><Relationship Id="rId18" Type="http://schemas.openxmlformats.org/officeDocument/2006/relationships/hyperlink" Target="mailto:a.hogden@unsw.edu.au" TargetMode="External"/><Relationship Id="rId26" Type="http://schemas.openxmlformats.org/officeDocument/2006/relationships/hyperlink" Target="https://www.nice.org.uk/guidance/ng42/chapter/recommendation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c.j.mcdermott@sheffield.ac.uk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rosemaunsell90@gmail.com" TargetMode="External"/><Relationship Id="rId17" Type="http://schemas.openxmlformats.org/officeDocument/2006/relationships/hyperlink" Target="mailto:Maggi.Hardcastle@rowanshospice.co.uk" TargetMode="External"/><Relationship Id="rId25" Type="http://schemas.openxmlformats.org/officeDocument/2006/relationships/hyperlink" Target="mailto:sean.white3@nhs.net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c.l.foster@soton.ac.uk" TargetMode="External"/><Relationship Id="rId20" Type="http://schemas.openxmlformats.org/officeDocument/2006/relationships/hyperlink" Target="mailto:Dominika.Lisiecka@mtu.ie" TargetMode="External"/><Relationship Id="rId29" Type="http://schemas.openxmlformats.org/officeDocument/2006/relationships/hyperlink" Target="https://www.nice.org.uk/guidance/ng197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.Wheelwright@sussex.ac.uk" TargetMode="External"/><Relationship Id="rId24" Type="http://schemas.openxmlformats.org/officeDocument/2006/relationships/hyperlink" Target="mailto:ars@ecs.soton.ac.uk" TargetMode="External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Clare.Erridge@uhs.nhs.uk" TargetMode="External"/><Relationship Id="rId23" Type="http://schemas.openxmlformats.org/officeDocument/2006/relationships/hyperlink" Target="mailto:cathmuir760@gmail.com" TargetMode="External"/><Relationship Id="rId28" Type="http://schemas.openxmlformats.org/officeDocument/2006/relationships/hyperlink" Target="https://www.bma.org.uk/advice-and-support/ethics/adults-who-lack-capacity/clinically-assisted-nutrition-and-hydration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ianlawson1955@gmail.com" TargetMode="External"/><Relationship Id="rId31" Type="http://schemas.openxmlformats.org/officeDocument/2006/relationships/hyperlink" Target="https://www.agilebusiness.org/content/moscow-prioritisatio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neil.drinkwater@mndassociation.org" TargetMode="External"/><Relationship Id="rId22" Type="http://schemas.openxmlformats.org/officeDocument/2006/relationships/hyperlink" Target="mailto:K.Morrison@qub.ac.uk" TargetMode="External"/><Relationship Id="rId27" Type="http://schemas.openxmlformats.org/officeDocument/2006/relationships/hyperlink" Target="https://www.bma.org.uk/media/2481/bma-consent-toolkit-september-2019.pdf" TargetMode="External"/><Relationship Id="rId30" Type="http://schemas.openxmlformats.org/officeDocument/2006/relationships/hyperlink" Target="https://universityofsussex-my.sharepoint.com/personal/bsms9pyp_sussex_ac_uk/Documents/DiAMoND/Development%20Paper/ALSFD/www.ipdas.ohri.ca" TargetMode="External"/><Relationship Id="rId8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ms9pyp\AppData\Local\Temp\Temp1_TF_Template_Word_Windows_2016.zip\TF_Template_Word_Windows_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19E2B8AD0FE748A9B80E986B73C3FE" ma:contentTypeVersion="12" ma:contentTypeDescription="Create a new document." ma:contentTypeScope="" ma:versionID="9f08a21190cf36122e62a3cfea82f2a2">
  <xsd:schema xmlns:xsd="http://www.w3.org/2001/XMLSchema" xmlns:xs="http://www.w3.org/2001/XMLSchema" xmlns:p="http://schemas.microsoft.com/office/2006/metadata/properties" xmlns:ns2="0c59df78-d18e-4768-9863-ec1ff4c06e5d" xmlns:ns3="017a655b-c2d2-454d-8c03-d321f1c11440" targetNamespace="http://schemas.microsoft.com/office/2006/metadata/properties" ma:root="true" ma:fieldsID="eab75e356120087dee0a241d6a1b27f4" ns2:_="" ns3:_="">
    <xsd:import namespace="0c59df78-d18e-4768-9863-ec1ff4c06e5d"/>
    <xsd:import namespace="017a655b-c2d2-454d-8c03-d321f1c11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9df78-d18e-4768-9863-ec1ff4c06e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bf2f534-9c3d-494b-83fb-768e807180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a655b-c2d2-454d-8c03-d321f1c1144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4d339d1-bf3c-4a57-90cc-9c1fa833043c}" ma:internalName="TaxCatchAll" ma:showField="CatchAllData" ma:web="017a655b-c2d2-454d-8c03-d321f1c11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59df78-d18e-4768-9863-ec1ff4c06e5d">
      <Terms xmlns="http://schemas.microsoft.com/office/infopath/2007/PartnerControls"/>
    </lcf76f155ced4ddcb4097134ff3c332f>
    <TaxCatchAll xmlns="017a655b-c2d2-454d-8c03-d321f1c11440"/>
  </documentManagement>
</p:properties>
</file>

<file path=customXml/itemProps1.xml><?xml version="1.0" encoding="utf-8"?>
<ds:datastoreItem xmlns:ds="http://schemas.openxmlformats.org/officeDocument/2006/customXml" ds:itemID="{DF02914E-4C3A-4163-A6C9-332A453E9D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E5CA1F-172D-4793-BCD5-A8A8D7CF44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59df78-d18e-4768-9863-ec1ff4c06e5d"/>
    <ds:schemaRef ds:uri="017a655b-c2d2-454d-8c03-d321f1c114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520BAD-A738-4C2A-8A45-441739FEFE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B71175-3EC4-4E1D-9238-358F83F2B3AB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0c59df78-d18e-4768-9863-ec1ff4c06e5d"/>
    <ds:schemaRef ds:uri="http://www.w3.org/XML/1998/namespace"/>
    <ds:schemaRef ds:uri="http://purl.org/dc/terms/"/>
    <ds:schemaRef ds:uri="http://schemas.microsoft.com/office/infopath/2007/PartnerControls"/>
    <ds:schemaRef ds:uri="017a655b-c2d2-454d-8c03-d321f1c11440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TF_Template_Word_Windows_2016.dotx</Template>
  <TotalTime>3</TotalTime>
  <Pages>23</Pages>
  <Words>8227</Words>
  <Characters>46900</Characters>
  <Application>Microsoft Office Word</Application>
  <DocSecurity>4</DocSecurity>
  <Lines>390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TF_Template_Word_Windows_2016</vt:lpstr>
    </vt:vector>
  </TitlesOfParts>
  <Company>Informa Plc</Company>
  <LinksUpToDate>false</LinksUpToDate>
  <CharactersWithSpaces>55017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TF_Template_Word_Windows_2016</dc:title>
  <dc:creator>bsms9pyp</dc:creator>
  <cp:lastModifiedBy>Tung Shum</cp:lastModifiedBy>
  <cp:revision>2</cp:revision>
  <cp:lastPrinted>2011-07-22T14:54:00Z</cp:lastPrinted>
  <dcterms:created xsi:type="dcterms:W3CDTF">2023-06-21T09:03:00Z</dcterms:created>
  <dcterms:modified xsi:type="dcterms:W3CDTF">2023-06-21T09:03:00Z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0x0101002C19E2B8AD0FE748A9B80E986B73C3FE</vt:lpwstr>
  </property>
</Properties>
</file>